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C6793" w14:textId="3B30D7E9" w:rsidR="002E778E" w:rsidRPr="002E778E" w:rsidRDefault="002E778E" w:rsidP="00542AE5">
      <w:pPr>
        <w:ind w:firstLine="0"/>
        <w:jc w:val="center"/>
        <w:rPr>
          <w:rFonts w:eastAsiaTheme="minorHAnsi" w:cs="Times New Roman"/>
          <w:b/>
          <w:bCs/>
          <w:color w:val="000000" w:themeColor="text1"/>
          <w:szCs w:val="28"/>
        </w:rPr>
      </w:pPr>
      <w:r w:rsidRPr="002E778E">
        <w:rPr>
          <w:rFonts w:eastAsiaTheme="minorHAnsi" w:cs="Times New Roman"/>
          <w:b/>
          <w:bCs/>
          <w:color w:val="000000" w:themeColor="text1"/>
          <w:szCs w:val="28"/>
        </w:rPr>
        <w:t>ПАСПОРТ</w:t>
      </w:r>
    </w:p>
    <w:p w14:paraId="044ACAC4" w14:textId="77777777" w:rsidR="002E778E" w:rsidRPr="002E778E" w:rsidRDefault="002E778E" w:rsidP="00542AE5">
      <w:pPr>
        <w:ind w:firstLine="0"/>
        <w:jc w:val="center"/>
        <w:rPr>
          <w:rFonts w:eastAsiaTheme="minorHAnsi" w:cs="Times New Roman"/>
          <w:b/>
          <w:bCs/>
          <w:color w:val="000000" w:themeColor="text1"/>
          <w:szCs w:val="28"/>
        </w:rPr>
      </w:pPr>
      <w:r w:rsidRPr="002E778E">
        <w:rPr>
          <w:rFonts w:eastAsiaTheme="minorHAnsi" w:cs="Times New Roman"/>
          <w:b/>
          <w:bCs/>
          <w:color w:val="000000" w:themeColor="text1"/>
          <w:szCs w:val="28"/>
        </w:rPr>
        <w:t>г</w:t>
      </w:r>
      <w:r w:rsidR="00542AE5" w:rsidRPr="002E778E">
        <w:rPr>
          <w:rFonts w:eastAsiaTheme="minorHAnsi" w:cs="Times New Roman"/>
          <w:b/>
          <w:bCs/>
          <w:color w:val="000000" w:themeColor="text1"/>
          <w:szCs w:val="28"/>
        </w:rPr>
        <w:t>осударственной программы</w:t>
      </w:r>
      <w:r w:rsidRPr="002E778E">
        <w:rPr>
          <w:rFonts w:eastAsiaTheme="minorHAnsi" w:cs="Times New Roman"/>
          <w:b/>
          <w:bCs/>
          <w:color w:val="000000" w:themeColor="text1"/>
          <w:szCs w:val="28"/>
        </w:rPr>
        <w:t xml:space="preserve"> Ярославской области</w:t>
      </w:r>
      <w:r w:rsidR="00542AE5" w:rsidRPr="002E778E">
        <w:rPr>
          <w:rFonts w:eastAsiaTheme="minorHAnsi" w:cs="Times New Roman"/>
          <w:b/>
          <w:bCs/>
          <w:color w:val="000000" w:themeColor="text1"/>
          <w:szCs w:val="28"/>
        </w:rPr>
        <w:t xml:space="preserve"> </w:t>
      </w:r>
      <w:bookmarkStart w:id="0" w:name="bookmark2"/>
      <w:bookmarkStart w:id="1" w:name="bookmark3"/>
    </w:p>
    <w:p w14:paraId="221ADD7C" w14:textId="31402150" w:rsidR="00542AE5" w:rsidRPr="002E778E" w:rsidRDefault="002E778E" w:rsidP="00542AE5">
      <w:pPr>
        <w:ind w:firstLine="0"/>
        <w:jc w:val="center"/>
        <w:rPr>
          <w:rFonts w:eastAsiaTheme="minorHAnsi" w:cs="Times New Roman"/>
          <w:b/>
          <w:bCs/>
          <w:color w:val="000000" w:themeColor="text1"/>
          <w:szCs w:val="28"/>
        </w:rPr>
      </w:pPr>
      <w:r w:rsidRPr="002E778E">
        <w:rPr>
          <w:rFonts w:eastAsiaTheme="minorHAnsi" w:cs="Times New Roman"/>
          <w:b/>
          <w:bCs/>
          <w:color w:val="000000" w:themeColor="text1"/>
          <w:szCs w:val="28"/>
        </w:rPr>
        <w:t>«</w:t>
      </w:r>
      <w:r w:rsidRPr="002E778E">
        <w:rPr>
          <w:rFonts w:cs="Times New Roman"/>
          <w:b/>
          <w:szCs w:val="28"/>
        </w:rPr>
        <w:t>Научно-технологическое развитие Ярославской области»</w:t>
      </w:r>
    </w:p>
    <w:p w14:paraId="7BAF9C9C" w14:textId="77777777" w:rsidR="00542AE5" w:rsidRPr="009455F3" w:rsidRDefault="00542AE5" w:rsidP="00542AE5">
      <w:pPr>
        <w:widowControl w:val="0"/>
        <w:tabs>
          <w:tab w:val="left" w:pos="350"/>
        </w:tabs>
        <w:ind w:firstLine="0"/>
        <w:outlineLvl w:val="1"/>
        <w:rPr>
          <w:rFonts w:cs="Times New Roman"/>
          <w:bCs/>
          <w:color w:val="000000" w:themeColor="text1"/>
          <w:sz w:val="22"/>
          <w:highlight w:val="yellow"/>
        </w:rPr>
      </w:pPr>
    </w:p>
    <w:bookmarkEnd w:id="0"/>
    <w:bookmarkEnd w:id="1"/>
    <w:p w14:paraId="10319AB9" w14:textId="77777777" w:rsidR="00875C76" w:rsidRPr="009669D4" w:rsidRDefault="00875C76" w:rsidP="00875C76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color w:val="000000" w:themeColor="text1"/>
          <w:szCs w:val="28"/>
          <w:highlight w:val="yellow"/>
        </w:rPr>
      </w:pPr>
      <w:r w:rsidRPr="009669D4">
        <w:rPr>
          <w:rFonts w:cs="Times New Roman"/>
          <w:bCs/>
          <w:color w:val="000000" w:themeColor="text1"/>
          <w:szCs w:val="28"/>
        </w:rPr>
        <w:t>1. Основные положения</w:t>
      </w:r>
    </w:p>
    <w:p w14:paraId="5A0970E4" w14:textId="77777777" w:rsidR="00875C76" w:rsidRPr="005760E6" w:rsidRDefault="00875C76" w:rsidP="00875C76">
      <w:pPr>
        <w:widowControl w:val="0"/>
        <w:tabs>
          <w:tab w:val="left" w:pos="350"/>
        </w:tabs>
        <w:ind w:firstLine="0"/>
        <w:outlineLvl w:val="1"/>
        <w:rPr>
          <w:rFonts w:cs="Times New Roman"/>
          <w:bCs/>
          <w:color w:val="000000" w:themeColor="text1"/>
          <w:szCs w:val="28"/>
          <w:highlight w:val="yellow"/>
        </w:rPr>
      </w:pPr>
    </w:p>
    <w:tbl>
      <w:tblPr>
        <w:tblStyle w:val="341"/>
        <w:tblW w:w="4963" w:type="pct"/>
        <w:tblInd w:w="108" w:type="dxa"/>
        <w:tblLook w:val="04A0" w:firstRow="1" w:lastRow="0" w:firstColumn="1" w:lastColumn="0" w:noHBand="0" w:noVBand="1"/>
      </w:tblPr>
      <w:tblGrid>
        <w:gridCol w:w="6364"/>
        <w:gridCol w:w="8313"/>
      </w:tblGrid>
      <w:tr w:rsidR="00875C76" w:rsidRPr="009669D4" w14:paraId="4A01EE4A" w14:textId="77777777" w:rsidTr="002E77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8" w:type="pct"/>
          </w:tcPr>
          <w:p w14:paraId="373CB1D2" w14:textId="77777777" w:rsidR="00875C76" w:rsidRPr="009669D4" w:rsidRDefault="00875C76" w:rsidP="002E778E">
            <w:pPr>
              <w:widowControl w:val="0"/>
              <w:tabs>
                <w:tab w:val="left" w:pos="350"/>
              </w:tabs>
              <w:spacing w:line="230" w:lineRule="auto"/>
              <w:ind w:firstLine="0"/>
              <w:jc w:val="left"/>
              <w:outlineLvl w:val="1"/>
              <w:rPr>
                <w:rFonts w:cs="Times New Roman"/>
                <w:bCs/>
                <w:color w:val="000000" w:themeColor="text1"/>
                <w:szCs w:val="28"/>
              </w:rPr>
            </w:pPr>
            <w:r w:rsidRPr="009669D4">
              <w:rPr>
                <w:rFonts w:cs="Times New Roman"/>
                <w:bCs/>
                <w:color w:val="000000" w:themeColor="text1"/>
                <w:szCs w:val="28"/>
              </w:rPr>
              <w:t>Куратор Государственной программы</w:t>
            </w:r>
          </w:p>
        </w:tc>
        <w:tc>
          <w:tcPr>
            <w:tcW w:w="2832" w:type="pct"/>
          </w:tcPr>
          <w:p w14:paraId="2E7E9AB5" w14:textId="77777777" w:rsidR="00875C76" w:rsidRPr="009669D4" w:rsidRDefault="00875C76" w:rsidP="002E778E">
            <w:pPr>
              <w:widowControl w:val="0"/>
              <w:tabs>
                <w:tab w:val="left" w:pos="350"/>
              </w:tabs>
              <w:spacing w:line="230" w:lineRule="auto"/>
              <w:ind w:firstLine="0"/>
              <w:jc w:val="left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0" w:themeColor="text1"/>
                <w:szCs w:val="28"/>
              </w:rPr>
            </w:pPr>
            <w:r w:rsidRPr="009669D4">
              <w:rPr>
                <w:rFonts w:cs="Times New Roman"/>
                <w:bCs/>
                <w:color w:val="000000" w:themeColor="text1"/>
                <w:szCs w:val="28"/>
              </w:rPr>
              <w:t>Колядин Андрей Михайлови</w:t>
            </w:r>
            <w:r>
              <w:rPr>
                <w:rFonts w:cs="Times New Roman"/>
                <w:bCs/>
                <w:color w:val="000000" w:themeColor="text1"/>
                <w:szCs w:val="28"/>
              </w:rPr>
              <w:t xml:space="preserve">ч, вице-губернатор Ярославской </w:t>
            </w:r>
            <w:r w:rsidRPr="009669D4">
              <w:rPr>
                <w:rFonts w:cs="Times New Roman"/>
                <w:bCs/>
                <w:color w:val="000000" w:themeColor="text1"/>
                <w:szCs w:val="28"/>
              </w:rPr>
              <w:t>области</w:t>
            </w:r>
          </w:p>
        </w:tc>
      </w:tr>
      <w:tr w:rsidR="00875C76" w:rsidRPr="009669D4" w14:paraId="0D48DCDF" w14:textId="77777777" w:rsidTr="002E7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8" w:type="pct"/>
          </w:tcPr>
          <w:p w14:paraId="471F733C" w14:textId="77777777" w:rsidR="00875C76" w:rsidRPr="009669D4" w:rsidRDefault="00875C76" w:rsidP="00A74AA4">
            <w:pPr>
              <w:widowControl w:val="0"/>
              <w:tabs>
                <w:tab w:val="left" w:pos="350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color w:val="000000" w:themeColor="text1"/>
                <w:szCs w:val="28"/>
              </w:rPr>
            </w:pPr>
            <w:r w:rsidRPr="009669D4">
              <w:rPr>
                <w:rFonts w:cs="Times New Roman"/>
                <w:bCs/>
                <w:color w:val="000000" w:themeColor="text1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2832" w:type="pct"/>
          </w:tcPr>
          <w:p w14:paraId="1C94A349" w14:textId="77777777" w:rsidR="00875C76" w:rsidRPr="009669D4" w:rsidRDefault="00875C76" w:rsidP="00875C76">
            <w:pPr>
              <w:widowControl w:val="0"/>
              <w:tabs>
                <w:tab w:val="left" w:pos="350"/>
              </w:tabs>
              <w:spacing w:line="230" w:lineRule="auto"/>
              <w:ind w:firstLine="0"/>
              <w:jc w:val="left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0" w:themeColor="text1"/>
                <w:szCs w:val="28"/>
              </w:rPr>
            </w:pPr>
            <w:r w:rsidRPr="009669D4">
              <w:rPr>
                <w:rFonts w:cs="Times New Roman"/>
                <w:bCs/>
                <w:color w:val="000000" w:themeColor="text1"/>
                <w:szCs w:val="28"/>
              </w:rPr>
              <w:t>Юнусов Дмитрий Рафаэлевич, министр социальных коммуникаций и научно-технологи</w:t>
            </w:r>
            <w:r>
              <w:rPr>
                <w:rFonts w:cs="Times New Roman"/>
                <w:bCs/>
                <w:color w:val="000000" w:themeColor="text1"/>
                <w:szCs w:val="28"/>
              </w:rPr>
              <w:t xml:space="preserve">ческого развития Ярославской </w:t>
            </w:r>
            <w:r w:rsidRPr="009669D4">
              <w:rPr>
                <w:rFonts w:cs="Times New Roman"/>
                <w:bCs/>
                <w:color w:val="000000" w:themeColor="text1"/>
                <w:szCs w:val="28"/>
              </w:rPr>
              <w:t xml:space="preserve">области </w:t>
            </w:r>
          </w:p>
        </w:tc>
      </w:tr>
      <w:tr w:rsidR="00875C76" w:rsidRPr="009669D4" w14:paraId="4A518FA6" w14:textId="77777777" w:rsidTr="002E7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8" w:type="pct"/>
          </w:tcPr>
          <w:p w14:paraId="3F4E1713" w14:textId="77777777" w:rsidR="00875C76" w:rsidRPr="009669D4" w:rsidRDefault="00875C76" w:rsidP="00A74AA4">
            <w:pPr>
              <w:widowControl w:val="0"/>
              <w:tabs>
                <w:tab w:val="left" w:pos="350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color w:val="000000" w:themeColor="text1"/>
                <w:szCs w:val="28"/>
              </w:rPr>
            </w:pPr>
            <w:r w:rsidRPr="009669D4">
              <w:rPr>
                <w:rFonts w:cs="Times New Roman"/>
                <w:bCs/>
                <w:color w:val="000000" w:themeColor="text1"/>
                <w:szCs w:val="28"/>
              </w:rPr>
              <w:t>Период реализации</w:t>
            </w:r>
            <w:r w:rsidRPr="009669D4">
              <w:rPr>
                <w:rFonts w:eastAsia="Microsoft Sans Serif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669D4">
              <w:rPr>
                <w:rFonts w:cs="Times New Roman"/>
                <w:bCs/>
                <w:color w:val="000000" w:themeColor="text1"/>
                <w:szCs w:val="28"/>
              </w:rPr>
              <w:t xml:space="preserve">Государственной программы </w:t>
            </w:r>
          </w:p>
        </w:tc>
        <w:tc>
          <w:tcPr>
            <w:tcW w:w="2832" w:type="pct"/>
          </w:tcPr>
          <w:p w14:paraId="31D8195B" w14:textId="77777777" w:rsidR="00875C76" w:rsidRPr="009669D4" w:rsidRDefault="00875C76" w:rsidP="00875C76">
            <w:pPr>
              <w:widowControl w:val="0"/>
              <w:tabs>
                <w:tab w:val="left" w:pos="350"/>
              </w:tabs>
              <w:spacing w:line="230" w:lineRule="auto"/>
              <w:ind w:firstLine="0"/>
              <w:jc w:val="left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0" w:themeColor="text1"/>
                <w:szCs w:val="28"/>
              </w:rPr>
            </w:pPr>
            <w:r w:rsidRPr="009669D4">
              <w:rPr>
                <w:rFonts w:cs="Times New Roman"/>
                <w:bCs/>
                <w:color w:val="000000" w:themeColor="text1"/>
                <w:szCs w:val="28"/>
              </w:rPr>
              <w:t>2024 – 2030 годы</w:t>
            </w:r>
          </w:p>
        </w:tc>
      </w:tr>
      <w:tr w:rsidR="00875C76" w:rsidRPr="009669D4" w14:paraId="5C64A312" w14:textId="77777777" w:rsidTr="002E7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8" w:type="pct"/>
          </w:tcPr>
          <w:p w14:paraId="3600BA1B" w14:textId="77777777" w:rsidR="00875C76" w:rsidRPr="009669D4" w:rsidRDefault="00875C76" w:rsidP="00A74AA4">
            <w:pPr>
              <w:widowControl w:val="0"/>
              <w:tabs>
                <w:tab w:val="left" w:pos="350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color w:val="000000" w:themeColor="text1"/>
                <w:szCs w:val="28"/>
              </w:rPr>
            </w:pPr>
            <w:r w:rsidRPr="009669D4">
              <w:rPr>
                <w:rFonts w:cs="Times New Roman"/>
                <w:bCs/>
                <w:color w:val="000000" w:themeColor="text1"/>
                <w:szCs w:val="28"/>
              </w:rPr>
              <w:t xml:space="preserve">Цели Государственной программы </w:t>
            </w:r>
          </w:p>
        </w:tc>
        <w:tc>
          <w:tcPr>
            <w:tcW w:w="2832" w:type="pct"/>
          </w:tcPr>
          <w:p w14:paraId="54F07FBD" w14:textId="77777777" w:rsidR="00875C76" w:rsidRPr="0090705E" w:rsidRDefault="00875C76" w:rsidP="00875C76">
            <w:pPr>
              <w:widowControl w:val="0"/>
              <w:tabs>
                <w:tab w:val="left" w:pos="350"/>
              </w:tabs>
              <w:spacing w:line="230" w:lineRule="auto"/>
              <w:ind w:firstLine="0"/>
              <w:jc w:val="left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0" w:themeColor="text1"/>
                <w:szCs w:val="28"/>
              </w:rPr>
            </w:pPr>
            <w:r w:rsidRPr="0090705E">
              <w:rPr>
                <w:rFonts w:cs="Times New Roman"/>
                <w:bCs/>
                <w:color w:val="000000" w:themeColor="text1"/>
                <w:szCs w:val="28"/>
              </w:rPr>
              <w:t xml:space="preserve">- увеличение доли исследователей в возрасте до 39 лет в общей численности </w:t>
            </w:r>
            <w:r w:rsidRPr="0090705E">
              <w:rPr>
                <w:rFonts w:cs="Times New Roman"/>
                <w:bCs/>
                <w:color w:val="000000" w:themeColor="text1"/>
                <w:spacing w:val="-4"/>
                <w:szCs w:val="28"/>
              </w:rPr>
              <w:t>исследователей до 51 процента к 2030 году;</w:t>
            </w:r>
          </w:p>
          <w:p w14:paraId="29615F03" w14:textId="77777777" w:rsidR="00875C76" w:rsidRPr="0090705E" w:rsidRDefault="00875C76" w:rsidP="00875C76">
            <w:pPr>
              <w:widowControl w:val="0"/>
              <w:tabs>
                <w:tab w:val="left" w:pos="350"/>
              </w:tabs>
              <w:spacing w:line="230" w:lineRule="auto"/>
              <w:ind w:firstLine="0"/>
              <w:jc w:val="left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0" w:themeColor="text1"/>
                <w:szCs w:val="28"/>
              </w:rPr>
            </w:pPr>
            <w:r w:rsidRPr="0090705E">
              <w:rPr>
                <w:rFonts w:cs="Times New Roman"/>
                <w:bCs/>
                <w:color w:val="000000" w:themeColor="text1"/>
                <w:szCs w:val="28"/>
              </w:rPr>
              <w:t>- увеличение доли профессорско-препода</w:t>
            </w:r>
            <w:r w:rsidRPr="0090705E">
              <w:rPr>
                <w:rFonts w:cs="Times New Roman"/>
                <w:bCs/>
                <w:color w:val="000000" w:themeColor="text1"/>
                <w:szCs w:val="28"/>
              </w:rPr>
              <w:softHyphen/>
              <w:t>вательского состава в возрасте до 39 лет в общей численности профессор</w:t>
            </w:r>
            <w:r w:rsidRPr="0090705E">
              <w:rPr>
                <w:rFonts w:cs="Times New Roman"/>
                <w:bCs/>
                <w:color w:val="000000" w:themeColor="text1"/>
                <w:szCs w:val="28"/>
              </w:rPr>
              <w:softHyphen/>
              <w:t>ско-препо</w:t>
            </w:r>
            <w:r w:rsidRPr="0090705E">
              <w:rPr>
                <w:rFonts w:cs="Times New Roman"/>
                <w:bCs/>
                <w:color w:val="000000" w:themeColor="text1"/>
                <w:szCs w:val="28"/>
              </w:rPr>
              <w:softHyphen/>
              <w:t>давательского состава до 35 процентов к 2030 году;</w:t>
            </w:r>
          </w:p>
          <w:p w14:paraId="1786B867" w14:textId="77777777" w:rsidR="00875C76" w:rsidRPr="0090705E" w:rsidRDefault="00875C76" w:rsidP="00875C76">
            <w:pPr>
              <w:widowControl w:val="0"/>
              <w:tabs>
                <w:tab w:val="left" w:pos="350"/>
              </w:tabs>
              <w:spacing w:line="230" w:lineRule="auto"/>
              <w:ind w:firstLine="0"/>
              <w:jc w:val="left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0" w:themeColor="text1"/>
                <w:szCs w:val="28"/>
              </w:rPr>
            </w:pPr>
            <w:r w:rsidRPr="0090705E">
              <w:rPr>
                <w:rFonts w:cs="Times New Roman"/>
                <w:bCs/>
                <w:color w:val="000000" w:themeColor="text1"/>
                <w:szCs w:val="28"/>
              </w:rPr>
              <w:t>- увеличение количества созданных объектов научно-образовательной и тех</w:t>
            </w:r>
            <w:r w:rsidRPr="0090705E">
              <w:rPr>
                <w:rFonts w:cs="Times New Roman"/>
                <w:bCs/>
                <w:color w:val="000000" w:themeColor="text1"/>
                <w:szCs w:val="28"/>
              </w:rPr>
              <w:softHyphen/>
              <w:t>нологической инфраструктуры в Яро</w:t>
            </w:r>
            <w:r w:rsidRPr="0090705E">
              <w:rPr>
                <w:rFonts w:cs="Times New Roman"/>
                <w:bCs/>
                <w:color w:val="000000" w:themeColor="text1"/>
                <w:szCs w:val="28"/>
              </w:rPr>
              <w:softHyphen/>
              <w:t xml:space="preserve">славской области </w:t>
            </w:r>
            <w:r w:rsidRPr="00DA410E">
              <w:rPr>
                <w:rFonts w:cs="Times New Roman"/>
                <w:bCs/>
                <w:color w:val="000000" w:themeColor="text1"/>
                <w:szCs w:val="28"/>
              </w:rPr>
              <w:t>до 7 единиц к 2030 году</w:t>
            </w:r>
            <w:r>
              <w:rPr>
                <w:rFonts w:cs="Times New Roman"/>
                <w:bCs/>
                <w:color w:val="000000" w:themeColor="text1"/>
                <w:szCs w:val="28"/>
              </w:rPr>
              <w:t>;</w:t>
            </w:r>
            <w:r w:rsidRPr="0090705E">
              <w:rPr>
                <w:rFonts w:cs="Times New Roman"/>
                <w:bCs/>
                <w:color w:val="000000" w:themeColor="text1"/>
                <w:szCs w:val="28"/>
              </w:rPr>
              <w:t xml:space="preserve"> </w:t>
            </w:r>
          </w:p>
          <w:p w14:paraId="265D17BE" w14:textId="77777777" w:rsidR="00875C76" w:rsidRPr="0090705E" w:rsidRDefault="00875C76" w:rsidP="00875C76">
            <w:pPr>
              <w:widowControl w:val="0"/>
              <w:tabs>
                <w:tab w:val="left" w:pos="350"/>
              </w:tabs>
              <w:spacing w:line="230" w:lineRule="auto"/>
              <w:ind w:firstLine="0"/>
              <w:jc w:val="left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0" w:themeColor="text1"/>
                <w:szCs w:val="28"/>
              </w:rPr>
            </w:pPr>
            <w:r w:rsidRPr="0090705E">
              <w:rPr>
                <w:rFonts w:cs="Times New Roman"/>
                <w:bCs/>
                <w:color w:val="000000" w:themeColor="text1"/>
                <w:szCs w:val="28"/>
              </w:rPr>
              <w:t xml:space="preserve">- </w:t>
            </w:r>
            <w:r>
              <w:rPr>
                <w:rFonts w:cs="Times New Roman"/>
                <w:bCs/>
                <w:color w:val="000000" w:themeColor="text1"/>
                <w:szCs w:val="28"/>
              </w:rPr>
              <w:t xml:space="preserve">увеличение внутренних затрат на исследования и разработки за счет всех источников до 13 млрд рублей к 2030 году </w:t>
            </w:r>
          </w:p>
        </w:tc>
      </w:tr>
      <w:tr w:rsidR="00875C76" w:rsidRPr="009669D4" w14:paraId="1A332BB9" w14:textId="77777777" w:rsidTr="002E7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8" w:type="pct"/>
          </w:tcPr>
          <w:p w14:paraId="1BD0DB95" w14:textId="77777777" w:rsidR="00875C76" w:rsidRPr="009669D4" w:rsidRDefault="00875C76" w:rsidP="00A74AA4">
            <w:pPr>
              <w:widowControl w:val="0"/>
              <w:tabs>
                <w:tab w:val="left" w:pos="350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color w:val="000000" w:themeColor="text1"/>
                <w:szCs w:val="28"/>
              </w:rPr>
            </w:pPr>
            <w:r w:rsidRPr="009669D4">
              <w:rPr>
                <w:rFonts w:cs="Times New Roman"/>
                <w:bCs/>
                <w:color w:val="000000" w:themeColor="text1"/>
                <w:szCs w:val="28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2832" w:type="pct"/>
          </w:tcPr>
          <w:p w14:paraId="3684A824" w14:textId="77777777" w:rsidR="00875C76" w:rsidRPr="009669D4" w:rsidRDefault="00875C76" w:rsidP="00875C76">
            <w:pPr>
              <w:widowControl w:val="0"/>
              <w:tabs>
                <w:tab w:val="left" w:pos="350"/>
              </w:tabs>
              <w:spacing w:line="230" w:lineRule="auto"/>
              <w:ind w:firstLine="0"/>
              <w:jc w:val="left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0" w:themeColor="text1"/>
                <w:szCs w:val="28"/>
              </w:rPr>
            </w:pPr>
            <w:r>
              <w:rPr>
                <w:rFonts w:cs="Times New Roman"/>
                <w:bCs/>
                <w:szCs w:val="28"/>
                <w:lang w:bidi="ru-RU"/>
              </w:rPr>
              <w:t>2253792,9</w:t>
            </w:r>
            <w:r w:rsidRPr="00CB45F0">
              <w:rPr>
                <w:rFonts w:cs="Times New Roman"/>
                <w:bCs/>
                <w:szCs w:val="28"/>
                <w:lang w:bidi="ru-RU"/>
              </w:rPr>
              <w:t xml:space="preserve"> тыс. рублей</w:t>
            </w:r>
          </w:p>
        </w:tc>
      </w:tr>
      <w:tr w:rsidR="00875C76" w:rsidRPr="009669D4" w14:paraId="33107C96" w14:textId="77777777" w:rsidTr="002E77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8" w:type="pct"/>
          </w:tcPr>
          <w:p w14:paraId="382105FD" w14:textId="77777777" w:rsidR="00875C76" w:rsidRPr="009669D4" w:rsidRDefault="00875C76" w:rsidP="00A74AA4">
            <w:pPr>
              <w:widowControl w:val="0"/>
              <w:tabs>
                <w:tab w:val="left" w:pos="350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color w:val="000000" w:themeColor="text1"/>
                <w:szCs w:val="28"/>
              </w:rPr>
            </w:pPr>
            <w:r w:rsidRPr="009669D4">
              <w:rPr>
                <w:rFonts w:cs="Times New Roman"/>
                <w:bCs/>
                <w:color w:val="000000" w:themeColor="text1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832" w:type="pct"/>
          </w:tcPr>
          <w:p w14:paraId="65EF9413" w14:textId="77777777" w:rsidR="00875C76" w:rsidRPr="009669D4" w:rsidRDefault="00875C76" w:rsidP="00875C76">
            <w:pPr>
              <w:widowControl w:val="0"/>
              <w:tabs>
                <w:tab w:val="left" w:pos="350"/>
              </w:tabs>
              <w:spacing w:line="230" w:lineRule="auto"/>
              <w:ind w:firstLine="0"/>
              <w:jc w:val="left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  <w:color w:val="000000" w:themeColor="text1"/>
                <w:szCs w:val="28"/>
              </w:rPr>
            </w:pPr>
            <w:r>
              <w:rPr>
                <w:rFonts w:cs="Times New Roman"/>
                <w:bCs/>
                <w:color w:val="000000" w:themeColor="text1"/>
                <w:szCs w:val="28"/>
              </w:rPr>
              <w:t>национальная цель «Технологическое лидерство» (обеспечение к 2030 году вхождения Российской Федерации в число 10 ведущих стран мира по объему научных исследований и разработок)</w:t>
            </w:r>
            <w:r w:rsidRPr="00552DAB">
              <w:rPr>
                <w:rFonts w:cs="Times New Roman"/>
                <w:bCs/>
                <w:color w:val="000000" w:themeColor="text1"/>
                <w:szCs w:val="28"/>
              </w:rPr>
              <w:t>/</w:t>
            </w:r>
            <w:r>
              <w:rPr>
                <w:rFonts w:cs="Times New Roman"/>
                <w:bCs/>
                <w:color w:val="000000" w:themeColor="text1"/>
                <w:szCs w:val="28"/>
              </w:rPr>
              <w:t xml:space="preserve"> государственная программа Российской Федерации «Научно-технологическое развитие Российской Федерации»</w:t>
            </w:r>
          </w:p>
        </w:tc>
      </w:tr>
    </w:tbl>
    <w:p w14:paraId="7A1E6D20" w14:textId="77777777" w:rsidR="00875C76" w:rsidRPr="00785CB8" w:rsidRDefault="00875C76" w:rsidP="007F7B4E">
      <w:pPr>
        <w:pageBreakBefore/>
        <w:overflowPunct w:val="0"/>
        <w:autoSpaceDE w:val="0"/>
        <w:autoSpaceDN w:val="0"/>
        <w:adjustRightInd w:val="0"/>
        <w:spacing w:line="247" w:lineRule="auto"/>
        <w:ind w:firstLine="0"/>
        <w:jc w:val="center"/>
        <w:textAlignment w:val="baseline"/>
        <w:rPr>
          <w:rFonts w:cs="Times New Roman"/>
          <w:szCs w:val="28"/>
          <w:lang w:eastAsia="ru-RU"/>
        </w:rPr>
      </w:pPr>
      <w:r w:rsidRPr="00785CB8">
        <w:rPr>
          <w:rFonts w:cs="Times New Roman"/>
          <w:szCs w:val="28"/>
          <w:lang w:eastAsia="ru-RU"/>
        </w:rPr>
        <w:lastRenderedPageBreak/>
        <w:t xml:space="preserve">2. Показатели Государственной программы </w:t>
      </w:r>
    </w:p>
    <w:p w14:paraId="7C4D50BE" w14:textId="77777777" w:rsidR="00875C76" w:rsidRPr="00834082" w:rsidRDefault="00875C76" w:rsidP="00834082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</w:pPr>
    </w:p>
    <w:p w14:paraId="3D1F8D6C" w14:textId="77777777" w:rsidR="00875C76" w:rsidRPr="00785CB8" w:rsidRDefault="00875C76" w:rsidP="00875C76">
      <w:pPr>
        <w:overflowPunct w:val="0"/>
        <w:autoSpaceDE w:val="0"/>
        <w:autoSpaceDN w:val="0"/>
        <w:adjustRightInd w:val="0"/>
        <w:spacing w:line="247" w:lineRule="auto"/>
        <w:ind w:firstLine="0"/>
        <w:jc w:val="both"/>
        <w:textAlignment w:val="baseline"/>
        <w:rPr>
          <w:rFonts w:cs="Times New Roman"/>
          <w:sz w:val="2"/>
          <w:szCs w:val="2"/>
          <w:lang w:eastAsia="ru-RU"/>
        </w:rPr>
      </w:pPr>
    </w:p>
    <w:p w14:paraId="7E814092" w14:textId="77777777" w:rsidR="00875C76" w:rsidRPr="00B27DB1" w:rsidRDefault="00875C76" w:rsidP="00875C76">
      <w:pPr>
        <w:spacing w:line="247" w:lineRule="auto"/>
        <w:rPr>
          <w:sz w:val="2"/>
          <w:szCs w:val="2"/>
        </w:rPr>
      </w:pPr>
    </w:p>
    <w:p w14:paraId="6F859F26" w14:textId="77777777" w:rsidR="00875C76" w:rsidRPr="00D90A96" w:rsidRDefault="00875C76" w:rsidP="00C62D2F">
      <w:pPr>
        <w:rPr>
          <w:sz w:val="2"/>
          <w:szCs w:val="2"/>
        </w:rPr>
      </w:pPr>
    </w:p>
    <w:tbl>
      <w:tblPr>
        <w:tblStyle w:val="351"/>
        <w:tblW w:w="5040" w:type="pct"/>
        <w:tblInd w:w="-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1702"/>
        <w:gridCol w:w="850"/>
        <w:gridCol w:w="850"/>
        <w:gridCol w:w="850"/>
        <w:gridCol w:w="705"/>
        <w:gridCol w:w="565"/>
        <w:gridCol w:w="568"/>
        <w:gridCol w:w="568"/>
        <w:gridCol w:w="565"/>
        <w:gridCol w:w="568"/>
        <w:gridCol w:w="568"/>
        <w:gridCol w:w="565"/>
        <w:gridCol w:w="568"/>
        <w:gridCol w:w="992"/>
        <w:gridCol w:w="1276"/>
        <w:gridCol w:w="2330"/>
      </w:tblGrid>
      <w:tr w:rsidR="00C62D2F" w:rsidRPr="00D90A96" w14:paraId="647C837B" w14:textId="77777777" w:rsidTr="00132DEA">
        <w:trPr>
          <w:trHeight w:val="20"/>
          <w:tblHeader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8948A" w14:textId="77777777" w:rsidR="00834082" w:rsidRPr="00D90A96" w:rsidRDefault="00834082" w:rsidP="00834082">
            <w:pPr>
              <w:tabs>
                <w:tab w:val="left" w:pos="284"/>
              </w:tabs>
              <w:ind w:firstLine="0"/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 w:rsidRPr="00D90A96">
              <w:rPr>
                <w:rFonts w:cs="Times New Roman"/>
                <w:sz w:val="22"/>
                <w:szCs w:val="22"/>
              </w:rPr>
              <w:t>№</w:t>
            </w:r>
          </w:p>
          <w:p w14:paraId="788E4B19" w14:textId="1AC730ED" w:rsidR="00C62D2F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sz w:val="22"/>
                <w:szCs w:val="22"/>
              </w:rPr>
              <w:t>п/п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3E915" w14:textId="0CF1CF5A" w:rsidR="00C62D2F" w:rsidRPr="00D90A96" w:rsidRDefault="00834082" w:rsidP="00C62D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18CCB" w14:textId="4F45DD6E" w:rsidR="00C62D2F" w:rsidRPr="00D90A96" w:rsidRDefault="00834082" w:rsidP="00C62D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sz w:val="22"/>
                <w:szCs w:val="22"/>
              </w:rPr>
              <w:t>Уро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вень пока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за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теля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30A23" w14:textId="52951DA9" w:rsidR="00C62D2F" w:rsidRPr="00D90A96" w:rsidRDefault="00834082" w:rsidP="00C62D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Дина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мика по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казате</w:t>
            </w:r>
            <w:r w:rsidR="00991052">
              <w:rPr>
                <w:rFonts w:cs="Times New Roman"/>
                <w:bCs/>
                <w:sz w:val="22"/>
                <w:szCs w:val="22"/>
              </w:rPr>
              <w:softHyphen/>
            </w:r>
            <w:r w:rsidRPr="00D90A96">
              <w:rPr>
                <w:rFonts w:cs="Times New Roman"/>
                <w:bCs/>
                <w:sz w:val="22"/>
                <w:szCs w:val="22"/>
              </w:rPr>
              <w:t>ля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9C4DC" w14:textId="77777777" w:rsidR="00834082" w:rsidRPr="00D90A96" w:rsidRDefault="00834082" w:rsidP="00834082">
            <w:pPr>
              <w:tabs>
                <w:tab w:val="left" w:pos="284"/>
              </w:tabs>
              <w:ind w:firstLine="0"/>
              <w:contextualSpacing/>
              <w:jc w:val="center"/>
              <w:rPr>
                <w:rFonts w:cs="Times New Roman"/>
                <w:sz w:val="22"/>
                <w:szCs w:val="22"/>
              </w:rPr>
            </w:pPr>
            <w:r w:rsidRPr="00D90A96">
              <w:rPr>
                <w:rFonts w:cs="Times New Roman"/>
                <w:sz w:val="22"/>
                <w:szCs w:val="22"/>
              </w:rPr>
              <w:t>Еди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ница измере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ния</w:t>
            </w:r>
          </w:p>
          <w:p w14:paraId="6F1891A4" w14:textId="4C22218F" w:rsidR="00C62D2F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sz w:val="22"/>
                <w:szCs w:val="22"/>
              </w:rPr>
              <w:t xml:space="preserve">(по </w:t>
            </w:r>
            <w:r w:rsidRPr="00D90A96">
              <w:rPr>
                <w:rFonts w:cs="Times New Roman"/>
                <w:spacing w:val="-6"/>
                <w:sz w:val="22"/>
                <w:szCs w:val="22"/>
              </w:rPr>
              <w:t>ОКЕИ)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0411" w14:textId="5DB98433" w:rsidR="00C62D2F" w:rsidRPr="00D90A96" w:rsidRDefault="00834082" w:rsidP="00C62D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134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A070" w14:textId="5FF9E9FC" w:rsidR="00C62D2F" w:rsidRPr="00D90A96" w:rsidRDefault="00834082" w:rsidP="00C62D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8C3BB" w14:textId="7C8C6FCA" w:rsidR="00C62D2F" w:rsidRPr="00D90A96" w:rsidRDefault="00834082" w:rsidP="00C62D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sz w:val="22"/>
                <w:szCs w:val="22"/>
              </w:rPr>
              <w:t>Доку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мент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984A6" w14:textId="4EA9F9C1" w:rsidR="00C62D2F" w:rsidRPr="00D90A96" w:rsidRDefault="00834082" w:rsidP="00C62D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sz w:val="22"/>
                <w:szCs w:val="22"/>
              </w:rPr>
              <w:t>Ответ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ственный за до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сти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жение по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каза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теля</w:t>
            </w: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AA4B7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sz w:val="22"/>
                <w:szCs w:val="22"/>
              </w:rPr>
              <w:t>Связь с пока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зате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лями националь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ных целей</w:t>
            </w:r>
          </w:p>
          <w:p w14:paraId="7512921E" w14:textId="77777777" w:rsidR="00C62D2F" w:rsidRPr="00D90A96" w:rsidRDefault="00C62D2F" w:rsidP="00C62D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</w:p>
        </w:tc>
      </w:tr>
      <w:tr w:rsidR="00834082" w:rsidRPr="00D90A96" w14:paraId="68ADFAB0" w14:textId="77777777" w:rsidTr="00132DEA">
        <w:trPr>
          <w:trHeight w:val="20"/>
          <w:tblHeader/>
        </w:trPr>
        <w:tc>
          <w:tcPr>
            <w:tcW w:w="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48AF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</w:p>
        </w:tc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17D2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</w:p>
        </w:tc>
        <w:tc>
          <w:tcPr>
            <w:tcW w:w="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C09C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</w:p>
        </w:tc>
        <w:tc>
          <w:tcPr>
            <w:tcW w:w="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06A7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</w:p>
        </w:tc>
        <w:tc>
          <w:tcPr>
            <w:tcW w:w="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F04F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F705" w14:textId="1F829E2C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sz w:val="22"/>
                <w:szCs w:val="22"/>
              </w:rPr>
              <w:t>зна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че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449E" w14:textId="5341C22C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5E61" w14:textId="2C1C7021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spacing w:val="-8"/>
                <w:sz w:val="22"/>
                <w:szCs w:val="22"/>
              </w:rPr>
              <w:t>2024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882E" w14:textId="5A067A6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spacing w:val="-8"/>
                <w:sz w:val="22"/>
                <w:szCs w:val="22"/>
              </w:rPr>
              <w:t>2025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177C" w14:textId="4592A825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spacing w:val="-8"/>
                <w:sz w:val="22"/>
                <w:szCs w:val="22"/>
              </w:rPr>
              <w:t>2026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FAE3" w14:textId="26496E68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spacing w:val="-6"/>
                <w:sz w:val="22"/>
                <w:szCs w:val="22"/>
              </w:rPr>
              <w:t>2027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C6A2" w14:textId="6A1D52E3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spacing w:val="-6"/>
                <w:sz w:val="22"/>
                <w:szCs w:val="22"/>
              </w:rPr>
              <w:t>2028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0B8C" w14:textId="0201B6C5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spacing w:val="-6"/>
                <w:sz w:val="22"/>
                <w:szCs w:val="22"/>
              </w:rPr>
              <w:t>2029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B367" w14:textId="16CD510D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  <w:r w:rsidRPr="00D90A96">
              <w:rPr>
                <w:rFonts w:cs="Times New Roman"/>
                <w:spacing w:val="-6"/>
                <w:sz w:val="22"/>
                <w:szCs w:val="22"/>
              </w:rPr>
              <w:t>2030</w:t>
            </w:r>
          </w:p>
        </w:tc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6371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A49D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</w:p>
        </w:tc>
        <w:tc>
          <w:tcPr>
            <w:tcW w:w="7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0E94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</w:rPr>
            </w:pPr>
          </w:p>
        </w:tc>
      </w:tr>
    </w:tbl>
    <w:p w14:paraId="739C0C68" w14:textId="77777777" w:rsidR="00635EA9" w:rsidRPr="00635EA9" w:rsidRDefault="00635EA9">
      <w:pPr>
        <w:rPr>
          <w:sz w:val="2"/>
          <w:szCs w:val="2"/>
        </w:rPr>
      </w:pPr>
    </w:p>
    <w:tbl>
      <w:tblPr>
        <w:tblStyle w:val="351"/>
        <w:tblW w:w="5040" w:type="pct"/>
        <w:tblInd w:w="-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1702"/>
        <w:gridCol w:w="850"/>
        <w:gridCol w:w="850"/>
        <w:gridCol w:w="850"/>
        <w:gridCol w:w="705"/>
        <w:gridCol w:w="565"/>
        <w:gridCol w:w="568"/>
        <w:gridCol w:w="568"/>
        <w:gridCol w:w="565"/>
        <w:gridCol w:w="568"/>
        <w:gridCol w:w="568"/>
        <w:gridCol w:w="565"/>
        <w:gridCol w:w="568"/>
        <w:gridCol w:w="992"/>
        <w:gridCol w:w="1276"/>
        <w:gridCol w:w="2330"/>
      </w:tblGrid>
      <w:tr w:rsidR="00834082" w:rsidRPr="00D90A96" w14:paraId="602BA947" w14:textId="77777777" w:rsidTr="00C62D2F">
        <w:trPr>
          <w:trHeight w:val="20"/>
          <w:tblHeader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6A84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3195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DCB3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8204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95C3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5087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1A17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D666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CC37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268E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07DA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101D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DAD1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32D5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E3FB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DC6B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16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AC3F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17</w:t>
            </w:r>
          </w:p>
        </w:tc>
      </w:tr>
      <w:tr w:rsidR="00834082" w:rsidRPr="00D90A96" w14:paraId="469857E2" w14:textId="77777777" w:rsidTr="00C62D2F">
        <w:trPr>
          <w:trHeight w:val="2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F212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Цель Государственной программы – увеличение доли исследователей в возрасте до 39 лет</w:t>
            </w:r>
            <w:r w:rsidRPr="00D90A96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D90A96">
              <w:rPr>
                <w:rFonts w:cs="Times New Roman"/>
                <w:bCs/>
                <w:sz w:val="22"/>
                <w:szCs w:val="22"/>
              </w:rPr>
              <w:t>в общей численности исследователей до 51 процента к 2030 году</w:t>
            </w:r>
          </w:p>
        </w:tc>
      </w:tr>
      <w:tr w:rsidR="00834082" w:rsidRPr="00D90A96" w14:paraId="17BFE943" w14:textId="77777777" w:rsidTr="00C62D2F">
        <w:trPr>
          <w:trHeight w:val="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4D8B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C289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sz w:val="22"/>
                <w:szCs w:val="22"/>
              </w:rPr>
              <w:t>Доля исследо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вателей в воз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расте до 39 лет в общей чис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лен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ности исследо</w:t>
            </w:r>
            <w:r w:rsidRPr="00D90A96">
              <w:rPr>
                <w:rFonts w:cs="Times New Roman"/>
                <w:sz w:val="22"/>
                <w:szCs w:val="22"/>
              </w:rPr>
              <w:softHyphen/>
              <w:t>вателей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D0F8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ГП ЯО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93B6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возрас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тание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69E3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про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центов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8DC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40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E6AA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B7B7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44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A48D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46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6A1F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47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0A3E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48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C456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49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12F4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50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C9D9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51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4DF1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Государ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ственная про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 xml:space="preserve">грамма 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F4A9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МСКиНТР</w:t>
            </w:r>
          </w:p>
          <w:p w14:paraId="6F5CD6A0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ЯО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B328" w14:textId="2521C41C" w:rsidR="00834082" w:rsidRPr="00D90A96" w:rsidRDefault="00834082" w:rsidP="00AE658A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t>обеспечение к 2030 году вхож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дения  Рос</w:t>
            </w:r>
            <w:r w:rsidR="00991052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t>сий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ской Федерации в число 10 ве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ду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щих стран мира по объ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ему науч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ных исследова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ний и разрабо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ток</w:t>
            </w:r>
          </w:p>
        </w:tc>
      </w:tr>
      <w:tr w:rsidR="00834082" w:rsidRPr="00D90A96" w14:paraId="0293AB09" w14:textId="77777777" w:rsidTr="00C62D2F">
        <w:trPr>
          <w:trHeight w:val="2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801D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Цель Государственной программы – увеличение доли профессорско-преподавательского состава в возрасте до 39 лет в общей численности профессорско-преподавательского состава до 35 процентов к 2030 году</w:t>
            </w:r>
          </w:p>
        </w:tc>
      </w:tr>
      <w:tr w:rsidR="00834082" w:rsidRPr="00D90A96" w14:paraId="11B788E8" w14:textId="77777777" w:rsidTr="00C62D2F">
        <w:trPr>
          <w:trHeight w:val="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2B38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F0F8" w14:textId="1A93EBA1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Доля профес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сорско-препо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да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вательского со</w:t>
            </w:r>
            <w:r w:rsidR="00991052">
              <w:rPr>
                <w:rFonts w:cs="Times New Roman"/>
                <w:bCs/>
                <w:sz w:val="22"/>
                <w:szCs w:val="22"/>
              </w:rPr>
              <w:softHyphen/>
            </w:r>
            <w:r w:rsidRPr="00D90A96">
              <w:rPr>
                <w:rFonts w:cs="Times New Roman"/>
                <w:bCs/>
                <w:sz w:val="22"/>
                <w:szCs w:val="22"/>
              </w:rPr>
              <w:t>става в воз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расте до 39 лет в об</w:t>
            </w:r>
            <w:r w:rsidR="00991052">
              <w:rPr>
                <w:rFonts w:cs="Times New Roman"/>
                <w:bCs/>
                <w:sz w:val="22"/>
                <w:szCs w:val="22"/>
              </w:rPr>
              <w:softHyphen/>
            </w:r>
            <w:r w:rsidRPr="00D90A96">
              <w:rPr>
                <w:rFonts w:cs="Times New Roman"/>
                <w:bCs/>
                <w:sz w:val="22"/>
                <w:szCs w:val="22"/>
              </w:rPr>
              <w:t>щей чис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лен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ности профес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сорско-препода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ва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тельского со</w:t>
            </w:r>
            <w:r w:rsidR="00991052">
              <w:rPr>
                <w:rFonts w:cs="Times New Roman"/>
                <w:bCs/>
                <w:sz w:val="22"/>
                <w:szCs w:val="22"/>
              </w:rPr>
              <w:softHyphen/>
            </w:r>
            <w:r w:rsidRPr="00D90A96">
              <w:rPr>
                <w:rFonts w:cs="Times New Roman"/>
                <w:bCs/>
                <w:sz w:val="22"/>
                <w:szCs w:val="22"/>
              </w:rPr>
              <w:t>става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1A9C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ГП ЯО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9536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возрас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тание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F77B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про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центов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12BB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28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8319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36F7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44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7653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30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2AC4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31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6828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32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C742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33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0B36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34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0776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35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029F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Госу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дар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ственная про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 xml:space="preserve">грамма 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75E9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МСКиНТР</w:t>
            </w:r>
          </w:p>
          <w:p w14:paraId="228B57EB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ЯО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97E7" w14:textId="77777777" w:rsidR="00834082" w:rsidRPr="00D90A96" w:rsidRDefault="00834082" w:rsidP="00AE658A">
            <w:pPr>
              <w:ind w:firstLine="0"/>
              <w:jc w:val="center"/>
              <w:rPr>
                <w:sz w:val="22"/>
                <w:szCs w:val="22"/>
              </w:rPr>
            </w:pPr>
            <w:r w:rsidRPr="00D90A96">
              <w:rPr>
                <w:sz w:val="22"/>
                <w:szCs w:val="22"/>
              </w:rPr>
              <w:t>обеспечение к 2030 году вхождения Рос</w:t>
            </w:r>
            <w:r w:rsidRPr="00D90A96">
              <w:rPr>
                <w:sz w:val="22"/>
                <w:szCs w:val="22"/>
              </w:rPr>
              <w:softHyphen/>
              <w:t>сийской Федера</w:t>
            </w:r>
            <w:r w:rsidRPr="00D90A96">
              <w:rPr>
                <w:sz w:val="22"/>
                <w:szCs w:val="22"/>
              </w:rPr>
              <w:softHyphen/>
              <w:t>ции в число 10 ве</w:t>
            </w:r>
            <w:r w:rsidRPr="00D90A96">
              <w:rPr>
                <w:sz w:val="22"/>
                <w:szCs w:val="22"/>
              </w:rPr>
              <w:softHyphen/>
              <w:t>дущих стран мира по объ</w:t>
            </w:r>
            <w:r w:rsidRPr="00D90A96">
              <w:rPr>
                <w:sz w:val="22"/>
                <w:szCs w:val="22"/>
              </w:rPr>
              <w:softHyphen/>
              <w:t>ему научных исследований и разработок</w:t>
            </w:r>
          </w:p>
          <w:p w14:paraId="02A86857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34082" w:rsidRPr="00D90A96" w14:paraId="67DEBAC9" w14:textId="77777777" w:rsidTr="00C62D2F">
        <w:trPr>
          <w:trHeight w:val="2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E1B5" w14:textId="70ACDCB1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Цель Государственной программы – увеличение доли созданных объектов научно-образовательной и технологической инфраструктуры в Ярославской об</w:t>
            </w:r>
            <w:r w:rsidR="00991052">
              <w:rPr>
                <w:rFonts w:cs="Times New Roman"/>
                <w:bCs/>
                <w:sz w:val="22"/>
                <w:szCs w:val="22"/>
              </w:rPr>
              <w:softHyphen/>
            </w:r>
            <w:r w:rsidRPr="00D90A96">
              <w:rPr>
                <w:rFonts w:cs="Times New Roman"/>
                <w:bCs/>
                <w:sz w:val="22"/>
                <w:szCs w:val="22"/>
              </w:rPr>
              <w:t>ласти до 7 единиц к 2030 году</w:t>
            </w:r>
          </w:p>
        </w:tc>
      </w:tr>
      <w:tr w:rsidR="00834082" w:rsidRPr="00D90A96" w14:paraId="2DC76B02" w14:textId="77777777" w:rsidTr="00C62D2F">
        <w:trPr>
          <w:trHeight w:val="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AFA5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C19" w14:textId="3E9E56B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Количество со</w:t>
            </w:r>
            <w:r w:rsidR="00991052">
              <w:rPr>
                <w:rFonts w:cs="Times New Roman"/>
                <w:bCs/>
                <w:sz w:val="22"/>
                <w:szCs w:val="22"/>
              </w:rPr>
              <w:softHyphen/>
            </w:r>
            <w:r w:rsidRPr="00D90A96">
              <w:rPr>
                <w:rFonts w:cs="Times New Roman"/>
                <w:bCs/>
                <w:sz w:val="22"/>
                <w:szCs w:val="22"/>
              </w:rPr>
              <w:t>зданных объ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ектов научно-</w:t>
            </w:r>
            <w:r w:rsidRPr="00D90A96">
              <w:rPr>
                <w:rFonts w:cs="Times New Roman"/>
                <w:bCs/>
                <w:sz w:val="22"/>
                <w:szCs w:val="22"/>
              </w:rPr>
              <w:lastRenderedPageBreak/>
              <w:t>образователь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ной и техно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логиче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ской ин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фра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структуры в Ярославской области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17ED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A574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возрас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тание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427D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единиц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65BE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E392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1EB2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7785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EF87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C915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FED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7655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6F8C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3170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Госу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дар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ствен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ная про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</w:r>
            <w:r w:rsidRPr="00D90A96">
              <w:rPr>
                <w:rFonts w:cs="Times New Roman"/>
                <w:bCs/>
                <w:sz w:val="22"/>
                <w:szCs w:val="22"/>
              </w:rPr>
              <w:lastRenderedPageBreak/>
              <w:t xml:space="preserve">грамма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7EF6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lastRenderedPageBreak/>
              <w:t>МСКиНТР</w:t>
            </w:r>
          </w:p>
          <w:p w14:paraId="31148513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ЯО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FE58" w14:textId="77777777" w:rsidR="00834082" w:rsidRPr="00D90A96" w:rsidRDefault="00834082" w:rsidP="00AE658A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t>обеспечение к 2030 году вхождения Рос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сийской Феде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 xml:space="preserve">рации 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lastRenderedPageBreak/>
              <w:t>в число 10 ве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дущих стран мира по объ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ему научных исследований и разработок</w:t>
            </w:r>
          </w:p>
        </w:tc>
      </w:tr>
      <w:tr w:rsidR="00834082" w:rsidRPr="00D90A96" w14:paraId="76CB1007" w14:textId="77777777" w:rsidTr="00C62D2F">
        <w:trPr>
          <w:trHeight w:val="454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FB13" w14:textId="77777777" w:rsidR="00834082" w:rsidRPr="00D90A96" w:rsidRDefault="00834082" w:rsidP="00834082">
            <w:pPr>
              <w:widowControl w:val="0"/>
              <w:tabs>
                <w:tab w:val="left" w:pos="350"/>
              </w:tabs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lastRenderedPageBreak/>
              <w:t xml:space="preserve">Цель Государственной программы – увеличение внутренних затрат на исследования и разработки за счет всех источников до </w:t>
            </w:r>
          </w:p>
          <w:p w14:paraId="618CEF74" w14:textId="77777777" w:rsidR="00834082" w:rsidRPr="00D90A96" w:rsidRDefault="00834082" w:rsidP="00834082">
            <w:pPr>
              <w:widowControl w:val="0"/>
              <w:tabs>
                <w:tab w:val="left" w:pos="350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13 млрд рублей к 2030 году</w:t>
            </w:r>
          </w:p>
        </w:tc>
      </w:tr>
      <w:tr w:rsidR="00834082" w:rsidRPr="00D90A96" w14:paraId="3B2424E8" w14:textId="77777777" w:rsidTr="00C62D2F">
        <w:trPr>
          <w:trHeight w:val="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C30B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4.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696B" w14:textId="473F407A" w:rsidR="00834082" w:rsidRPr="00D90A96" w:rsidRDefault="00834082" w:rsidP="00834082">
            <w:pPr>
              <w:pStyle w:val="af9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t>Внутренние за</w:t>
            </w:r>
            <w:r w:rsidR="00991052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t>траты на иссле</w:t>
            </w:r>
            <w:r w:rsidR="00991052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t>дования и раз</w:t>
            </w:r>
            <w:r w:rsidR="00991052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t>работки за счет всех источников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0158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ГП ЯО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4DC9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возрас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тание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D011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млрд рублей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F0EB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11,9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51EC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8972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DBE3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8EDF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12,2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E126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12,5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2401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12,7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2DB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12,9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22E5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5BAC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Госу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дар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ствен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ная про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грамма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9CF6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МСКиНТР ЯО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9483" w14:textId="603E6628" w:rsidR="00834082" w:rsidRPr="00D90A96" w:rsidRDefault="00834082" w:rsidP="00AE658A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обеспечение к 2030 году вхождения Российской Федерации в число 10 ведущих стран мира по объему научных иссле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дований и разработок</w:t>
            </w:r>
          </w:p>
        </w:tc>
      </w:tr>
      <w:tr w:rsidR="00834082" w:rsidRPr="00D90A96" w14:paraId="0EAFDF4D" w14:textId="77777777" w:rsidTr="00C62D2F">
        <w:trPr>
          <w:trHeight w:val="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9E69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5.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22F3" w14:textId="44942A9B" w:rsidR="00834082" w:rsidRPr="00D90A96" w:rsidRDefault="00834082" w:rsidP="00834082">
            <w:pPr>
              <w:pStyle w:val="af9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ра</w:t>
            </w:r>
            <w:r w:rsidR="00991052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t>бочих мест, планируемых к созданию дей</w:t>
            </w:r>
            <w:r w:rsidR="00991052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t>ствующими</w:t>
            </w:r>
          </w:p>
          <w:p w14:paraId="2F93810C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резидентами НПЦ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68C0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ГП ЯО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5ADB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возрас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тание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3383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единиц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0C04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F715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9D65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1171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F83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85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1145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276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677E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281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4E66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248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822F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  <w:highlight w:val="cyan"/>
                <w:lang w:val="en-US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199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2AD3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Госу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дар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ствен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ная про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 xml:space="preserve">грамма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D41E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МСКиНТР</w:t>
            </w:r>
          </w:p>
          <w:p w14:paraId="4047594B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ЯО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5649" w14:textId="77777777" w:rsidR="00834082" w:rsidRPr="00D90A96" w:rsidRDefault="00834082" w:rsidP="00AE658A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t>обеспечение к 2030 году вхождения Рос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сийской Феде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рации в число 10 ве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дущих стран мира по объ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ему научных исследований и разработок</w:t>
            </w:r>
          </w:p>
        </w:tc>
      </w:tr>
      <w:tr w:rsidR="00834082" w:rsidRPr="00D90A96" w14:paraId="32475439" w14:textId="77777777" w:rsidTr="00C62D2F">
        <w:trPr>
          <w:trHeight w:val="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9F8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 xml:space="preserve">6.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5D06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Доля внебюд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жетных средств в общем плани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руемом объеме затрат на реа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лизацию про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екта НПЦ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9648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ГП ЯО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1F9A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возрас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тание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0972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про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центов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4496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1718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BD14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5513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8534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5,48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0AC8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4,39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9444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5,52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C6FA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6,27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293C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7,03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900E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Госу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дар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ствен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ная про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 xml:space="preserve">грамма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37D6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МСКиНТР</w:t>
            </w:r>
          </w:p>
          <w:p w14:paraId="18C9E2EA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ЯО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DA24" w14:textId="77777777" w:rsidR="00834082" w:rsidRPr="00D90A96" w:rsidRDefault="00834082" w:rsidP="00AE658A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t>обеспечение к 2030 году вхождения Рос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сийской Феде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рации в число 10 ве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дущих стран мира по объ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ему научных исследований и разработок</w:t>
            </w:r>
          </w:p>
        </w:tc>
      </w:tr>
      <w:tr w:rsidR="00834082" w:rsidRPr="00D90A96" w14:paraId="79537208" w14:textId="77777777" w:rsidTr="00C62D2F">
        <w:trPr>
          <w:trHeight w:val="2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CA92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7.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4842" w14:textId="66C9BF61" w:rsidR="00834082" w:rsidRPr="00D90A96" w:rsidRDefault="00834082" w:rsidP="00834082">
            <w:pPr>
              <w:pStyle w:val="af9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t>Отношение суммы прогно</w:t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  <w:t>зируемых нало</w:t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  <w:t>говых поступ</w:t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  <w:t>лений в феде</w:t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  <w:t>ральный бюд</w:t>
            </w:r>
            <w:r w:rsidR="00991052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жет за счет со</w:t>
            </w:r>
            <w:r w:rsidR="00991052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t>здания и экс</w:t>
            </w:r>
            <w:r w:rsidR="00991052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t>плуатации НПЦ, а также деятель</w:t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  <w:t>ности действу</w:t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  <w:t>ющих резиден</w:t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  <w:t>тов НПЦ и иных поступлений в федеральный бюджет к запра</w:t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  <w:t>шива</w:t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  <w:t>емому раз</w:t>
            </w:r>
            <w:r w:rsidR="00991052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t>меру субси</w:t>
            </w:r>
            <w:r w:rsidRPr="00D90A96">
              <w:rPr>
                <w:rFonts w:ascii="Times New Roman" w:hAnsi="Times New Roman" w:cs="Times New Roman"/>
                <w:bCs/>
                <w:sz w:val="22"/>
                <w:szCs w:val="22"/>
              </w:rPr>
              <w:softHyphen/>
              <w:t xml:space="preserve">дии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0AAE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94F9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возрас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тание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CD2D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про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центов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2471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EEDF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C98A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7585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469C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8,29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999B" w14:textId="77777777" w:rsidR="00834082" w:rsidRPr="00D90A96" w:rsidRDefault="00834082" w:rsidP="007F7B4E">
            <w:pPr>
              <w:overflowPunct w:val="0"/>
              <w:autoSpaceDE w:val="0"/>
              <w:autoSpaceDN w:val="0"/>
              <w:adjustRightInd w:val="0"/>
              <w:ind w:left="-57"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38,16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7500" w14:textId="77777777" w:rsidR="00834082" w:rsidRPr="00D90A96" w:rsidRDefault="00834082" w:rsidP="007F7B4E">
            <w:pPr>
              <w:overflowPunct w:val="0"/>
              <w:autoSpaceDE w:val="0"/>
              <w:autoSpaceDN w:val="0"/>
              <w:adjustRightInd w:val="0"/>
              <w:ind w:left="-57"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50,9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427C" w14:textId="77777777" w:rsidR="00834082" w:rsidRPr="00D90A96" w:rsidRDefault="00834082" w:rsidP="007F7B4E">
            <w:pPr>
              <w:overflowPunct w:val="0"/>
              <w:autoSpaceDE w:val="0"/>
              <w:autoSpaceDN w:val="0"/>
              <w:adjustRightInd w:val="0"/>
              <w:ind w:left="-57"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63,58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85CE" w14:textId="77777777" w:rsidR="00834082" w:rsidRPr="00D90A96" w:rsidRDefault="00834082" w:rsidP="007F7B4E">
            <w:pPr>
              <w:overflowPunct w:val="0"/>
              <w:autoSpaceDE w:val="0"/>
              <w:autoSpaceDN w:val="0"/>
              <w:adjustRightInd w:val="0"/>
              <w:ind w:left="-57"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77,21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2C38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Госу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дар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ствен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>ная про</w:t>
            </w:r>
            <w:r w:rsidRPr="00D90A96">
              <w:rPr>
                <w:rFonts w:cs="Times New Roman"/>
                <w:bCs/>
                <w:sz w:val="22"/>
                <w:szCs w:val="22"/>
              </w:rPr>
              <w:softHyphen/>
              <w:t xml:space="preserve">грамма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27E6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МСКиНТР</w:t>
            </w:r>
          </w:p>
          <w:p w14:paraId="5D4B8E4D" w14:textId="77777777" w:rsidR="00834082" w:rsidRPr="00D90A96" w:rsidRDefault="00834082" w:rsidP="0083408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D90A96">
              <w:rPr>
                <w:rFonts w:cs="Times New Roman"/>
                <w:bCs/>
                <w:sz w:val="22"/>
                <w:szCs w:val="22"/>
              </w:rPr>
              <w:t>ЯО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0175" w14:textId="77777777" w:rsidR="00834082" w:rsidRPr="00D90A96" w:rsidRDefault="00834082" w:rsidP="00AE658A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t>обеспечение к 2030 году вхождения Рос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сийской Феде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рации в число 10 ве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дущих стран мира по объ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 xml:space="preserve">ему научных исследований </w:t>
            </w:r>
            <w:r w:rsidRPr="00D90A96">
              <w:rPr>
                <w:rFonts w:cs="Times New Roman"/>
                <w:bCs/>
                <w:color w:val="000000" w:themeColor="text1"/>
                <w:sz w:val="22"/>
                <w:szCs w:val="22"/>
              </w:rPr>
              <w:lastRenderedPageBreak/>
              <w:t>и разработок</w:t>
            </w:r>
          </w:p>
          <w:p w14:paraId="0D07A50C" w14:textId="77777777" w:rsidR="00834082" w:rsidRPr="00D90A96" w:rsidRDefault="00834082" w:rsidP="00AE658A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114A9159" w14:textId="77777777" w:rsidR="00875C76" w:rsidRPr="0090705E" w:rsidRDefault="00875C76" w:rsidP="00875C76">
      <w:pPr>
        <w:overflowPunct w:val="0"/>
        <w:autoSpaceDE w:val="0"/>
        <w:autoSpaceDN w:val="0"/>
        <w:adjustRightInd w:val="0"/>
        <w:spacing w:line="247" w:lineRule="auto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p w14:paraId="74B6C14B" w14:textId="77777777" w:rsidR="00875C76" w:rsidRPr="00785CB8" w:rsidRDefault="00875C76" w:rsidP="00875C76">
      <w:pPr>
        <w:overflowPunct w:val="0"/>
        <w:autoSpaceDE w:val="0"/>
        <w:autoSpaceDN w:val="0"/>
        <w:adjustRightInd w:val="0"/>
        <w:spacing w:line="247" w:lineRule="auto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90705E">
        <w:rPr>
          <w:rFonts w:cs="Times New Roman"/>
          <w:bCs/>
          <w:szCs w:val="28"/>
          <w:lang w:eastAsia="ru-RU"/>
        </w:rPr>
        <w:t>Список используемых сокращений</w:t>
      </w:r>
    </w:p>
    <w:p w14:paraId="222262C5" w14:textId="77777777" w:rsidR="00875C76" w:rsidRPr="00E87EB5" w:rsidRDefault="00875C76" w:rsidP="00875C76">
      <w:pPr>
        <w:overflowPunct w:val="0"/>
        <w:autoSpaceDE w:val="0"/>
        <w:autoSpaceDN w:val="0"/>
        <w:adjustRightInd w:val="0"/>
        <w:spacing w:line="247" w:lineRule="auto"/>
        <w:ind w:firstLine="0"/>
        <w:jc w:val="center"/>
        <w:textAlignment w:val="baseline"/>
        <w:rPr>
          <w:rFonts w:cs="Times New Roman"/>
          <w:bCs/>
          <w:sz w:val="30"/>
          <w:szCs w:val="30"/>
          <w:lang w:eastAsia="ru-RU"/>
        </w:rPr>
      </w:pPr>
    </w:p>
    <w:p w14:paraId="1C33D13F" w14:textId="77777777" w:rsidR="00875C76" w:rsidRDefault="00875C76" w:rsidP="00875C76">
      <w:pPr>
        <w:tabs>
          <w:tab w:val="left" w:pos="284"/>
        </w:tabs>
        <w:spacing w:line="247" w:lineRule="auto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ГП ЯО – государственная программа Ярославской области</w:t>
      </w:r>
    </w:p>
    <w:p w14:paraId="0AEF21C6" w14:textId="7061EE10" w:rsidR="00875C76" w:rsidRDefault="00875C76" w:rsidP="00875C76">
      <w:pPr>
        <w:tabs>
          <w:tab w:val="left" w:pos="284"/>
        </w:tabs>
        <w:spacing w:line="247" w:lineRule="auto"/>
        <w:contextualSpacing/>
        <w:jc w:val="both"/>
        <w:rPr>
          <w:rFonts w:cs="Times New Roman"/>
          <w:szCs w:val="28"/>
        </w:rPr>
      </w:pPr>
      <w:r w:rsidRPr="00785CB8">
        <w:rPr>
          <w:rFonts w:cs="Times New Roman"/>
          <w:szCs w:val="28"/>
        </w:rPr>
        <w:t>МСКиНТР ЯО – министерство социальных коммуникаций и научно-технологического развития Ярославской области</w:t>
      </w:r>
    </w:p>
    <w:p w14:paraId="12EF7223" w14:textId="77777777" w:rsidR="00875C76" w:rsidRPr="007D2F2F" w:rsidRDefault="00875C76" w:rsidP="00875C76">
      <w:pPr>
        <w:tabs>
          <w:tab w:val="left" w:pos="284"/>
        </w:tabs>
        <w:spacing w:line="247" w:lineRule="auto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НПЦ </w:t>
      </w:r>
      <w:r w:rsidRPr="00785CB8">
        <w:rPr>
          <w:rFonts w:cs="Times New Roman"/>
          <w:szCs w:val="28"/>
        </w:rPr>
        <w:t>–</w:t>
      </w:r>
      <w:r>
        <w:rPr>
          <w:rFonts w:cs="Times New Roman"/>
          <w:szCs w:val="28"/>
        </w:rPr>
        <w:t xml:space="preserve"> научно-производственный центр испытаний и компетенций в области развития технологий беспилотных авиационных систем </w:t>
      </w:r>
    </w:p>
    <w:p w14:paraId="06FA6DF4" w14:textId="77777777" w:rsidR="00875C76" w:rsidRDefault="00875C76" w:rsidP="00875C76">
      <w:pPr>
        <w:tabs>
          <w:tab w:val="left" w:pos="284"/>
        </w:tabs>
        <w:contextualSpacing/>
        <w:jc w:val="both"/>
        <w:rPr>
          <w:rFonts w:cs="Times New Roman"/>
          <w:szCs w:val="28"/>
        </w:rPr>
      </w:pPr>
      <w:r w:rsidRPr="00785CB8">
        <w:rPr>
          <w:rFonts w:cs="Times New Roman"/>
          <w:szCs w:val="28"/>
        </w:rPr>
        <w:t>ОКЕИ – Общероссийский классификатор единиц измерения</w:t>
      </w:r>
    </w:p>
    <w:p w14:paraId="5058D6D2" w14:textId="77777777" w:rsidR="00875C76" w:rsidRDefault="00875C76" w:rsidP="00875C76">
      <w:pPr>
        <w:ind w:firstLine="0"/>
        <w:rPr>
          <w:rFonts w:cs="Times New Roman"/>
          <w:szCs w:val="28"/>
        </w:rPr>
      </w:pPr>
    </w:p>
    <w:p w14:paraId="7B36246E" w14:textId="77777777" w:rsidR="00875C76" w:rsidRPr="00785CB8" w:rsidRDefault="00875C76" w:rsidP="00875C76">
      <w:pPr>
        <w:overflowPunct w:val="0"/>
        <w:autoSpaceDE w:val="0"/>
        <w:autoSpaceDN w:val="0"/>
        <w:adjustRightInd w:val="0"/>
        <w:spacing w:line="230" w:lineRule="auto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785CB8">
        <w:rPr>
          <w:rFonts w:cs="Times New Roman"/>
          <w:bCs/>
          <w:szCs w:val="28"/>
          <w:lang w:eastAsia="ru-RU"/>
        </w:rPr>
        <w:t xml:space="preserve">3. Структура Государственной программы </w:t>
      </w:r>
    </w:p>
    <w:p w14:paraId="6720909C" w14:textId="77777777" w:rsidR="00875C76" w:rsidRPr="0032317B" w:rsidRDefault="00875C76" w:rsidP="00875C76">
      <w:pPr>
        <w:overflowPunct w:val="0"/>
        <w:autoSpaceDE w:val="0"/>
        <w:autoSpaceDN w:val="0"/>
        <w:adjustRightInd w:val="0"/>
        <w:spacing w:line="230" w:lineRule="auto"/>
        <w:ind w:firstLine="0"/>
        <w:jc w:val="center"/>
        <w:textAlignment w:val="baseline"/>
        <w:rPr>
          <w:rFonts w:cs="Times New Roman"/>
          <w:bCs/>
          <w:sz w:val="24"/>
          <w:szCs w:val="24"/>
          <w:lang w:eastAsia="ru-RU"/>
        </w:rPr>
      </w:pPr>
    </w:p>
    <w:p w14:paraId="6758AC3A" w14:textId="77777777" w:rsidR="00875C76" w:rsidRPr="00785CB8" w:rsidRDefault="00875C76" w:rsidP="00875C76">
      <w:pPr>
        <w:overflowPunct w:val="0"/>
        <w:autoSpaceDE w:val="0"/>
        <w:autoSpaceDN w:val="0"/>
        <w:adjustRightInd w:val="0"/>
        <w:spacing w:line="230" w:lineRule="auto"/>
        <w:ind w:firstLine="0"/>
        <w:jc w:val="both"/>
        <w:textAlignment w:val="baseline"/>
        <w:rPr>
          <w:rFonts w:cs="Times New Roman"/>
          <w:bCs/>
          <w:sz w:val="2"/>
          <w:szCs w:val="2"/>
          <w:lang w:eastAsia="ru-RU"/>
        </w:rPr>
      </w:pPr>
    </w:p>
    <w:p w14:paraId="54FFEE8C" w14:textId="77777777" w:rsidR="00875C76" w:rsidRPr="005760E6" w:rsidRDefault="00875C76" w:rsidP="00875C76">
      <w:pPr>
        <w:rPr>
          <w:sz w:val="2"/>
          <w:szCs w:val="2"/>
        </w:rPr>
      </w:pPr>
    </w:p>
    <w:tbl>
      <w:tblPr>
        <w:tblStyle w:val="351"/>
        <w:tblW w:w="5086" w:type="pct"/>
        <w:tblInd w:w="-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2"/>
        <w:gridCol w:w="5237"/>
        <w:gridCol w:w="4403"/>
        <w:gridCol w:w="4445"/>
      </w:tblGrid>
      <w:tr w:rsidR="00991052" w:rsidRPr="00785CB8" w14:paraId="47982CE0" w14:textId="77777777" w:rsidTr="007F7B4E">
        <w:trPr>
          <w:tblHeader/>
        </w:trPr>
        <w:tc>
          <w:tcPr>
            <w:tcW w:w="285" w:type="pct"/>
          </w:tcPr>
          <w:p w14:paraId="53CAFADE" w14:textId="77777777" w:rsidR="00991052" w:rsidRPr="00785CB8" w:rsidRDefault="00991052" w:rsidP="00991052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№</w:t>
            </w:r>
          </w:p>
          <w:p w14:paraId="7C619DF6" w14:textId="2D06FC07" w:rsidR="00991052" w:rsidRDefault="00991052" w:rsidP="00991052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п/п</w:t>
            </w:r>
          </w:p>
        </w:tc>
        <w:tc>
          <w:tcPr>
            <w:tcW w:w="1753" w:type="pct"/>
          </w:tcPr>
          <w:p w14:paraId="47F5ECA3" w14:textId="3A19670E" w:rsidR="00991052" w:rsidRDefault="00991052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>
              <w:rPr>
                <w:rFonts w:cs="Times New Roman"/>
                <w:bCs/>
                <w:szCs w:val="28"/>
                <w:lang w:bidi="ru-RU"/>
              </w:rPr>
              <w:t>Задача</w:t>
            </w:r>
            <w:r w:rsidRPr="00785CB8">
              <w:rPr>
                <w:rFonts w:cs="Times New Roman"/>
                <w:bCs/>
                <w:szCs w:val="28"/>
                <w:lang w:bidi="ru-RU"/>
              </w:rPr>
              <w:t xml:space="preserve"> структурного элемента</w:t>
            </w:r>
          </w:p>
        </w:tc>
        <w:tc>
          <w:tcPr>
            <w:tcW w:w="1474" w:type="pct"/>
          </w:tcPr>
          <w:p w14:paraId="4084163C" w14:textId="0FBD845F" w:rsidR="00991052" w:rsidRDefault="00991052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489" w:type="pct"/>
          </w:tcPr>
          <w:p w14:paraId="2655E0A7" w14:textId="3EE0E95D" w:rsidR="00991052" w:rsidRDefault="00991052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Связь с показателями</w:t>
            </w:r>
          </w:p>
        </w:tc>
      </w:tr>
    </w:tbl>
    <w:p w14:paraId="2F20D356" w14:textId="77777777" w:rsidR="00991052" w:rsidRPr="00991052" w:rsidRDefault="00991052">
      <w:pPr>
        <w:rPr>
          <w:sz w:val="2"/>
          <w:szCs w:val="2"/>
        </w:rPr>
      </w:pPr>
    </w:p>
    <w:tbl>
      <w:tblPr>
        <w:tblStyle w:val="351"/>
        <w:tblW w:w="5086" w:type="pct"/>
        <w:tblInd w:w="-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2"/>
        <w:gridCol w:w="5237"/>
        <w:gridCol w:w="4400"/>
        <w:gridCol w:w="4448"/>
      </w:tblGrid>
      <w:tr w:rsidR="00875C76" w:rsidRPr="00785CB8" w14:paraId="3E08405F" w14:textId="77777777" w:rsidTr="00467B5F">
        <w:trPr>
          <w:tblHeader/>
        </w:trPr>
        <w:tc>
          <w:tcPr>
            <w:tcW w:w="285" w:type="pct"/>
          </w:tcPr>
          <w:p w14:paraId="796F59D5" w14:textId="77777777" w:rsidR="00875C76" w:rsidRPr="00F97EE8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>
              <w:rPr>
                <w:rFonts w:cs="Times New Roman"/>
                <w:bCs/>
                <w:szCs w:val="28"/>
                <w:lang w:bidi="ru-RU"/>
              </w:rPr>
              <w:t>1</w:t>
            </w:r>
          </w:p>
        </w:tc>
        <w:tc>
          <w:tcPr>
            <w:tcW w:w="1753" w:type="pct"/>
          </w:tcPr>
          <w:p w14:paraId="3FD62C93" w14:textId="77777777" w:rsidR="00875C76" w:rsidRPr="00F97EE8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>
              <w:rPr>
                <w:rFonts w:cs="Times New Roman"/>
                <w:bCs/>
                <w:szCs w:val="28"/>
                <w:lang w:bidi="ru-RU"/>
              </w:rPr>
              <w:t>2</w:t>
            </w:r>
          </w:p>
        </w:tc>
        <w:tc>
          <w:tcPr>
            <w:tcW w:w="1473" w:type="pct"/>
          </w:tcPr>
          <w:p w14:paraId="1678E855" w14:textId="77777777" w:rsidR="00875C76" w:rsidRPr="00F97EE8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>
              <w:rPr>
                <w:rFonts w:cs="Times New Roman"/>
                <w:bCs/>
                <w:szCs w:val="28"/>
                <w:lang w:bidi="ru-RU"/>
              </w:rPr>
              <w:t>3</w:t>
            </w:r>
          </w:p>
        </w:tc>
        <w:tc>
          <w:tcPr>
            <w:tcW w:w="1489" w:type="pct"/>
          </w:tcPr>
          <w:p w14:paraId="3775D20E" w14:textId="77777777" w:rsidR="00875C76" w:rsidRPr="00F97EE8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>
              <w:rPr>
                <w:rFonts w:cs="Times New Roman"/>
                <w:bCs/>
                <w:szCs w:val="28"/>
                <w:lang w:bidi="ru-RU"/>
              </w:rPr>
              <w:t>4</w:t>
            </w:r>
          </w:p>
        </w:tc>
      </w:tr>
      <w:tr w:rsidR="00875C76" w:rsidRPr="00785CB8" w14:paraId="05C162EE" w14:textId="77777777" w:rsidTr="00991052">
        <w:tc>
          <w:tcPr>
            <w:tcW w:w="5000" w:type="pct"/>
            <w:gridSpan w:val="4"/>
          </w:tcPr>
          <w:p w14:paraId="5D9A5BD2" w14:textId="77777777" w:rsidR="00875C76" w:rsidRPr="00F97EE8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F97EE8">
              <w:rPr>
                <w:rFonts w:cs="Times New Roman"/>
                <w:bCs/>
                <w:szCs w:val="28"/>
                <w:lang w:bidi="ru-RU"/>
              </w:rPr>
              <w:t>1. Региональный проект «Разработка, стандартизация и серийное производство беспилотных авиационных систем и их комплектующих»</w:t>
            </w:r>
            <w:r>
              <w:rPr>
                <w:szCs w:val="28"/>
              </w:rPr>
              <w:t>*</w:t>
            </w:r>
            <w:r w:rsidRPr="00F97EE8">
              <w:rPr>
                <w:rFonts w:cs="Times New Roman"/>
                <w:bCs/>
                <w:szCs w:val="28"/>
                <w:lang w:bidi="ru-RU"/>
              </w:rPr>
              <w:t xml:space="preserve"> (куратор – Колядин А.М.)</w:t>
            </w:r>
          </w:p>
        </w:tc>
      </w:tr>
      <w:tr w:rsidR="00875C76" w:rsidRPr="00785CB8" w14:paraId="0CFD1280" w14:textId="77777777" w:rsidTr="00991052">
        <w:tc>
          <w:tcPr>
            <w:tcW w:w="285" w:type="pct"/>
          </w:tcPr>
          <w:p w14:paraId="66FCFD8E" w14:textId="77777777" w:rsidR="00875C76" w:rsidRPr="00F97EE8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jc w:val="both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</w:p>
        </w:tc>
        <w:tc>
          <w:tcPr>
            <w:tcW w:w="1753" w:type="pct"/>
          </w:tcPr>
          <w:p w14:paraId="12981A2A" w14:textId="77777777" w:rsidR="00875C76" w:rsidRPr="00F97EE8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F97EE8">
              <w:rPr>
                <w:rFonts w:cs="Times New Roman"/>
                <w:bCs/>
                <w:szCs w:val="28"/>
                <w:lang w:bidi="ru-RU"/>
              </w:rPr>
              <w:t>Ответственный за реализацию:</w:t>
            </w:r>
            <w:r>
              <w:rPr>
                <w:rFonts w:cs="Times New Roman"/>
                <w:bCs/>
                <w:szCs w:val="28"/>
                <w:lang w:bidi="ru-RU"/>
              </w:rPr>
              <w:t xml:space="preserve"> </w:t>
            </w:r>
            <w:r w:rsidRPr="00F97EE8">
              <w:rPr>
                <w:rFonts w:cs="Times New Roman"/>
                <w:bCs/>
                <w:szCs w:val="28"/>
                <w:lang w:bidi="ru-RU"/>
              </w:rPr>
              <w:t>министерство социальных коммуника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F97EE8">
              <w:rPr>
                <w:rFonts w:cs="Times New Roman"/>
                <w:bCs/>
                <w:szCs w:val="28"/>
                <w:lang w:bidi="ru-RU"/>
              </w:rPr>
              <w:t xml:space="preserve">ций и научно-технологического развития Ярославской области </w:t>
            </w:r>
          </w:p>
        </w:tc>
        <w:tc>
          <w:tcPr>
            <w:tcW w:w="2962" w:type="pct"/>
            <w:gridSpan w:val="2"/>
          </w:tcPr>
          <w:p w14:paraId="70306E1C" w14:textId="77777777" w:rsidR="00875C76" w:rsidRPr="00F97EE8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F97EE8">
              <w:rPr>
                <w:rFonts w:cs="Times New Roman"/>
                <w:bCs/>
                <w:szCs w:val="28"/>
                <w:lang w:bidi="ru-RU"/>
              </w:rPr>
              <w:t xml:space="preserve">срок реализации: 2026 – 2030 годы </w:t>
            </w:r>
          </w:p>
        </w:tc>
      </w:tr>
      <w:tr w:rsidR="00875C76" w:rsidRPr="00785CB8" w14:paraId="6B7E9679" w14:textId="77777777" w:rsidTr="00467B5F">
        <w:tc>
          <w:tcPr>
            <w:tcW w:w="285" w:type="pct"/>
          </w:tcPr>
          <w:p w14:paraId="63BB6262" w14:textId="77777777" w:rsidR="00875C76" w:rsidRPr="00F97EE8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jc w:val="both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</w:p>
        </w:tc>
        <w:tc>
          <w:tcPr>
            <w:tcW w:w="1753" w:type="pct"/>
          </w:tcPr>
          <w:p w14:paraId="26BA380C" w14:textId="77777777" w:rsidR="00875C76" w:rsidRPr="0090705E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90705E">
              <w:rPr>
                <w:rFonts w:cs="Times New Roman"/>
                <w:bCs/>
                <w:szCs w:val="28"/>
                <w:lang w:bidi="ru-RU"/>
              </w:rPr>
              <w:t xml:space="preserve">Создание НПЦ </w:t>
            </w:r>
          </w:p>
          <w:p w14:paraId="5104F428" w14:textId="77777777" w:rsidR="00875C76" w:rsidRPr="0090705E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</w:p>
        </w:tc>
        <w:tc>
          <w:tcPr>
            <w:tcW w:w="1473" w:type="pct"/>
          </w:tcPr>
          <w:p w14:paraId="46178D87" w14:textId="77777777" w:rsidR="00875C76" w:rsidRPr="0090705E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90705E">
              <w:rPr>
                <w:rFonts w:cs="Times New Roman"/>
                <w:bCs/>
                <w:szCs w:val="28"/>
                <w:lang w:bidi="ru-RU"/>
              </w:rPr>
              <w:t xml:space="preserve">оснащен оборудованием созданный НПЦ </w:t>
            </w:r>
          </w:p>
        </w:tc>
        <w:tc>
          <w:tcPr>
            <w:tcW w:w="1489" w:type="pct"/>
          </w:tcPr>
          <w:p w14:paraId="109D5C92" w14:textId="77777777" w:rsidR="00875C76" w:rsidRPr="0090705E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90705E">
              <w:rPr>
                <w:rFonts w:cs="Times New Roman"/>
                <w:bCs/>
                <w:szCs w:val="28"/>
                <w:lang w:bidi="ru-RU"/>
              </w:rPr>
              <w:t>- количество созданных объек</w:t>
            </w:r>
            <w:r w:rsidRPr="0090705E">
              <w:rPr>
                <w:rFonts w:cs="Times New Roman"/>
                <w:bCs/>
                <w:szCs w:val="28"/>
                <w:lang w:bidi="ru-RU"/>
              </w:rPr>
              <w:softHyphen/>
              <w:t>тов научно-образовательной и технологической инфраструк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90705E">
              <w:rPr>
                <w:rFonts w:cs="Times New Roman"/>
                <w:bCs/>
                <w:szCs w:val="28"/>
                <w:lang w:bidi="ru-RU"/>
              </w:rPr>
              <w:t>туры в Ярославской области;</w:t>
            </w:r>
          </w:p>
          <w:p w14:paraId="7FF50F6C" w14:textId="77777777" w:rsidR="00875C76" w:rsidRPr="007A2565" w:rsidRDefault="00875C76" w:rsidP="00A74AA4">
            <w:pPr>
              <w:pStyle w:val="af9"/>
              <w:spacing w:before="0" w:beforeAutospacing="0" w:after="0" w:afterAutospacing="0"/>
              <w:jc w:val="left"/>
              <w:rPr>
                <w:rFonts w:cs="Times New Roman"/>
                <w:szCs w:val="28"/>
                <w:lang w:bidi="ru-RU"/>
              </w:rPr>
            </w:pPr>
            <w:r w:rsidRPr="0090705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- количество рабочих мест, планируемых 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90705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созданию дей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softHyphen/>
            </w:r>
            <w:r w:rsidRPr="0090705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ствующими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5760E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резидентами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НПЦ</w:t>
            </w:r>
            <w:r w:rsidRPr="005760E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;</w:t>
            </w:r>
          </w:p>
          <w:p w14:paraId="775D9FE3" w14:textId="77777777" w:rsidR="00875C76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textAlignment w:val="baseline"/>
              <w:rPr>
                <w:rFonts w:cs="Times New Roman"/>
                <w:bCs/>
                <w:szCs w:val="28"/>
              </w:rPr>
            </w:pPr>
            <w:r w:rsidRPr="0090705E">
              <w:rPr>
                <w:rFonts w:cs="Times New Roman"/>
                <w:bCs/>
                <w:szCs w:val="28"/>
                <w:lang w:bidi="ru-RU"/>
              </w:rPr>
              <w:t>- доля внебюджетных средств в общем планируемом объеме затрат на реализацию проекта</w:t>
            </w:r>
            <w:r>
              <w:rPr>
                <w:rFonts w:cs="Times New Roman"/>
                <w:bCs/>
                <w:szCs w:val="28"/>
                <w:lang w:bidi="ru-RU"/>
              </w:rPr>
              <w:t xml:space="preserve"> НПЦ</w:t>
            </w:r>
            <w:r w:rsidRPr="0090705E">
              <w:rPr>
                <w:rFonts w:cs="Times New Roman"/>
                <w:bCs/>
                <w:szCs w:val="28"/>
                <w:lang w:bidi="ru-RU"/>
              </w:rPr>
              <w:t>;</w:t>
            </w:r>
            <w:r w:rsidRPr="0090705E">
              <w:rPr>
                <w:rFonts w:cs="Times New Roman"/>
                <w:bCs/>
                <w:szCs w:val="28"/>
                <w:lang w:bidi="ru-RU"/>
              </w:rPr>
              <w:br/>
              <w:t>- отношение суммы прогно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90705E">
              <w:rPr>
                <w:rFonts w:cs="Times New Roman"/>
                <w:bCs/>
                <w:szCs w:val="28"/>
                <w:lang w:bidi="ru-RU"/>
              </w:rPr>
              <w:t>зируемых</w:t>
            </w:r>
            <w:r>
              <w:rPr>
                <w:rFonts w:cs="Times New Roman"/>
                <w:bCs/>
                <w:szCs w:val="28"/>
                <w:lang w:bidi="ru-RU"/>
              </w:rPr>
              <w:t xml:space="preserve"> </w:t>
            </w:r>
            <w:r w:rsidRPr="0090705E">
              <w:rPr>
                <w:rFonts w:cs="Times New Roman"/>
                <w:bCs/>
                <w:szCs w:val="28"/>
                <w:lang w:bidi="ru-RU"/>
              </w:rPr>
              <w:t>налоговых поступле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90705E">
              <w:rPr>
                <w:rFonts w:cs="Times New Roman"/>
                <w:bCs/>
                <w:szCs w:val="28"/>
                <w:lang w:bidi="ru-RU"/>
              </w:rPr>
              <w:t>ний в федеральный бюджет за счет создания и эксплуатации</w:t>
            </w:r>
            <w:r>
              <w:rPr>
                <w:rFonts w:cs="Times New Roman"/>
                <w:bCs/>
                <w:szCs w:val="28"/>
                <w:lang w:bidi="ru-RU"/>
              </w:rPr>
              <w:t xml:space="preserve"> НПЦ</w:t>
            </w:r>
            <w:r w:rsidRPr="0090705E">
              <w:rPr>
                <w:rFonts w:cs="Times New Roman"/>
                <w:bCs/>
                <w:szCs w:val="28"/>
                <w:lang w:bidi="ru-RU"/>
              </w:rPr>
              <w:t xml:space="preserve">, а также деятельности действующих резидентов </w:t>
            </w:r>
            <w:r>
              <w:rPr>
                <w:rFonts w:cs="Times New Roman"/>
                <w:bCs/>
                <w:szCs w:val="28"/>
                <w:lang w:bidi="ru-RU"/>
              </w:rPr>
              <w:t xml:space="preserve">НПЦ </w:t>
            </w:r>
            <w:r w:rsidRPr="0090705E">
              <w:rPr>
                <w:rFonts w:cs="Times New Roman"/>
                <w:bCs/>
                <w:szCs w:val="28"/>
                <w:lang w:bidi="ru-RU"/>
              </w:rPr>
              <w:t>и иных поступлений в федераль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90705E">
              <w:rPr>
                <w:rFonts w:cs="Times New Roman"/>
                <w:bCs/>
                <w:szCs w:val="28"/>
                <w:lang w:bidi="ru-RU"/>
              </w:rPr>
              <w:t>ный бюджет к запрашиваемому размеру субсидии</w:t>
            </w:r>
            <w:r>
              <w:rPr>
                <w:rFonts w:cs="Times New Roman"/>
                <w:bCs/>
                <w:szCs w:val="28"/>
              </w:rPr>
              <w:t xml:space="preserve">; </w:t>
            </w:r>
          </w:p>
          <w:p w14:paraId="5DCBB8D4" w14:textId="77777777" w:rsidR="00875C76" w:rsidRPr="00AB3174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AB3174">
              <w:rPr>
                <w:rFonts w:cs="Times New Roman"/>
                <w:bCs/>
                <w:szCs w:val="28"/>
              </w:rPr>
              <w:t xml:space="preserve">- </w:t>
            </w:r>
            <w:r>
              <w:rPr>
                <w:rFonts w:cs="Times New Roman"/>
                <w:bCs/>
                <w:szCs w:val="28"/>
              </w:rPr>
              <w:t>в</w:t>
            </w:r>
            <w:r w:rsidRPr="00AB3174">
              <w:rPr>
                <w:rFonts w:cs="Times New Roman"/>
                <w:bCs/>
                <w:szCs w:val="28"/>
              </w:rPr>
              <w:t>нутренние затраты на исследования и разработки за счет всех источников</w:t>
            </w:r>
          </w:p>
        </w:tc>
      </w:tr>
      <w:tr w:rsidR="00875C76" w:rsidRPr="00785CB8" w14:paraId="66CDDB85" w14:textId="77777777" w:rsidTr="00991052">
        <w:tc>
          <w:tcPr>
            <w:tcW w:w="5000" w:type="pct"/>
            <w:gridSpan w:val="4"/>
          </w:tcPr>
          <w:p w14:paraId="725F8AA7" w14:textId="77777777" w:rsidR="00875C76" w:rsidRPr="0090705E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90705E">
              <w:rPr>
                <w:rFonts w:cs="Times New Roman"/>
                <w:bCs/>
                <w:szCs w:val="28"/>
                <w:lang w:bidi="ru-RU"/>
              </w:rPr>
              <w:t>2. Ведомственный проект «Государственная поддержка научной и научно-технической деятельности</w:t>
            </w:r>
          </w:p>
          <w:p w14:paraId="56571BAF" w14:textId="77777777" w:rsidR="00875C76" w:rsidRPr="0090705E" w:rsidRDefault="00875C76" w:rsidP="00A74AA4">
            <w:pPr>
              <w:overflowPunct w:val="0"/>
              <w:autoSpaceDE w:val="0"/>
              <w:autoSpaceDN w:val="0"/>
              <w:adjustRightInd w:val="0"/>
              <w:spacing w:line="230" w:lineRule="auto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90705E">
              <w:rPr>
                <w:rFonts w:cs="Times New Roman"/>
                <w:bCs/>
                <w:szCs w:val="28"/>
                <w:lang w:bidi="ru-RU"/>
              </w:rPr>
              <w:t>в Ярославской области» (куратор – Юнусов Д.Р.)</w:t>
            </w:r>
            <w:r>
              <w:rPr>
                <w:szCs w:val="28"/>
              </w:rPr>
              <w:t xml:space="preserve"> </w:t>
            </w:r>
          </w:p>
        </w:tc>
      </w:tr>
      <w:tr w:rsidR="00AE658A" w:rsidRPr="00785CB8" w14:paraId="74F57E5D" w14:textId="77777777" w:rsidTr="00AE658A">
        <w:tc>
          <w:tcPr>
            <w:tcW w:w="285" w:type="pct"/>
          </w:tcPr>
          <w:p w14:paraId="026B5A15" w14:textId="77777777" w:rsidR="00AE658A" w:rsidRPr="00785CB8" w:rsidRDefault="00AE658A" w:rsidP="00A74AA4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jc w:val="both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</w:p>
        </w:tc>
        <w:tc>
          <w:tcPr>
            <w:tcW w:w="1753" w:type="pct"/>
          </w:tcPr>
          <w:p w14:paraId="6B6B8628" w14:textId="77777777" w:rsidR="00AE658A" w:rsidRPr="00785CB8" w:rsidRDefault="00AE658A" w:rsidP="00A74AA4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Ответственный за реализацию: министерство социальных коммуника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 xml:space="preserve">ций и научно-технологического развития Ярославской области </w:t>
            </w:r>
          </w:p>
        </w:tc>
        <w:tc>
          <w:tcPr>
            <w:tcW w:w="2962" w:type="pct"/>
            <w:gridSpan w:val="2"/>
          </w:tcPr>
          <w:p w14:paraId="1706A505" w14:textId="7D23C07C" w:rsidR="00AE658A" w:rsidRPr="0090705E" w:rsidRDefault="00AE658A" w:rsidP="00A74AA4">
            <w:pPr>
              <w:overflowPunct w:val="0"/>
              <w:autoSpaceDE w:val="0"/>
              <w:autoSpaceDN w:val="0"/>
              <w:adjustRightInd w:val="0"/>
              <w:spacing w:line="235" w:lineRule="auto"/>
              <w:ind w:firstLine="0"/>
              <w:jc w:val="both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90705E">
              <w:rPr>
                <w:rFonts w:cs="Times New Roman"/>
                <w:bCs/>
                <w:szCs w:val="28"/>
                <w:lang w:bidi="ru-RU"/>
              </w:rPr>
              <w:t>срок реализации: 2024 – 20</w:t>
            </w:r>
            <w:r>
              <w:rPr>
                <w:rFonts w:cs="Times New Roman"/>
                <w:bCs/>
                <w:szCs w:val="28"/>
                <w:lang w:bidi="ru-RU"/>
              </w:rPr>
              <w:t>30</w:t>
            </w:r>
            <w:r w:rsidRPr="0090705E">
              <w:rPr>
                <w:rFonts w:cs="Times New Roman"/>
                <w:bCs/>
                <w:szCs w:val="28"/>
                <w:lang w:bidi="ru-RU"/>
              </w:rPr>
              <w:t xml:space="preserve"> го</w:t>
            </w:r>
            <w:bookmarkStart w:id="2" w:name="_GoBack"/>
            <w:bookmarkEnd w:id="2"/>
            <w:r w:rsidRPr="0090705E">
              <w:rPr>
                <w:rFonts w:cs="Times New Roman"/>
                <w:bCs/>
                <w:szCs w:val="28"/>
                <w:lang w:bidi="ru-RU"/>
              </w:rPr>
              <w:t>д</w:t>
            </w:r>
            <w:r>
              <w:rPr>
                <w:rFonts w:cs="Times New Roman"/>
                <w:bCs/>
                <w:szCs w:val="28"/>
                <w:lang w:bidi="ru-RU"/>
              </w:rPr>
              <w:t>ы</w:t>
            </w:r>
          </w:p>
        </w:tc>
      </w:tr>
      <w:tr w:rsidR="00875C76" w:rsidRPr="00785CB8" w14:paraId="01C6765D" w14:textId="77777777" w:rsidTr="00467B5F">
        <w:tc>
          <w:tcPr>
            <w:tcW w:w="285" w:type="pct"/>
          </w:tcPr>
          <w:p w14:paraId="08FDB5EB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>
              <w:rPr>
                <w:rFonts w:cs="Times New Roman"/>
                <w:bCs/>
                <w:szCs w:val="28"/>
                <w:lang w:bidi="ru-RU"/>
              </w:rPr>
              <w:t>2</w:t>
            </w:r>
            <w:r w:rsidRPr="00785CB8">
              <w:rPr>
                <w:rFonts w:cs="Times New Roman"/>
                <w:bCs/>
                <w:szCs w:val="28"/>
                <w:lang w:bidi="ru-RU"/>
              </w:rPr>
              <w:t>.1.</w:t>
            </w:r>
          </w:p>
        </w:tc>
        <w:tc>
          <w:tcPr>
            <w:tcW w:w="1753" w:type="pct"/>
          </w:tcPr>
          <w:p w14:paraId="08389CDD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Формирование и развитие инфраструк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туры федеральных, региональных государственных научных организаций, а также федеральных государственных образовательных организаций высшего образования</w:t>
            </w:r>
          </w:p>
        </w:tc>
        <w:tc>
          <w:tcPr>
            <w:tcW w:w="1473" w:type="pct"/>
          </w:tcPr>
          <w:p w14:paraId="7EE68F5E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повышение качества научной или образовательной деятельности путем формирования и развития разрабо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танных и внедренных или модерни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зированных элементов инфраструк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туры организаций</w:t>
            </w:r>
          </w:p>
        </w:tc>
        <w:tc>
          <w:tcPr>
            <w:tcW w:w="1489" w:type="pct"/>
          </w:tcPr>
          <w:p w14:paraId="6E16F51E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количество созданных объек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тов научно-образовательной и технологической инфраструк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туры в Ярославской области</w:t>
            </w:r>
          </w:p>
        </w:tc>
      </w:tr>
      <w:tr w:rsidR="00875C76" w:rsidRPr="00785CB8" w14:paraId="222D9EDE" w14:textId="77777777" w:rsidTr="00467B5F">
        <w:tc>
          <w:tcPr>
            <w:tcW w:w="285" w:type="pct"/>
          </w:tcPr>
          <w:p w14:paraId="35B78801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>
              <w:rPr>
                <w:rFonts w:cs="Times New Roman"/>
                <w:bCs/>
                <w:szCs w:val="28"/>
                <w:lang w:bidi="ru-RU"/>
              </w:rPr>
              <w:t>2</w:t>
            </w:r>
            <w:r w:rsidRPr="00785CB8">
              <w:rPr>
                <w:rFonts w:cs="Times New Roman"/>
                <w:bCs/>
                <w:szCs w:val="28"/>
                <w:lang w:bidi="ru-RU"/>
              </w:rPr>
              <w:t>.2.</w:t>
            </w:r>
          </w:p>
        </w:tc>
        <w:tc>
          <w:tcPr>
            <w:tcW w:w="1753" w:type="pct"/>
          </w:tcPr>
          <w:p w14:paraId="5CE96D60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Формирование научно</w:t>
            </w:r>
            <w:r>
              <w:rPr>
                <w:rFonts w:cs="Times New Roman"/>
                <w:bCs/>
                <w:szCs w:val="28"/>
                <w:lang w:bidi="ru-RU"/>
              </w:rPr>
              <w:t>го и кадрового потенциала Ярославской области</w:t>
            </w:r>
            <w:r w:rsidRPr="00785CB8">
              <w:rPr>
                <w:rFonts w:cs="Times New Roman"/>
                <w:bCs/>
                <w:szCs w:val="28"/>
                <w:lang w:bidi="ru-RU"/>
              </w:rPr>
              <w:t xml:space="preserve"> </w:t>
            </w:r>
          </w:p>
        </w:tc>
        <w:tc>
          <w:tcPr>
            <w:tcW w:w="1473" w:type="pct"/>
          </w:tcPr>
          <w:p w14:paraId="0215D2A5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создание условий для самореализа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ции и раскрытия потенциала моло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дежи в научной и научно-техниче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ской деятельности</w:t>
            </w:r>
          </w:p>
        </w:tc>
        <w:tc>
          <w:tcPr>
            <w:tcW w:w="1489" w:type="pct"/>
          </w:tcPr>
          <w:p w14:paraId="1A3EC475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- доля исследователей в возрасте до 39 лет в общей численности исследователей;</w:t>
            </w:r>
          </w:p>
          <w:p w14:paraId="75037F0A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>
              <w:rPr>
                <w:rFonts w:cs="Times New Roman"/>
                <w:bCs/>
                <w:szCs w:val="28"/>
                <w:lang w:bidi="ru-RU"/>
              </w:rPr>
              <w:t xml:space="preserve">- </w:t>
            </w:r>
            <w:r w:rsidRPr="00785CB8">
              <w:rPr>
                <w:rFonts w:cs="Times New Roman"/>
                <w:bCs/>
                <w:szCs w:val="28"/>
                <w:lang w:bidi="ru-RU"/>
              </w:rPr>
              <w:t>доля профессорско-препо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давательского состава в возрасте до 39 лет в общей численности профессорско-преподаватель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ского состава</w:t>
            </w:r>
          </w:p>
        </w:tc>
      </w:tr>
      <w:tr w:rsidR="00875C76" w:rsidRPr="00785CB8" w14:paraId="18BAB1D2" w14:textId="77777777" w:rsidTr="00467B5F">
        <w:tc>
          <w:tcPr>
            <w:tcW w:w="285" w:type="pct"/>
          </w:tcPr>
          <w:p w14:paraId="4B34646B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>
              <w:rPr>
                <w:rFonts w:cs="Times New Roman"/>
                <w:bCs/>
                <w:szCs w:val="28"/>
                <w:lang w:bidi="ru-RU"/>
              </w:rPr>
              <w:t>2</w:t>
            </w:r>
            <w:r w:rsidRPr="00785CB8">
              <w:rPr>
                <w:rFonts w:cs="Times New Roman"/>
                <w:bCs/>
                <w:szCs w:val="28"/>
                <w:lang w:bidi="ru-RU"/>
              </w:rPr>
              <w:t>.3.</w:t>
            </w:r>
          </w:p>
        </w:tc>
        <w:tc>
          <w:tcPr>
            <w:tcW w:w="1753" w:type="pct"/>
          </w:tcPr>
          <w:p w14:paraId="33FD386F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Обеспечение формирования и развития инфраструктуры БАС</w:t>
            </w:r>
          </w:p>
        </w:tc>
        <w:tc>
          <w:tcPr>
            <w:tcW w:w="1473" w:type="pct"/>
          </w:tcPr>
          <w:p w14:paraId="146AD2D1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создание условий для комплексного развития беспилотной авиации</w:t>
            </w:r>
          </w:p>
        </w:tc>
        <w:tc>
          <w:tcPr>
            <w:tcW w:w="1489" w:type="pct"/>
          </w:tcPr>
          <w:p w14:paraId="61266341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количество созданных объек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тов научно-образовательной и технологической инфраструк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туры в Ярославской области</w:t>
            </w:r>
          </w:p>
        </w:tc>
      </w:tr>
      <w:tr w:rsidR="00875C76" w:rsidRPr="00785CB8" w14:paraId="59D94658" w14:textId="77777777" w:rsidTr="00991052">
        <w:tc>
          <w:tcPr>
            <w:tcW w:w="5000" w:type="pct"/>
            <w:gridSpan w:val="4"/>
          </w:tcPr>
          <w:p w14:paraId="4D448CC5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>
              <w:rPr>
                <w:rFonts w:cs="Times New Roman"/>
                <w:bCs/>
                <w:szCs w:val="28"/>
                <w:lang w:bidi="ru-RU"/>
              </w:rPr>
              <w:t>3</w:t>
            </w:r>
            <w:r w:rsidRPr="00785CB8">
              <w:rPr>
                <w:rFonts w:cs="Times New Roman"/>
                <w:bCs/>
                <w:szCs w:val="28"/>
                <w:lang w:bidi="ru-RU"/>
              </w:rPr>
              <w:t>. Комплекс процессных мероприятий «Финансовая поддержка студентов, аспирантов и ординаторов»</w:t>
            </w:r>
          </w:p>
        </w:tc>
      </w:tr>
      <w:tr w:rsidR="00875C76" w:rsidRPr="00785CB8" w14:paraId="0A525A5A" w14:textId="77777777" w:rsidTr="00991052">
        <w:tc>
          <w:tcPr>
            <w:tcW w:w="285" w:type="pct"/>
          </w:tcPr>
          <w:p w14:paraId="7F6C8391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</w:p>
        </w:tc>
        <w:tc>
          <w:tcPr>
            <w:tcW w:w="1753" w:type="pct"/>
          </w:tcPr>
          <w:p w14:paraId="01005D92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Ответственный за реализацию: министерство социальных коммуника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 xml:space="preserve">ций и научно-технологического развития Ярославской области </w:t>
            </w:r>
          </w:p>
        </w:tc>
        <w:tc>
          <w:tcPr>
            <w:tcW w:w="2962" w:type="pct"/>
            <w:gridSpan w:val="2"/>
          </w:tcPr>
          <w:p w14:paraId="06126250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-</w:t>
            </w:r>
          </w:p>
        </w:tc>
      </w:tr>
      <w:tr w:rsidR="00875C76" w:rsidRPr="00785CB8" w14:paraId="6B9A06AE" w14:textId="77777777" w:rsidTr="00467B5F">
        <w:tc>
          <w:tcPr>
            <w:tcW w:w="285" w:type="pct"/>
          </w:tcPr>
          <w:p w14:paraId="1460F204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>
              <w:rPr>
                <w:rFonts w:cs="Times New Roman"/>
                <w:bCs/>
                <w:szCs w:val="28"/>
                <w:lang w:bidi="ru-RU"/>
              </w:rPr>
              <w:lastRenderedPageBreak/>
              <w:t>3</w:t>
            </w:r>
            <w:r w:rsidRPr="00785CB8">
              <w:rPr>
                <w:rFonts w:cs="Times New Roman"/>
                <w:bCs/>
                <w:szCs w:val="28"/>
                <w:lang w:bidi="ru-RU"/>
              </w:rPr>
              <w:t>.1.</w:t>
            </w:r>
          </w:p>
        </w:tc>
        <w:tc>
          <w:tcPr>
            <w:tcW w:w="1753" w:type="pct"/>
          </w:tcPr>
          <w:p w14:paraId="66314A51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Проведение конкурса на предоставле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 xml:space="preserve">ние именных стипендий Губернатора </w:t>
            </w:r>
            <w:r>
              <w:rPr>
                <w:rFonts w:cs="Times New Roman"/>
                <w:bCs/>
                <w:szCs w:val="28"/>
                <w:lang w:bidi="ru-RU"/>
              </w:rPr>
              <w:t xml:space="preserve">Ярославской </w:t>
            </w:r>
            <w:r w:rsidRPr="00785CB8">
              <w:rPr>
                <w:rFonts w:cs="Times New Roman"/>
                <w:bCs/>
                <w:szCs w:val="28"/>
                <w:lang w:bidi="ru-RU"/>
              </w:rPr>
              <w:t>области</w:t>
            </w:r>
          </w:p>
        </w:tc>
        <w:tc>
          <w:tcPr>
            <w:tcW w:w="1473" w:type="pct"/>
          </w:tcPr>
          <w:p w14:paraId="0BFCE0AC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формирование и укрепление кадро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вого потенциала Ярославской области и стимулирование наибо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лее отличившихся в учебной, науч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но-исследовательской, обществен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ной, культурно-творческой и спор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тивной деятельности студентов, аспирантов и ординаторов</w:t>
            </w:r>
          </w:p>
        </w:tc>
        <w:tc>
          <w:tcPr>
            <w:tcW w:w="1489" w:type="pct"/>
          </w:tcPr>
          <w:p w14:paraId="7F43EAF7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доля исследователей в воз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расте до 39 лет в общей численности исследователей</w:t>
            </w:r>
          </w:p>
        </w:tc>
      </w:tr>
      <w:tr w:rsidR="00875C76" w:rsidRPr="00785CB8" w14:paraId="2CACBBFB" w14:textId="77777777" w:rsidTr="00467B5F">
        <w:tc>
          <w:tcPr>
            <w:tcW w:w="285" w:type="pct"/>
          </w:tcPr>
          <w:p w14:paraId="0EFF3248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>
              <w:rPr>
                <w:rFonts w:cs="Times New Roman"/>
                <w:bCs/>
                <w:szCs w:val="28"/>
                <w:lang w:bidi="ru-RU"/>
              </w:rPr>
              <w:t>3</w:t>
            </w:r>
            <w:r w:rsidRPr="00785CB8">
              <w:rPr>
                <w:rFonts w:cs="Times New Roman"/>
                <w:bCs/>
                <w:szCs w:val="28"/>
                <w:lang w:bidi="ru-RU"/>
              </w:rPr>
              <w:t>.2.</w:t>
            </w:r>
          </w:p>
        </w:tc>
        <w:tc>
          <w:tcPr>
            <w:tcW w:w="1753" w:type="pct"/>
          </w:tcPr>
          <w:p w14:paraId="6F38AB60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Предоставление единовременной выплаты студентам, зачисленным на обучение по имеющим государствен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 xml:space="preserve">ную аккредитацию программам высшего образования в расположенных на территории Ярославской области </w:t>
            </w:r>
            <w:r w:rsidRPr="0032317B">
              <w:rPr>
                <w:rFonts w:cs="Times New Roman"/>
                <w:bCs/>
                <w:spacing w:val="-4"/>
                <w:szCs w:val="28"/>
                <w:lang w:bidi="ru-RU"/>
              </w:rPr>
              <w:t>образовательных организациях высшего</w:t>
            </w:r>
            <w:r w:rsidRPr="00785CB8">
              <w:rPr>
                <w:rFonts w:cs="Times New Roman"/>
                <w:bCs/>
                <w:szCs w:val="28"/>
                <w:lang w:bidi="ru-RU"/>
              </w:rPr>
              <w:t xml:space="preserve"> образования и научных организа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циях, получающим профессиональ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ное обра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зование соответствующего уровня впервые и завершившим освоение образо</w:t>
            </w:r>
            <w:r>
              <w:rPr>
                <w:rFonts w:cs="Times New Roman"/>
                <w:bCs/>
                <w:szCs w:val="28"/>
                <w:lang w:bidi="ru-RU"/>
              </w:rPr>
              <w:softHyphen/>
            </w:r>
            <w:r w:rsidRPr="00785CB8">
              <w:rPr>
                <w:rFonts w:cs="Times New Roman"/>
                <w:bCs/>
                <w:szCs w:val="28"/>
                <w:lang w:bidi="ru-RU"/>
              </w:rPr>
              <w:t>вательных программ среднего общего образования с получением медали «За особые успехи в учении»</w:t>
            </w:r>
            <w:r>
              <w:rPr>
                <w:rFonts w:cs="Times New Roman"/>
                <w:bCs/>
                <w:szCs w:val="28"/>
                <w:lang w:bidi="ru-RU"/>
              </w:rPr>
              <w:t xml:space="preserve"> </w:t>
            </w:r>
          </w:p>
        </w:tc>
        <w:tc>
          <w:tcPr>
            <w:tcW w:w="1473" w:type="pct"/>
          </w:tcPr>
          <w:p w14:paraId="6C137D0E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формирование и укрепление кадрового потенциала Ярославской области</w:t>
            </w:r>
          </w:p>
        </w:tc>
        <w:tc>
          <w:tcPr>
            <w:tcW w:w="1489" w:type="pct"/>
          </w:tcPr>
          <w:p w14:paraId="42B1739A" w14:textId="77777777" w:rsidR="00875C76" w:rsidRPr="00785CB8" w:rsidRDefault="00875C76" w:rsidP="00A74AA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bidi="ru-RU"/>
              </w:rPr>
            </w:pPr>
            <w:r w:rsidRPr="00785CB8">
              <w:rPr>
                <w:rFonts w:cs="Times New Roman"/>
                <w:bCs/>
                <w:szCs w:val="28"/>
                <w:lang w:bidi="ru-RU"/>
              </w:rPr>
              <w:t>доля исследователей в возрасте до 39 лет в общей численности исследователей</w:t>
            </w:r>
          </w:p>
        </w:tc>
      </w:tr>
    </w:tbl>
    <w:p w14:paraId="79B44846" w14:textId="77777777" w:rsidR="00875C76" w:rsidRPr="00785CB8" w:rsidRDefault="00875C76" w:rsidP="00875C76">
      <w:pPr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cs="Times New Roman"/>
          <w:bCs/>
          <w:szCs w:val="28"/>
          <w:lang w:eastAsia="ru-RU"/>
        </w:rPr>
      </w:pPr>
    </w:p>
    <w:p w14:paraId="14459932" w14:textId="77777777" w:rsidR="00875C76" w:rsidRDefault="00875C76" w:rsidP="00875C76">
      <w:pPr>
        <w:suppressAutoHyphens/>
        <w:jc w:val="both"/>
        <w:rPr>
          <w:bCs/>
          <w:szCs w:val="28"/>
          <w:lang w:eastAsia="ru-RU"/>
        </w:rPr>
      </w:pPr>
      <w:r>
        <w:rPr>
          <w:szCs w:val="28"/>
        </w:rPr>
        <w:t>* Реализуется в соответствии с</w:t>
      </w:r>
      <w:r w:rsidRPr="00E74A71">
        <w:rPr>
          <w:szCs w:val="28"/>
        </w:rPr>
        <w:t xml:space="preserve"> постановлени</w:t>
      </w:r>
      <w:r>
        <w:rPr>
          <w:szCs w:val="28"/>
        </w:rPr>
        <w:t>ем</w:t>
      </w:r>
      <w:r w:rsidRPr="00E74A71">
        <w:rPr>
          <w:szCs w:val="28"/>
        </w:rPr>
        <w:t xml:space="preserve"> Правительства Российской Федерации от 15</w:t>
      </w:r>
      <w:r>
        <w:rPr>
          <w:szCs w:val="28"/>
        </w:rPr>
        <w:t> </w:t>
      </w:r>
      <w:r w:rsidRPr="00E74A71">
        <w:rPr>
          <w:szCs w:val="28"/>
        </w:rPr>
        <w:t xml:space="preserve">апреля 2014 г. № 328 </w:t>
      </w:r>
      <w:r>
        <w:rPr>
          <w:szCs w:val="28"/>
          <w:lang w:eastAsia="ru-RU"/>
        </w:rPr>
        <w:t>«</w:t>
      </w:r>
      <w:r w:rsidRPr="00E74A71">
        <w:rPr>
          <w:szCs w:val="28"/>
          <w:lang w:eastAsia="ru-RU"/>
        </w:rPr>
        <w:t xml:space="preserve">Об утверждении государственной программы Российской Федерации </w:t>
      </w:r>
      <w:r>
        <w:rPr>
          <w:szCs w:val="28"/>
          <w:lang w:eastAsia="ru-RU"/>
        </w:rPr>
        <w:t>«</w:t>
      </w:r>
      <w:r w:rsidRPr="00E74A71">
        <w:rPr>
          <w:szCs w:val="28"/>
          <w:lang w:eastAsia="ru-RU"/>
        </w:rPr>
        <w:t>Развитие промышленности и повышение ее конкурентоспособности</w:t>
      </w:r>
      <w:r>
        <w:rPr>
          <w:szCs w:val="28"/>
          <w:lang w:eastAsia="ru-RU"/>
        </w:rPr>
        <w:t>»</w:t>
      </w:r>
      <w:r>
        <w:rPr>
          <w:szCs w:val="28"/>
        </w:rPr>
        <w:t>.</w:t>
      </w:r>
    </w:p>
    <w:p w14:paraId="4D12DF11" w14:textId="77777777" w:rsidR="00875C76" w:rsidRDefault="00875C76" w:rsidP="00875C76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 w:bidi="ru-RU"/>
        </w:rPr>
      </w:pPr>
    </w:p>
    <w:p w14:paraId="68046916" w14:textId="77777777" w:rsidR="00875C76" w:rsidRPr="00785CB8" w:rsidRDefault="00875C76" w:rsidP="00875C76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 w:bidi="ru-RU"/>
        </w:rPr>
      </w:pPr>
      <w:r w:rsidRPr="00785CB8">
        <w:rPr>
          <w:rFonts w:cs="Times New Roman"/>
          <w:bCs/>
          <w:szCs w:val="28"/>
          <w:lang w:eastAsia="ru-RU" w:bidi="ru-RU"/>
        </w:rPr>
        <w:lastRenderedPageBreak/>
        <w:t xml:space="preserve">Список </w:t>
      </w:r>
      <w:r>
        <w:rPr>
          <w:rFonts w:cs="Times New Roman"/>
          <w:bCs/>
          <w:szCs w:val="28"/>
          <w:lang w:eastAsia="ru-RU" w:bidi="ru-RU"/>
        </w:rPr>
        <w:t>используемых сокращений</w:t>
      </w:r>
    </w:p>
    <w:p w14:paraId="0C407000" w14:textId="77777777" w:rsidR="00875C76" w:rsidRPr="00785CB8" w:rsidRDefault="00875C76" w:rsidP="00875C76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 w:bidi="ru-RU"/>
        </w:rPr>
      </w:pPr>
    </w:p>
    <w:p w14:paraId="1F155EE8" w14:textId="77777777" w:rsidR="00875C76" w:rsidRDefault="00875C76" w:rsidP="00875C76">
      <w:pPr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bCs/>
          <w:szCs w:val="28"/>
          <w:lang w:eastAsia="ru-RU" w:bidi="ru-RU"/>
        </w:rPr>
      </w:pPr>
      <w:r w:rsidRPr="00785CB8">
        <w:rPr>
          <w:rFonts w:cs="Times New Roman"/>
          <w:bCs/>
          <w:szCs w:val="28"/>
          <w:lang w:eastAsia="ru-RU" w:bidi="ru-RU"/>
        </w:rPr>
        <w:t>БАС – беспилотные авиационные системы</w:t>
      </w:r>
    </w:p>
    <w:p w14:paraId="11E6B8E2" w14:textId="77777777" w:rsidR="00875C76" w:rsidRPr="00785CB8" w:rsidRDefault="00875C76" w:rsidP="00875C76">
      <w:pPr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 w:bidi="ru-RU"/>
        </w:rPr>
        <w:t xml:space="preserve">НПЦ </w:t>
      </w:r>
      <w:r w:rsidRPr="00785CB8">
        <w:rPr>
          <w:rFonts w:cs="Times New Roman"/>
          <w:bCs/>
          <w:szCs w:val="28"/>
          <w:lang w:eastAsia="ru-RU" w:bidi="ru-RU"/>
        </w:rPr>
        <w:t>–</w:t>
      </w:r>
      <w:r>
        <w:rPr>
          <w:rFonts w:cs="Times New Roman"/>
          <w:bCs/>
          <w:szCs w:val="28"/>
          <w:lang w:eastAsia="ru-RU" w:bidi="ru-RU"/>
        </w:rPr>
        <w:t xml:space="preserve"> </w:t>
      </w:r>
      <w:r>
        <w:rPr>
          <w:rFonts w:cs="Times New Roman"/>
          <w:szCs w:val="28"/>
        </w:rPr>
        <w:t>научно-производственный центр испытаний и компетенций в области развития технологий беспилотных авиационных систем</w:t>
      </w:r>
    </w:p>
    <w:p w14:paraId="5B4F7E55" w14:textId="77777777" w:rsidR="00875C76" w:rsidRPr="00785CB8" w:rsidRDefault="00875C76" w:rsidP="00875C76">
      <w:pPr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bCs/>
          <w:szCs w:val="28"/>
          <w:lang w:eastAsia="ru-RU"/>
        </w:rPr>
      </w:pPr>
    </w:p>
    <w:p w14:paraId="13AE609E" w14:textId="77777777" w:rsidR="00875C76" w:rsidRPr="00785CB8" w:rsidRDefault="00875C76" w:rsidP="00875C76">
      <w:pPr>
        <w:keepNext/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785CB8">
        <w:rPr>
          <w:rFonts w:cs="Times New Roman"/>
          <w:bCs/>
          <w:szCs w:val="28"/>
          <w:lang w:eastAsia="ru-RU"/>
        </w:rPr>
        <w:t xml:space="preserve">4. Финансовое обеспечение Государственной программы </w:t>
      </w:r>
    </w:p>
    <w:p w14:paraId="23BD49CB" w14:textId="77777777" w:rsidR="00875C76" w:rsidRPr="00785CB8" w:rsidRDefault="00875C76" w:rsidP="00875C76">
      <w:pPr>
        <w:keepNext/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cs="Times New Roman"/>
          <w:bCs/>
          <w:szCs w:val="28"/>
          <w:lang w:eastAsia="ru-RU"/>
        </w:rPr>
      </w:pPr>
    </w:p>
    <w:p w14:paraId="47D32802" w14:textId="77777777" w:rsidR="00875C76" w:rsidRPr="009B56E5" w:rsidRDefault="00875C76" w:rsidP="00875C76">
      <w:pPr>
        <w:keepNext/>
        <w:overflowPunct w:val="0"/>
        <w:autoSpaceDE w:val="0"/>
        <w:autoSpaceDN w:val="0"/>
        <w:adjustRightInd w:val="0"/>
        <w:ind w:firstLine="0"/>
        <w:jc w:val="both"/>
        <w:textAlignment w:val="baseline"/>
        <w:rPr>
          <w:rFonts w:cs="Times New Roman"/>
          <w:bCs/>
          <w:sz w:val="2"/>
          <w:szCs w:val="2"/>
          <w:lang w:eastAsia="ru-RU"/>
        </w:rPr>
      </w:pPr>
    </w:p>
    <w:tbl>
      <w:tblPr>
        <w:tblStyle w:val="351"/>
        <w:tblW w:w="5029" w:type="pct"/>
        <w:tblInd w:w="-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74"/>
        <w:gridCol w:w="1264"/>
        <w:gridCol w:w="1412"/>
        <w:gridCol w:w="1273"/>
        <w:gridCol w:w="1273"/>
        <w:gridCol w:w="1273"/>
        <w:gridCol w:w="1415"/>
        <w:gridCol w:w="1554"/>
        <w:gridCol w:w="1831"/>
      </w:tblGrid>
      <w:tr w:rsidR="00D80C05" w:rsidRPr="009B56E5" w14:paraId="6DF96A01" w14:textId="77777777" w:rsidTr="00D80C05">
        <w:trPr>
          <w:tblHeader/>
        </w:trPr>
        <w:tc>
          <w:tcPr>
            <w:tcW w:w="1176" w:type="pct"/>
            <w:vMerge w:val="restart"/>
          </w:tcPr>
          <w:p w14:paraId="3858C158" w14:textId="6DF50F64" w:rsidR="00D80C05" w:rsidRPr="009B56E5" w:rsidRDefault="00D80C05" w:rsidP="00A74AA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3824" w:type="pct"/>
            <w:gridSpan w:val="8"/>
          </w:tcPr>
          <w:p w14:paraId="0FE56251" w14:textId="63FA3A2C" w:rsidR="00D80C05" w:rsidRPr="009B56E5" w:rsidRDefault="00D80C05" w:rsidP="00A74AA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Объем финансового обеспечения по годам реализации, тыс. рублей</w:t>
            </w:r>
          </w:p>
        </w:tc>
      </w:tr>
      <w:tr w:rsidR="00D80C05" w:rsidRPr="009B56E5" w14:paraId="0B632629" w14:textId="77777777" w:rsidTr="00D80C05">
        <w:trPr>
          <w:tblHeader/>
        </w:trPr>
        <w:tc>
          <w:tcPr>
            <w:tcW w:w="1176" w:type="pct"/>
            <w:vMerge/>
          </w:tcPr>
          <w:p w14:paraId="15B4B8A4" w14:textId="77777777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</w:p>
        </w:tc>
        <w:tc>
          <w:tcPr>
            <w:tcW w:w="428" w:type="pct"/>
          </w:tcPr>
          <w:p w14:paraId="511C1AA2" w14:textId="65E9657B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2024</w:t>
            </w:r>
          </w:p>
        </w:tc>
        <w:tc>
          <w:tcPr>
            <w:tcW w:w="478" w:type="pct"/>
          </w:tcPr>
          <w:p w14:paraId="3E369563" w14:textId="45E70B5B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2025</w:t>
            </w:r>
          </w:p>
        </w:tc>
        <w:tc>
          <w:tcPr>
            <w:tcW w:w="431" w:type="pct"/>
          </w:tcPr>
          <w:p w14:paraId="4F0DDD51" w14:textId="4BAB7C92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2026</w:t>
            </w:r>
          </w:p>
        </w:tc>
        <w:tc>
          <w:tcPr>
            <w:tcW w:w="431" w:type="pct"/>
          </w:tcPr>
          <w:p w14:paraId="61F04AE9" w14:textId="0CD6D711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2027</w:t>
            </w:r>
          </w:p>
        </w:tc>
        <w:tc>
          <w:tcPr>
            <w:tcW w:w="431" w:type="pct"/>
          </w:tcPr>
          <w:p w14:paraId="5A76A85B" w14:textId="29055B7A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2028</w:t>
            </w:r>
          </w:p>
        </w:tc>
        <w:tc>
          <w:tcPr>
            <w:tcW w:w="479" w:type="pct"/>
          </w:tcPr>
          <w:p w14:paraId="1525917D" w14:textId="4D9328EB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2029</w:t>
            </w:r>
          </w:p>
        </w:tc>
        <w:tc>
          <w:tcPr>
            <w:tcW w:w="526" w:type="pct"/>
          </w:tcPr>
          <w:p w14:paraId="5D4B2780" w14:textId="219591CB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2030</w:t>
            </w:r>
          </w:p>
        </w:tc>
        <w:tc>
          <w:tcPr>
            <w:tcW w:w="620" w:type="pct"/>
          </w:tcPr>
          <w:p w14:paraId="27373118" w14:textId="0206EB19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всего</w:t>
            </w:r>
          </w:p>
        </w:tc>
      </w:tr>
    </w:tbl>
    <w:p w14:paraId="5485A030" w14:textId="77777777" w:rsidR="00D80C05" w:rsidRPr="00D80C05" w:rsidRDefault="00D80C05">
      <w:pPr>
        <w:rPr>
          <w:sz w:val="2"/>
          <w:szCs w:val="2"/>
        </w:rPr>
      </w:pPr>
    </w:p>
    <w:tbl>
      <w:tblPr>
        <w:tblStyle w:val="351"/>
        <w:tblW w:w="5029" w:type="pct"/>
        <w:tblInd w:w="-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74"/>
        <w:gridCol w:w="1264"/>
        <w:gridCol w:w="1412"/>
        <w:gridCol w:w="1273"/>
        <w:gridCol w:w="1273"/>
        <w:gridCol w:w="1273"/>
        <w:gridCol w:w="1415"/>
        <w:gridCol w:w="1554"/>
        <w:gridCol w:w="1831"/>
      </w:tblGrid>
      <w:tr w:rsidR="00D80C05" w:rsidRPr="009B56E5" w14:paraId="222FAD58" w14:textId="77777777" w:rsidTr="00D80C05">
        <w:trPr>
          <w:tblHeader/>
        </w:trPr>
        <w:tc>
          <w:tcPr>
            <w:tcW w:w="1176" w:type="pct"/>
          </w:tcPr>
          <w:p w14:paraId="0AB2AA13" w14:textId="77777777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428" w:type="pct"/>
          </w:tcPr>
          <w:p w14:paraId="03334A1C" w14:textId="77777777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478" w:type="pct"/>
          </w:tcPr>
          <w:p w14:paraId="61AED848" w14:textId="77777777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431" w:type="pct"/>
          </w:tcPr>
          <w:p w14:paraId="0BAC2046" w14:textId="77777777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431" w:type="pct"/>
          </w:tcPr>
          <w:p w14:paraId="655EC6F0" w14:textId="77777777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431" w:type="pct"/>
          </w:tcPr>
          <w:p w14:paraId="0002D728" w14:textId="77777777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479" w:type="pct"/>
          </w:tcPr>
          <w:p w14:paraId="0804D793" w14:textId="77777777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7</w:t>
            </w:r>
          </w:p>
        </w:tc>
        <w:tc>
          <w:tcPr>
            <w:tcW w:w="526" w:type="pct"/>
          </w:tcPr>
          <w:p w14:paraId="3CCEE52A" w14:textId="77777777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8</w:t>
            </w:r>
          </w:p>
        </w:tc>
        <w:tc>
          <w:tcPr>
            <w:tcW w:w="620" w:type="pct"/>
          </w:tcPr>
          <w:p w14:paraId="683A5DDC" w14:textId="77777777" w:rsidR="00D80C05" w:rsidRPr="009B56E5" w:rsidRDefault="00D80C05" w:rsidP="00D80C05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9</w:t>
            </w:r>
          </w:p>
        </w:tc>
      </w:tr>
      <w:tr w:rsidR="00D80C05" w:rsidRPr="009B56E5" w14:paraId="43674138" w14:textId="77777777" w:rsidTr="00D80C05">
        <w:tc>
          <w:tcPr>
            <w:tcW w:w="1176" w:type="pct"/>
          </w:tcPr>
          <w:p w14:paraId="1A19DC71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Государственная программа Ярославской области «Научно-техноло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>гическое развитие Ярослав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>ской области» на 2024 – 2030 годы – всего</w:t>
            </w:r>
          </w:p>
          <w:p w14:paraId="6D2A9BDC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both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428" w:type="pct"/>
          </w:tcPr>
          <w:p w14:paraId="16AA4BB3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159885,0</w:t>
            </w:r>
          </w:p>
        </w:tc>
        <w:tc>
          <w:tcPr>
            <w:tcW w:w="478" w:type="pct"/>
          </w:tcPr>
          <w:p w14:paraId="1E26C069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val="en-US"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232385,0</w:t>
            </w:r>
          </w:p>
        </w:tc>
        <w:tc>
          <w:tcPr>
            <w:tcW w:w="431" w:type="pct"/>
            <w:shd w:val="clear" w:color="auto" w:fill="auto"/>
          </w:tcPr>
          <w:p w14:paraId="4FB04054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highlight w:val="lightGray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151385,0</w:t>
            </w:r>
          </w:p>
        </w:tc>
        <w:tc>
          <w:tcPr>
            <w:tcW w:w="431" w:type="pct"/>
          </w:tcPr>
          <w:p w14:paraId="37A0BB98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1530482,9</w:t>
            </w:r>
          </w:p>
        </w:tc>
        <w:tc>
          <w:tcPr>
            <w:tcW w:w="431" w:type="pct"/>
          </w:tcPr>
          <w:p w14:paraId="2C499155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59885,0</w:t>
            </w:r>
          </w:p>
        </w:tc>
        <w:tc>
          <w:tcPr>
            <w:tcW w:w="479" w:type="pct"/>
          </w:tcPr>
          <w:p w14:paraId="1D593EED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59885,0</w:t>
            </w:r>
          </w:p>
        </w:tc>
        <w:tc>
          <w:tcPr>
            <w:tcW w:w="526" w:type="pct"/>
          </w:tcPr>
          <w:p w14:paraId="03CFC3CC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59885,0</w:t>
            </w:r>
          </w:p>
        </w:tc>
        <w:tc>
          <w:tcPr>
            <w:tcW w:w="620" w:type="pct"/>
            <w:shd w:val="clear" w:color="auto" w:fill="auto"/>
          </w:tcPr>
          <w:p w14:paraId="54971757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2253792,9</w:t>
            </w:r>
          </w:p>
        </w:tc>
      </w:tr>
      <w:tr w:rsidR="00D80C05" w:rsidRPr="009B56E5" w14:paraId="547D54AB" w14:textId="77777777" w:rsidTr="00D80C05">
        <w:trPr>
          <w:trHeight w:val="225"/>
        </w:trPr>
        <w:tc>
          <w:tcPr>
            <w:tcW w:w="1176" w:type="pct"/>
          </w:tcPr>
          <w:p w14:paraId="6B3DC84C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 областные средства</w:t>
            </w:r>
          </w:p>
        </w:tc>
        <w:tc>
          <w:tcPr>
            <w:tcW w:w="428" w:type="pct"/>
          </w:tcPr>
          <w:p w14:paraId="3C3A0C56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159885,0</w:t>
            </w:r>
          </w:p>
        </w:tc>
        <w:tc>
          <w:tcPr>
            <w:tcW w:w="478" w:type="pct"/>
          </w:tcPr>
          <w:p w14:paraId="19F81B7B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232385,0</w:t>
            </w:r>
          </w:p>
        </w:tc>
        <w:tc>
          <w:tcPr>
            <w:tcW w:w="431" w:type="pct"/>
            <w:shd w:val="clear" w:color="auto" w:fill="auto"/>
          </w:tcPr>
          <w:p w14:paraId="5E430829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151385,0</w:t>
            </w:r>
          </w:p>
        </w:tc>
        <w:tc>
          <w:tcPr>
            <w:tcW w:w="431" w:type="pct"/>
          </w:tcPr>
          <w:p w14:paraId="4C9CFBDD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140539,9</w:t>
            </w:r>
          </w:p>
        </w:tc>
        <w:tc>
          <w:tcPr>
            <w:tcW w:w="431" w:type="pct"/>
          </w:tcPr>
          <w:p w14:paraId="3D772780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59885,0</w:t>
            </w:r>
          </w:p>
        </w:tc>
        <w:tc>
          <w:tcPr>
            <w:tcW w:w="479" w:type="pct"/>
          </w:tcPr>
          <w:p w14:paraId="1F3327A7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59885,0</w:t>
            </w:r>
          </w:p>
        </w:tc>
        <w:tc>
          <w:tcPr>
            <w:tcW w:w="526" w:type="pct"/>
          </w:tcPr>
          <w:p w14:paraId="0884F675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59885,0</w:t>
            </w:r>
          </w:p>
        </w:tc>
        <w:tc>
          <w:tcPr>
            <w:tcW w:w="620" w:type="pct"/>
            <w:shd w:val="clear" w:color="auto" w:fill="auto"/>
          </w:tcPr>
          <w:p w14:paraId="6FEF903D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863849,9</w:t>
            </w:r>
          </w:p>
        </w:tc>
      </w:tr>
      <w:tr w:rsidR="00D80C05" w:rsidRPr="009B56E5" w14:paraId="65EC3A62" w14:textId="77777777" w:rsidTr="00D80C05">
        <w:trPr>
          <w:trHeight w:val="225"/>
        </w:trPr>
        <w:tc>
          <w:tcPr>
            <w:tcW w:w="1176" w:type="pct"/>
          </w:tcPr>
          <w:p w14:paraId="6725FC29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 xml:space="preserve">- федеральные средства </w:t>
            </w:r>
          </w:p>
        </w:tc>
        <w:tc>
          <w:tcPr>
            <w:tcW w:w="428" w:type="pct"/>
          </w:tcPr>
          <w:p w14:paraId="37479B25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478" w:type="pct"/>
          </w:tcPr>
          <w:p w14:paraId="5117A3A5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431" w:type="pct"/>
            <w:shd w:val="clear" w:color="auto" w:fill="auto"/>
          </w:tcPr>
          <w:p w14:paraId="12EDDC8B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highlight w:val="lightGray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431" w:type="pct"/>
          </w:tcPr>
          <w:p w14:paraId="4A326DAD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1389943,0</w:t>
            </w:r>
          </w:p>
        </w:tc>
        <w:tc>
          <w:tcPr>
            <w:tcW w:w="431" w:type="pct"/>
          </w:tcPr>
          <w:p w14:paraId="0BA673FF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479" w:type="pct"/>
          </w:tcPr>
          <w:p w14:paraId="0BBCB191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526" w:type="pct"/>
          </w:tcPr>
          <w:p w14:paraId="60F4B66E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620" w:type="pct"/>
            <w:shd w:val="clear" w:color="auto" w:fill="auto"/>
          </w:tcPr>
          <w:p w14:paraId="270780FD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1389943,0</w:t>
            </w:r>
          </w:p>
        </w:tc>
      </w:tr>
      <w:tr w:rsidR="00D80C05" w:rsidRPr="009B56E5" w14:paraId="7F09F5FA" w14:textId="77777777" w:rsidTr="00D80C05">
        <w:trPr>
          <w:trHeight w:val="225"/>
        </w:trPr>
        <w:tc>
          <w:tcPr>
            <w:tcW w:w="1176" w:type="pct"/>
          </w:tcPr>
          <w:p w14:paraId="32889E97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Региональный проект «Разра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>бот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>ка, стандартиза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>ция и серийное производ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>ство беспи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>лотных авиа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>ционных систем и их комплектую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>щих»</w:t>
            </w:r>
          </w:p>
        </w:tc>
        <w:tc>
          <w:tcPr>
            <w:tcW w:w="428" w:type="pct"/>
          </w:tcPr>
          <w:p w14:paraId="3E38CA4B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478" w:type="pct"/>
          </w:tcPr>
          <w:p w14:paraId="23B56502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431" w:type="pct"/>
          </w:tcPr>
          <w:p w14:paraId="00F0B554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84000,0</w:t>
            </w:r>
          </w:p>
        </w:tc>
        <w:tc>
          <w:tcPr>
            <w:tcW w:w="431" w:type="pct"/>
          </w:tcPr>
          <w:p w14:paraId="2D690273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1463097,9</w:t>
            </w:r>
          </w:p>
        </w:tc>
        <w:tc>
          <w:tcPr>
            <w:tcW w:w="431" w:type="pct"/>
          </w:tcPr>
          <w:p w14:paraId="308FD2B1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highlight w:val="yellow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479" w:type="pct"/>
          </w:tcPr>
          <w:p w14:paraId="18929846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526" w:type="pct"/>
          </w:tcPr>
          <w:p w14:paraId="4AE86798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620" w:type="pct"/>
            <w:shd w:val="clear" w:color="auto" w:fill="auto"/>
          </w:tcPr>
          <w:p w14:paraId="50DB1037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1547097,9</w:t>
            </w:r>
          </w:p>
        </w:tc>
      </w:tr>
      <w:tr w:rsidR="00D80C05" w:rsidRPr="009B56E5" w14:paraId="2AB551EE" w14:textId="77777777" w:rsidTr="00D80C05">
        <w:trPr>
          <w:trHeight w:val="225"/>
        </w:trPr>
        <w:tc>
          <w:tcPr>
            <w:tcW w:w="1176" w:type="pct"/>
          </w:tcPr>
          <w:p w14:paraId="3C2E7C85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 областные средства</w:t>
            </w:r>
          </w:p>
        </w:tc>
        <w:tc>
          <w:tcPr>
            <w:tcW w:w="428" w:type="pct"/>
          </w:tcPr>
          <w:p w14:paraId="5E6BC82A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478" w:type="pct"/>
          </w:tcPr>
          <w:p w14:paraId="67EAE8E5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431" w:type="pct"/>
          </w:tcPr>
          <w:p w14:paraId="39F579C6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sz w:val="24"/>
                <w:szCs w:val="24"/>
              </w:rPr>
              <w:t>84000,0</w:t>
            </w:r>
          </w:p>
        </w:tc>
        <w:tc>
          <w:tcPr>
            <w:tcW w:w="431" w:type="pct"/>
          </w:tcPr>
          <w:p w14:paraId="194D7FF1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73154,9</w:t>
            </w:r>
          </w:p>
        </w:tc>
        <w:tc>
          <w:tcPr>
            <w:tcW w:w="431" w:type="pct"/>
          </w:tcPr>
          <w:p w14:paraId="4D320050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479" w:type="pct"/>
          </w:tcPr>
          <w:p w14:paraId="1242ED02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526" w:type="pct"/>
          </w:tcPr>
          <w:p w14:paraId="2C8B2771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620" w:type="pct"/>
            <w:shd w:val="clear" w:color="auto" w:fill="auto"/>
          </w:tcPr>
          <w:p w14:paraId="7174D8FD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157154,9</w:t>
            </w:r>
          </w:p>
        </w:tc>
      </w:tr>
      <w:tr w:rsidR="00D80C05" w:rsidRPr="009B56E5" w14:paraId="5F08BF90" w14:textId="77777777" w:rsidTr="00D80C05">
        <w:trPr>
          <w:trHeight w:val="225"/>
        </w:trPr>
        <w:tc>
          <w:tcPr>
            <w:tcW w:w="1176" w:type="pct"/>
          </w:tcPr>
          <w:p w14:paraId="0914E038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 федеральные средства</w:t>
            </w:r>
          </w:p>
        </w:tc>
        <w:tc>
          <w:tcPr>
            <w:tcW w:w="428" w:type="pct"/>
          </w:tcPr>
          <w:p w14:paraId="00EA8623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478" w:type="pct"/>
          </w:tcPr>
          <w:p w14:paraId="40288C43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highlight w:val="yellow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431" w:type="pct"/>
            <w:shd w:val="clear" w:color="auto" w:fill="auto"/>
          </w:tcPr>
          <w:p w14:paraId="6E99ABDF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highlight w:val="lightGray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431" w:type="pct"/>
          </w:tcPr>
          <w:p w14:paraId="186384E6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1389943,0</w:t>
            </w:r>
          </w:p>
        </w:tc>
        <w:tc>
          <w:tcPr>
            <w:tcW w:w="431" w:type="pct"/>
          </w:tcPr>
          <w:p w14:paraId="3CEE1AD6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479" w:type="pct"/>
          </w:tcPr>
          <w:p w14:paraId="15884ED3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526" w:type="pct"/>
          </w:tcPr>
          <w:p w14:paraId="2944A848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</w:t>
            </w:r>
          </w:p>
        </w:tc>
        <w:tc>
          <w:tcPr>
            <w:tcW w:w="620" w:type="pct"/>
            <w:shd w:val="clear" w:color="auto" w:fill="auto"/>
          </w:tcPr>
          <w:p w14:paraId="49F88B67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1389943,0</w:t>
            </w:r>
          </w:p>
        </w:tc>
      </w:tr>
      <w:tr w:rsidR="00D80C05" w:rsidRPr="009B56E5" w14:paraId="673FE816" w14:textId="77777777" w:rsidTr="00D80C05">
        <w:tc>
          <w:tcPr>
            <w:tcW w:w="1176" w:type="pct"/>
          </w:tcPr>
          <w:p w14:paraId="6DA9ECA6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Ведомственный проект «Госу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>дар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 xml:space="preserve">ственная поддержка научной 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lastRenderedPageBreak/>
              <w:t>и научно-технической деятельности в Ярослав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>ской области» – всего</w:t>
            </w:r>
          </w:p>
          <w:p w14:paraId="2AE88761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428" w:type="pct"/>
          </w:tcPr>
          <w:p w14:paraId="359E5D72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lastRenderedPageBreak/>
              <w:t>110000,0</w:t>
            </w:r>
          </w:p>
        </w:tc>
        <w:tc>
          <w:tcPr>
            <w:tcW w:w="478" w:type="pct"/>
          </w:tcPr>
          <w:p w14:paraId="1773A3A7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182500,0</w:t>
            </w:r>
          </w:p>
        </w:tc>
        <w:tc>
          <w:tcPr>
            <w:tcW w:w="431" w:type="pct"/>
          </w:tcPr>
          <w:p w14:paraId="4A59EAD9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17500,0</w:t>
            </w:r>
          </w:p>
        </w:tc>
        <w:tc>
          <w:tcPr>
            <w:tcW w:w="431" w:type="pct"/>
          </w:tcPr>
          <w:p w14:paraId="769374F9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highlight w:val="yellow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17500,0</w:t>
            </w:r>
          </w:p>
        </w:tc>
        <w:tc>
          <w:tcPr>
            <w:tcW w:w="431" w:type="pct"/>
          </w:tcPr>
          <w:p w14:paraId="11FB751D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highlight w:val="yellow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10000,0</w:t>
            </w:r>
          </w:p>
        </w:tc>
        <w:tc>
          <w:tcPr>
            <w:tcW w:w="479" w:type="pct"/>
          </w:tcPr>
          <w:p w14:paraId="76C8885D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highlight w:val="yellow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10000,0</w:t>
            </w:r>
          </w:p>
        </w:tc>
        <w:tc>
          <w:tcPr>
            <w:tcW w:w="526" w:type="pct"/>
          </w:tcPr>
          <w:p w14:paraId="062445C9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10000,0</w:t>
            </w:r>
          </w:p>
        </w:tc>
        <w:tc>
          <w:tcPr>
            <w:tcW w:w="620" w:type="pct"/>
            <w:shd w:val="clear" w:color="auto" w:fill="auto"/>
          </w:tcPr>
          <w:p w14:paraId="3895D602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357500,0</w:t>
            </w:r>
          </w:p>
        </w:tc>
      </w:tr>
      <w:tr w:rsidR="00D80C05" w:rsidRPr="009B56E5" w14:paraId="6B530498" w14:textId="77777777" w:rsidTr="00D80C05">
        <w:trPr>
          <w:trHeight w:val="70"/>
        </w:trPr>
        <w:tc>
          <w:tcPr>
            <w:tcW w:w="1176" w:type="pct"/>
          </w:tcPr>
          <w:p w14:paraId="19B77A46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 областные средства</w:t>
            </w:r>
          </w:p>
        </w:tc>
        <w:tc>
          <w:tcPr>
            <w:tcW w:w="428" w:type="pct"/>
          </w:tcPr>
          <w:p w14:paraId="2EDA8096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110000,0</w:t>
            </w:r>
          </w:p>
        </w:tc>
        <w:tc>
          <w:tcPr>
            <w:tcW w:w="478" w:type="pct"/>
          </w:tcPr>
          <w:p w14:paraId="0F83B3F7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182500,0</w:t>
            </w:r>
          </w:p>
        </w:tc>
        <w:tc>
          <w:tcPr>
            <w:tcW w:w="431" w:type="pct"/>
          </w:tcPr>
          <w:p w14:paraId="4A9BCA6B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17500,0</w:t>
            </w:r>
          </w:p>
        </w:tc>
        <w:tc>
          <w:tcPr>
            <w:tcW w:w="431" w:type="pct"/>
          </w:tcPr>
          <w:p w14:paraId="55B153D8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highlight w:val="yellow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17500,0</w:t>
            </w:r>
          </w:p>
        </w:tc>
        <w:tc>
          <w:tcPr>
            <w:tcW w:w="431" w:type="pct"/>
          </w:tcPr>
          <w:p w14:paraId="0EEA71AB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highlight w:val="yellow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10000,0</w:t>
            </w:r>
          </w:p>
        </w:tc>
        <w:tc>
          <w:tcPr>
            <w:tcW w:w="479" w:type="pct"/>
          </w:tcPr>
          <w:p w14:paraId="53176BAF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highlight w:val="yellow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10000,0</w:t>
            </w:r>
          </w:p>
        </w:tc>
        <w:tc>
          <w:tcPr>
            <w:tcW w:w="526" w:type="pct"/>
          </w:tcPr>
          <w:p w14:paraId="448B0C1D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highlight w:val="yellow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10000,0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</w:tcPr>
          <w:p w14:paraId="255C91D3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357500,0</w:t>
            </w:r>
          </w:p>
        </w:tc>
      </w:tr>
      <w:tr w:rsidR="00D80C05" w:rsidRPr="009B56E5" w14:paraId="6924B8FE" w14:textId="77777777" w:rsidTr="00D80C05">
        <w:tc>
          <w:tcPr>
            <w:tcW w:w="1176" w:type="pct"/>
          </w:tcPr>
          <w:p w14:paraId="6AE43D38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Комплекс процессных меро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>прия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>тий «Финансовая под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>держка сту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>дентов, аспирантов и ординато</w:t>
            </w: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softHyphen/>
              <w:t>ров» – всего</w:t>
            </w:r>
          </w:p>
          <w:p w14:paraId="510D6CE0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в том числе:</w:t>
            </w:r>
          </w:p>
        </w:tc>
        <w:tc>
          <w:tcPr>
            <w:tcW w:w="428" w:type="pct"/>
          </w:tcPr>
          <w:p w14:paraId="0B16BDFF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49885,0</w:t>
            </w:r>
          </w:p>
        </w:tc>
        <w:tc>
          <w:tcPr>
            <w:tcW w:w="478" w:type="pct"/>
          </w:tcPr>
          <w:p w14:paraId="02839357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49885,0</w:t>
            </w:r>
          </w:p>
        </w:tc>
        <w:tc>
          <w:tcPr>
            <w:tcW w:w="431" w:type="pct"/>
          </w:tcPr>
          <w:p w14:paraId="0CB830D3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49885,0</w:t>
            </w:r>
          </w:p>
        </w:tc>
        <w:tc>
          <w:tcPr>
            <w:tcW w:w="431" w:type="pct"/>
          </w:tcPr>
          <w:p w14:paraId="1135B552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49885,0</w:t>
            </w:r>
          </w:p>
        </w:tc>
        <w:tc>
          <w:tcPr>
            <w:tcW w:w="431" w:type="pct"/>
          </w:tcPr>
          <w:p w14:paraId="5479CAC4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49885,0</w:t>
            </w:r>
          </w:p>
        </w:tc>
        <w:tc>
          <w:tcPr>
            <w:tcW w:w="479" w:type="pct"/>
          </w:tcPr>
          <w:p w14:paraId="5F64B6CD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49885,0</w:t>
            </w:r>
          </w:p>
        </w:tc>
        <w:tc>
          <w:tcPr>
            <w:tcW w:w="526" w:type="pct"/>
          </w:tcPr>
          <w:p w14:paraId="35C5C6B7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49885,0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</w:tcPr>
          <w:p w14:paraId="7F653810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349195,0</w:t>
            </w:r>
          </w:p>
        </w:tc>
      </w:tr>
      <w:tr w:rsidR="00D80C05" w:rsidRPr="009B56E5" w14:paraId="4D3D64D4" w14:textId="77777777" w:rsidTr="00D80C05">
        <w:tc>
          <w:tcPr>
            <w:tcW w:w="1176" w:type="pct"/>
          </w:tcPr>
          <w:p w14:paraId="40D9D9CA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- областные средства</w:t>
            </w:r>
          </w:p>
        </w:tc>
        <w:tc>
          <w:tcPr>
            <w:tcW w:w="428" w:type="pct"/>
          </w:tcPr>
          <w:p w14:paraId="0084FB58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49885,0</w:t>
            </w:r>
          </w:p>
        </w:tc>
        <w:tc>
          <w:tcPr>
            <w:tcW w:w="478" w:type="pct"/>
          </w:tcPr>
          <w:p w14:paraId="08AB1419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49885,0</w:t>
            </w:r>
          </w:p>
        </w:tc>
        <w:tc>
          <w:tcPr>
            <w:tcW w:w="431" w:type="pct"/>
          </w:tcPr>
          <w:p w14:paraId="262EAE3E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49885,0</w:t>
            </w:r>
          </w:p>
        </w:tc>
        <w:tc>
          <w:tcPr>
            <w:tcW w:w="431" w:type="pct"/>
          </w:tcPr>
          <w:p w14:paraId="67DF577A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49885,0</w:t>
            </w:r>
          </w:p>
        </w:tc>
        <w:tc>
          <w:tcPr>
            <w:tcW w:w="431" w:type="pct"/>
          </w:tcPr>
          <w:p w14:paraId="7E2BC86F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49885,0</w:t>
            </w:r>
          </w:p>
        </w:tc>
        <w:tc>
          <w:tcPr>
            <w:tcW w:w="479" w:type="pct"/>
          </w:tcPr>
          <w:p w14:paraId="70B53C10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49885,0</w:t>
            </w:r>
          </w:p>
        </w:tc>
        <w:tc>
          <w:tcPr>
            <w:tcW w:w="526" w:type="pct"/>
          </w:tcPr>
          <w:p w14:paraId="73CE27D2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49885,0</w:t>
            </w:r>
          </w:p>
        </w:tc>
        <w:tc>
          <w:tcPr>
            <w:tcW w:w="620" w:type="pct"/>
            <w:tcBorders>
              <w:top w:val="single" w:sz="4" w:space="0" w:color="auto"/>
            </w:tcBorders>
            <w:shd w:val="clear" w:color="auto" w:fill="auto"/>
          </w:tcPr>
          <w:p w14:paraId="46DAA6CA" w14:textId="77777777" w:rsidR="00D80C05" w:rsidRPr="009B56E5" w:rsidRDefault="00D80C05" w:rsidP="00D80C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bidi="ru-RU"/>
              </w:rPr>
            </w:pPr>
            <w:r w:rsidRPr="009B56E5">
              <w:rPr>
                <w:rFonts w:cs="Times New Roman"/>
                <w:bCs/>
                <w:sz w:val="24"/>
                <w:szCs w:val="24"/>
                <w:lang w:bidi="ru-RU"/>
              </w:rPr>
              <w:t>349195,0</w:t>
            </w:r>
          </w:p>
        </w:tc>
      </w:tr>
    </w:tbl>
    <w:p w14:paraId="475203DD" w14:textId="77777777" w:rsidR="00875C76" w:rsidRDefault="00875C76" w:rsidP="00875C76">
      <w:pPr>
        <w:jc w:val="both"/>
        <w:rPr>
          <w:rFonts w:cs="Times New Roman"/>
          <w:szCs w:val="28"/>
        </w:rPr>
      </w:pPr>
      <w:bookmarkStart w:id="3" w:name="P192"/>
      <w:bookmarkStart w:id="4" w:name="P198"/>
      <w:bookmarkStart w:id="5" w:name="P205"/>
      <w:bookmarkStart w:id="6" w:name="P225"/>
      <w:bookmarkStart w:id="7" w:name="P226"/>
      <w:bookmarkStart w:id="8" w:name="P339"/>
      <w:bookmarkStart w:id="9" w:name="P33"/>
      <w:bookmarkStart w:id="10" w:name="P68"/>
      <w:bookmarkStart w:id="11" w:name="P109"/>
      <w:bookmarkStart w:id="12" w:name="P124"/>
      <w:bookmarkStart w:id="13" w:name="P128"/>
      <w:bookmarkStart w:id="14" w:name="P135"/>
      <w:bookmarkStart w:id="15" w:name="P167"/>
      <w:bookmarkStart w:id="16" w:name="P172"/>
      <w:bookmarkStart w:id="17" w:name="P193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06B0FE0" w14:textId="77777777" w:rsidR="00875C76" w:rsidRPr="00F730BC" w:rsidRDefault="00875C76" w:rsidP="00875C76">
      <w:pPr>
        <w:spacing w:line="245" w:lineRule="auto"/>
        <w:ind w:firstLine="0"/>
        <w:rPr>
          <w:szCs w:val="28"/>
        </w:rPr>
      </w:pPr>
    </w:p>
    <w:p w14:paraId="164CCF02" w14:textId="77777777" w:rsidR="00875C76" w:rsidRPr="008800EF" w:rsidRDefault="00875C76" w:rsidP="00875C76">
      <w:pPr>
        <w:rPr>
          <w:sz w:val="2"/>
          <w:szCs w:val="2"/>
        </w:rPr>
      </w:pPr>
    </w:p>
    <w:p w14:paraId="7F386926" w14:textId="77777777" w:rsidR="00984F81" w:rsidRDefault="00984F81" w:rsidP="00875C76">
      <w:pPr>
        <w:widowControl w:val="0"/>
        <w:tabs>
          <w:tab w:val="left" w:pos="350"/>
        </w:tabs>
        <w:ind w:firstLine="0"/>
        <w:jc w:val="center"/>
        <w:outlineLvl w:val="1"/>
        <w:rPr>
          <w:rFonts w:eastAsiaTheme="minorHAnsi" w:cs="Times New Roman"/>
          <w:b/>
          <w:bCs/>
          <w:color w:val="000000" w:themeColor="text1"/>
          <w:szCs w:val="28"/>
        </w:rPr>
      </w:pPr>
    </w:p>
    <w:sectPr w:rsidR="00984F81" w:rsidSect="007F7B4E">
      <w:headerReference w:type="default" r:id="rId11"/>
      <w:headerReference w:type="first" r:id="rId12"/>
      <w:pgSz w:w="16838" w:h="11906" w:orient="landscape" w:code="9"/>
      <w:pgMar w:top="1985" w:right="1134" w:bottom="567" w:left="1134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104E6" w14:textId="77777777" w:rsidR="00F40D6E" w:rsidRDefault="00F40D6E" w:rsidP="00E2210C">
      <w:r>
        <w:separator/>
      </w:r>
    </w:p>
  </w:endnote>
  <w:endnote w:type="continuationSeparator" w:id="0">
    <w:p w14:paraId="51A2D578" w14:textId="77777777" w:rsidR="00F40D6E" w:rsidRDefault="00F40D6E" w:rsidP="00E2210C">
      <w:r>
        <w:continuationSeparator/>
      </w:r>
    </w:p>
  </w:endnote>
  <w:endnote w:type="continuationNotice" w:id="1">
    <w:p w14:paraId="441D4818" w14:textId="77777777" w:rsidR="00F40D6E" w:rsidRDefault="00F40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imbus Roman No9 L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43EB8" w14:textId="77777777" w:rsidR="00F40D6E" w:rsidRDefault="00F40D6E" w:rsidP="00E2210C">
      <w:r>
        <w:separator/>
      </w:r>
    </w:p>
  </w:footnote>
  <w:footnote w:type="continuationSeparator" w:id="0">
    <w:p w14:paraId="3BD58872" w14:textId="77777777" w:rsidR="00F40D6E" w:rsidRDefault="00F40D6E" w:rsidP="00E2210C">
      <w:r>
        <w:continuationSeparator/>
      </w:r>
    </w:p>
  </w:footnote>
  <w:footnote w:type="continuationNotice" w:id="1">
    <w:p w14:paraId="7AC8B517" w14:textId="77777777" w:rsidR="00F40D6E" w:rsidRDefault="00F40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91069"/>
      <w:docPartObj>
        <w:docPartGallery w:val="Page Numbers (Top of Page)"/>
        <w:docPartUnique/>
      </w:docPartObj>
    </w:sdtPr>
    <w:sdtEndPr/>
    <w:sdtContent>
      <w:p w14:paraId="517AB21D" w14:textId="1D20028C" w:rsidR="007F7B4E" w:rsidRDefault="007F7B4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58A">
          <w:rPr>
            <w:noProof/>
          </w:rPr>
          <w:t>8</w:t>
        </w:r>
        <w:r>
          <w:fldChar w:fldCharType="end"/>
        </w:r>
      </w:p>
    </w:sdtContent>
  </w:sdt>
  <w:p w14:paraId="2F0FFAC9" w14:textId="101F0DDF" w:rsidR="00542AE5" w:rsidRDefault="00542AE5" w:rsidP="00FD45E2">
    <w:pPr>
      <w:pStyle w:val="a7"/>
      <w:ind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C499A" w14:textId="77777777" w:rsidR="00542AE5" w:rsidRDefault="00542AE5" w:rsidP="007E3662">
    <w:pPr>
      <w:pStyle w:val="a7"/>
      <w:tabs>
        <w:tab w:val="center" w:pos="7639"/>
        <w:tab w:val="left" w:pos="819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BFD4B3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178E1B7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759C4B36"/>
    <w:lvl w:ilvl="0">
      <w:numFmt w:val="decimal"/>
      <w:pStyle w:val="a0"/>
      <w:lvlText w:val="*"/>
      <w:lvlJc w:val="left"/>
      <w:pPr>
        <w:ind w:left="0" w:firstLine="0"/>
      </w:p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2BB86EB0"/>
    <w:multiLevelType w:val="multilevel"/>
    <w:tmpl w:val="0570F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9CD3D2C"/>
    <w:multiLevelType w:val="hybridMultilevel"/>
    <w:tmpl w:val="15221066"/>
    <w:lvl w:ilvl="0" w:tplc="434E8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357"/>
  <w:doNotHyphenateCap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27DD"/>
    <w:rsid w:val="0000609F"/>
    <w:rsid w:val="0000646A"/>
    <w:rsid w:val="00007DCA"/>
    <w:rsid w:val="00010458"/>
    <w:rsid w:val="000124AF"/>
    <w:rsid w:val="0001787C"/>
    <w:rsid w:val="00026AF2"/>
    <w:rsid w:val="00034518"/>
    <w:rsid w:val="00036C48"/>
    <w:rsid w:val="00041ACC"/>
    <w:rsid w:val="00041FED"/>
    <w:rsid w:val="00043777"/>
    <w:rsid w:val="00045A2D"/>
    <w:rsid w:val="00046646"/>
    <w:rsid w:val="00046699"/>
    <w:rsid w:val="00051D5B"/>
    <w:rsid w:val="00053D8B"/>
    <w:rsid w:val="00054FCB"/>
    <w:rsid w:val="00057A2F"/>
    <w:rsid w:val="00060F2D"/>
    <w:rsid w:val="0006201C"/>
    <w:rsid w:val="000621FC"/>
    <w:rsid w:val="000622F4"/>
    <w:rsid w:val="00065EFE"/>
    <w:rsid w:val="00066679"/>
    <w:rsid w:val="00072697"/>
    <w:rsid w:val="00080880"/>
    <w:rsid w:val="00084677"/>
    <w:rsid w:val="00085F74"/>
    <w:rsid w:val="00094E30"/>
    <w:rsid w:val="00097710"/>
    <w:rsid w:val="000A51AF"/>
    <w:rsid w:val="000A551A"/>
    <w:rsid w:val="000A609E"/>
    <w:rsid w:val="000B02A9"/>
    <w:rsid w:val="000B0423"/>
    <w:rsid w:val="000B05A9"/>
    <w:rsid w:val="000C5189"/>
    <w:rsid w:val="000C72C1"/>
    <w:rsid w:val="000C7BD0"/>
    <w:rsid w:val="000D2CC7"/>
    <w:rsid w:val="000D51B5"/>
    <w:rsid w:val="000E59B2"/>
    <w:rsid w:val="000E69C0"/>
    <w:rsid w:val="000E76A8"/>
    <w:rsid w:val="000F0229"/>
    <w:rsid w:val="000F1B9E"/>
    <w:rsid w:val="000F2DBE"/>
    <w:rsid w:val="000F61AB"/>
    <w:rsid w:val="000F6325"/>
    <w:rsid w:val="0010078F"/>
    <w:rsid w:val="00102872"/>
    <w:rsid w:val="0010712D"/>
    <w:rsid w:val="001144A9"/>
    <w:rsid w:val="001158D9"/>
    <w:rsid w:val="001160D9"/>
    <w:rsid w:val="001223AF"/>
    <w:rsid w:val="00124101"/>
    <w:rsid w:val="00125111"/>
    <w:rsid w:val="001300B0"/>
    <w:rsid w:val="00131142"/>
    <w:rsid w:val="001347C5"/>
    <w:rsid w:val="00136D7B"/>
    <w:rsid w:val="00140C27"/>
    <w:rsid w:val="001430A3"/>
    <w:rsid w:val="001507E1"/>
    <w:rsid w:val="0015140F"/>
    <w:rsid w:val="00156F74"/>
    <w:rsid w:val="00157ADB"/>
    <w:rsid w:val="00163041"/>
    <w:rsid w:val="00167C03"/>
    <w:rsid w:val="001707B3"/>
    <w:rsid w:val="00173A67"/>
    <w:rsid w:val="00174DF9"/>
    <w:rsid w:val="00177D69"/>
    <w:rsid w:val="001932D7"/>
    <w:rsid w:val="001935A0"/>
    <w:rsid w:val="00193C07"/>
    <w:rsid w:val="00197547"/>
    <w:rsid w:val="001A25DA"/>
    <w:rsid w:val="001A75EF"/>
    <w:rsid w:val="001B231D"/>
    <w:rsid w:val="001B379E"/>
    <w:rsid w:val="001B5E5E"/>
    <w:rsid w:val="001B6AAD"/>
    <w:rsid w:val="001C0D27"/>
    <w:rsid w:val="001C4646"/>
    <w:rsid w:val="001C4DC6"/>
    <w:rsid w:val="001C53A9"/>
    <w:rsid w:val="001C78DA"/>
    <w:rsid w:val="001D083E"/>
    <w:rsid w:val="001D0C7E"/>
    <w:rsid w:val="001D5DDD"/>
    <w:rsid w:val="001D6F07"/>
    <w:rsid w:val="001E007D"/>
    <w:rsid w:val="001E2ED0"/>
    <w:rsid w:val="001E482A"/>
    <w:rsid w:val="001E68DF"/>
    <w:rsid w:val="00210D1B"/>
    <w:rsid w:val="00214A1B"/>
    <w:rsid w:val="002157E6"/>
    <w:rsid w:val="00216A84"/>
    <w:rsid w:val="00217471"/>
    <w:rsid w:val="002228B4"/>
    <w:rsid w:val="0022338B"/>
    <w:rsid w:val="00223F95"/>
    <w:rsid w:val="002306C4"/>
    <w:rsid w:val="00233014"/>
    <w:rsid w:val="00235EB7"/>
    <w:rsid w:val="00237EDD"/>
    <w:rsid w:val="00245FB8"/>
    <w:rsid w:val="00246D1D"/>
    <w:rsid w:val="00255CF7"/>
    <w:rsid w:val="00260038"/>
    <w:rsid w:val="00262C4E"/>
    <w:rsid w:val="0026751E"/>
    <w:rsid w:val="00273444"/>
    <w:rsid w:val="0027723A"/>
    <w:rsid w:val="00285CED"/>
    <w:rsid w:val="002900BD"/>
    <w:rsid w:val="00293130"/>
    <w:rsid w:val="00294A76"/>
    <w:rsid w:val="00296B04"/>
    <w:rsid w:val="002971FA"/>
    <w:rsid w:val="002A6529"/>
    <w:rsid w:val="002B49F1"/>
    <w:rsid w:val="002B599D"/>
    <w:rsid w:val="002C1C62"/>
    <w:rsid w:val="002C2811"/>
    <w:rsid w:val="002C5BF8"/>
    <w:rsid w:val="002C6AA8"/>
    <w:rsid w:val="002C6D72"/>
    <w:rsid w:val="002C75CD"/>
    <w:rsid w:val="002C7F7C"/>
    <w:rsid w:val="002D12A2"/>
    <w:rsid w:val="002D1A43"/>
    <w:rsid w:val="002D4461"/>
    <w:rsid w:val="002D5A0A"/>
    <w:rsid w:val="002E1FF6"/>
    <w:rsid w:val="002E2E9A"/>
    <w:rsid w:val="002E37B4"/>
    <w:rsid w:val="002E778E"/>
    <w:rsid w:val="002F10A2"/>
    <w:rsid w:val="002F30DD"/>
    <w:rsid w:val="002F6DDE"/>
    <w:rsid w:val="002F7F90"/>
    <w:rsid w:val="003017C9"/>
    <w:rsid w:val="00303296"/>
    <w:rsid w:val="00303A81"/>
    <w:rsid w:val="003120F8"/>
    <w:rsid w:val="0031560D"/>
    <w:rsid w:val="00315F17"/>
    <w:rsid w:val="00316702"/>
    <w:rsid w:val="00317896"/>
    <w:rsid w:val="00317E5B"/>
    <w:rsid w:val="003220E5"/>
    <w:rsid w:val="003229BD"/>
    <w:rsid w:val="003246AA"/>
    <w:rsid w:val="0032558A"/>
    <w:rsid w:val="00326A7D"/>
    <w:rsid w:val="0033195C"/>
    <w:rsid w:val="00342F03"/>
    <w:rsid w:val="00352BDF"/>
    <w:rsid w:val="00354C85"/>
    <w:rsid w:val="00361746"/>
    <w:rsid w:val="00362F4C"/>
    <w:rsid w:val="00365176"/>
    <w:rsid w:val="003656CE"/>
    <w:rsid w:val="00374A60"/>
    <w:rsid w:val="00374C77"/>
    <w:rsid w:val="00376ED8"/>
    <w:rsid w:val="00381164"/>
    <w:rsid w:val="0038614A"/>
    <w:rsid w:val="003906DC"/>
    <w:rsid w:val="00392E03"/>
    <w:rsid w:val="00393E24"/>
    <w:rsid w:val="00394415"/>
    <w:rsid w:val="00395FAC"/>
    <w:rsid w:val="003A2DCC"/>
    <w:rsid w:val="003C4F9E"/>
    <w:rsid w:val="003C5950"/>
    <w:rsid w:val="003C6E55"/>
    <w:rsid w:val="003D1E8D"/>
    <w:rsid w:val="003D4FDD"/>
    <w:rsid w:val="003E22D4"/>
    <w:rsid w:val="003E2408"/>
    <w:rsid w:val="003E6ED4"/>
    <w:rsid w:val="003F04DD"/>
    <w:rsid w:val="003F1810"/>
    <w:rsid w:val="003F2CCB"/>
    <w:rsid w:val="003F4228"/>
    <w:rsid w:val="003F43C8"/>
    <w:rsid w:val="003F65E2"/>
    <w:rsid w:val="0040656C"/>
    <w:rsid w:val="00406FF6"/>
    <w:rsid w:val="00407D4C"/>
    <w:rsid w:val="00415B9D"/>
    <w:rsid w:val="00420CBF"/>
    <w:rsid w:val="00422AAE"/>
    <w:rsid w:val="00430B18"/>
    <w:rsid w:val="004363AA"/>
    <w:rsid w:val="004400E0"/>
    <w:rsid w:val="00441132"/>
    <w:rsid w:val="00444FE4"/>
    <w:rsid w:val="00454337"/>
    <w:rsid w:val="00454C3A"/>
    <w:rsid w:val="0045513A"/>
    <w:rsid w:val="00462845"/>
    <w:rsid w:val="00463613"/>
    <w:rsid w:val="00466D10"/>
    <w:rsid w:val="00467B5F"/>
    <w:rsid w:val="00470773"/>
    <w:rsid w:val="00471240"/>
    <w:rsid w:val="004728A1"/>
    <w:rsid w:val="004746D6"/>
    <w:rsid w:val="00474A5E"/>
    <w:rsid w:val="00475290"/>
    <w:rsid w:val="00477117"/>
    <w:rsid w:val="00477A24"/>
    <w:rsid w:val="00483C94"/>
    <w:rsid w:val="004844BA"/>
    <w:rsid w:val="00487DAB"/>
    <w:rsid w:val="00491D4E"/>
    <w:rsid w:val="004935B8"/>
    <w:rsid w:val="00494049"/>
    <w:rsid w:val="00495BC9"/>
    <w:rsid w:val="004B04C8"/>
    <w:rsid w:val="004B1AD7"/>
    <w:rsid w:val="004B5579"/>
    <w:rsid w:val="004C24A7"/>
    <w:rsid w:val="004C3537"/>
    <w:rsid w:val="004C3AAF"/>
    <w:rsid w:val="004D23F7"/>
    <w:rsid w:val="004D2724"/>
    <w:rsid w:val="004D3B72"/>
    <w:rsid w:val="004E089C"/>
    <w:rsid w:val="004F1C17"/>
    <w:rsid w:val="004F6691"/>
    <w:rsid w:val="00500E1A"/>
    <w:rsid w:val="005010FF"/>
    <w:rsid w:val="00501ACC"/>
    <w:rsid w:val="00501D9C"/>
    <w:rsid w:val="00502667"/>
    <w:rsid w:val="00506F44"/>
    <w:rsid w:val="005103D7"/>
    <w:rsid w:val="00522E2C"/>
    <w:rsid w:val="005230D9"/>
    <w:rsid w:val="0052572B"/>
    <w:rsid w:val="00534BF6"/>
    <w:rsid w:val="00542AE5"/>
    <w:rsid w:val="00543336"/>
    <w:rsid w:val="00547508"/>
    <w:rsid w:val="00551886"/>
    <w:rsid w:val="005518A1"/>
    <w:rsid w:val="00553063"/>
    <w:rsid w:val="00553964"/>
    <w:rsid w:val="00562CF6"/>
    <w:rsid w:val="00570EC6"/>
    <w:rsid w:val="00570FBB"/>
    <w:rsid w:val="00571908"/>
    <w:rsid w:val="005803A8"/>
    <w:rsid w:val="00580471"/>
    <w:rsid w:val="00582998"/>
    <w:rsid w:val="005862FB"/>
    <w:rsid w:val="00592052"/>
    <w:rsid w:val="0059374B"/>
    <w:rsid w:val="00593ADF"/>
    <w:rsid w:val="00595BE0"/>
    <w:rsid w:val="00596ED4"/>
    <w:rsid w:val="005A7675"/>
    <w:rsid w:val="005B7F56"/>
    <w:rsid w:val="005C06A5"/>
    <w:rsid w:val="005C0889"/>
    <w:rsid w:val="005C41A3"/>
    <w:rsid w:val="005C45CD"/>
    <w:rsid w:val="005D0750"/>
    <w:rsid w:val="005D220F"/>
    <w:rsid w:val="005D2B9C"/>
    <w:rsid w:val="005D2CE7"/>
    <w:rsid w:val="005D3BCF"/>
    <w:rsid w:val="005D4AE9"/>
    <w:rsid w:val="005E2D38"/>
    <w:rsid w:val="005E4E36"/>
    <w:rsid w:val="005E689F"/>
    <w:rsid w:val="005F0191"/>
    <w:rsid w:val="005F10B8"/>
    <w:rsid w:val="005F2543"/>
    <w:rsid w:val="005F3726"/>
    <w:rsid w:val="005F3EF9"/>
    <w:rsid w:val="00601B19"/>
    <w:rsid w:val="006025C8"/>
    <w:rsid w:val="00604698"/>
    <w:rsid w:val="00611000"/>
    <w:rsid w:val="0061487E"/>
    <w:rsid w:val="00614A3A"/>
    <w:rsid w:val="006157BF"/>
    <w:rsid w:val="00620FB1"/>
    <w:rsid w:val="00621407"/>
    <w:rsid w:val="006215DB"/>
    <w:rsid w:val="00621F69"/>
    <w:rsid w:val="00631ABE"/>
    <w:rsid w:val="006336EE"/>
    <w:rsid w:val="00634A2D"/>
    <w:rsid w:val="00635EA9"/>
    <w:rsid w:val="00636710"/>
    <w:rsid w:val="00637AA7"/>
    <w:rsid w:val="0064282B"/>
    <w:rsid w:val="006430B1"/>
    <w:rsid w:val="00643A2B"/>
    <w:rsid w:val="006473D1"/>
    <w:rsid w:val="00651621"/>
    <w:rsid w:val="00652BFB"/>
    <w:rsid w:val="00653F1D"/>
    <w:rsid w:val="006548A9"/>
    <w:rsid w:val="0065738C"/>
    <w:rsid w:val="00661328"/>
    <w:rsid w:val="00662785"/>
    <w:rsid w:val="006655EF"/>
    <w:rsid w:val="00665998"/>
    <w:rsid w:val="00667883"/>
    <w:rsid w:val="006702A7"/>
    <w:rsid w:val="00670CA0"/>
    <w:rsid w:val="00670D7B"/>
    <w:rsid w:val="00681496"/>
    <w:rsid w:val="00682EED"/>
    <w:rsid w:val="00683124"/>
    <w:rsid w:val="00684DBE"/>
    <w:rsid w:val="0069040D"/>
    <w:rsid w:val="0069221D"/>
    <w:rsid w:val="006A3F73"/>
    <w:rsid w:val="006A65CC"/>
    <w:rsid w:val="006A70B0"/>
    <w:rsid w:val="006A7299"/>
    <w:rsid w:val="006A753E"/>
    <w:rsid w:val="006B00F4"/>
    <w:rsid w:val="006B3283"/>
    <w:rsid w:val="006B42BB"/>
    <w:rsid w:val="006C7728"/>
    <w:rsid w:val="006D2180"/>
    <w:rsid w:val="006D3021"/>
    <w:rsid w:val="006D5480"/>
    <w:rsid w:val="006D6F9F"/>
    <w:rsid w:val="006D72A1"/>
    <w:rsid w:val="006E2C1A"/>
    <w:rsid w:val="006F0ACB"/>
    <w:rsid w:val="006F203A"/>
    <w:rsid w:val="006F2B2C"/>
    <w:rsid w:val="006F4583"/>
    <w:rsid w:val="00700819"/>
    <w:rsid w:val="00707DA9"/>
    <w:rsid w:val="0071244B"/>
    <w:rsid w:val="00714306"/>
    <w:rsid w:val="00723492"/>
    <w:rsid w:val="00727B52"/>
    <w:rsid w:val="007341B3"/>
    <w:rsid w:val="00734788"/>
    <w:rsid w:val="00737E26"/>
    <w:rsid w:val="00741267"/>
    <w:rsid w:val="00741962"/>
    <w:rsid w:val="00741B97"/>
    <w:rsid w:val="007458D1"/>
    <w:rsid w:val="00745F49"/>
    <w:rsid w:val="00750106"/>
    <w:rsid w:val="00751A76"/>
    <w:rsid w:val="00752654"/>
    <w:rsid w:val="00757A8A"/>
    <w:rsid w:val="007613FA"/>
    <w:rsid w:val="00762061"/>
    <w:rsid w:val="00766A16"/>
    <w:rsid w:val="00767BB6"/>
    <w:rsid w:val="00770A7F"/>
    <w:rsid w:val="00771BC9"/>
    <w:rsid w:val="00777740"/>
    <w:rsid w:val="00780C5B"/>
    <w:rsid w:val="00780D6E"/>
    <w:rsid w:val="00781E44"/>
    <w:rsid w:val="00787C17"/>
    <w:rsid w:val="00790088"/>
    <w:rsid w:val="007917DB"/>
    <w:rsid w:val="00793801"/>
    <w:rsid w:val="00794877"/>
    <w:rsid w:val="00796B8E"/>
    <w:rsid w:val="00796C37"/>
    <w:rsid w:val="007A1D5C"/>
    <w:rsid w:val="007A314C"/>
    <w:rsid w:val="007A4B3D"/>
    <w:rsid w:val="007A6960"/>
    <w:rsid w:val="007B0B01"/>
    <w:rsid w:val="007B0F21"/>
    <w:rsid w:val="007B4602"/>
    <w:rsid w:val="007B7754"/>
    <w:rsid w:val="007C08F1"/>
    <w:rsid w:val="007C4371"/>
    <w:rsid w:val="007C62D1"/>
    <w:rsid w:val="007D411D"/>
    <w:rsid w:val="007D4E20"/>
    <w:rsid w:val="007D53AD"/>
    <w:rsid w:val="007E19AA"/>
    <w:rsid w:val="007E4377"/>
    <w:rsid w:val="007E79A3"/>
    <w:rsid w:val="007F7969"/>
    <w:rsid w:val="007F7B4E"/>
    <w:rsid w:val="00806CD7"/>
    <w:rsid w:val="008107BE"/>
    <w:rsid w:val="00810833"/>
    <w:rsid w:val="00810E3D"/>
    <w:rsid w:val="0081191C"/>
    <w:rsid w:val="00811DB5"/>
    <w:rsid w:val="0081388F"/>
    <w:rsid w:val="0082685F"/>
    <w:rsid w:val="00832D99"/>
    <w:rsid w:val="00834082"/>
    <w:rsid w:val="008364ED"/>
    <w:rsid w:val="00837ED5"/>
    <w:rsid w:val="00843E8A"/>
    <w:rsid w:val="008553CC"/>
    <w:rsid w:val="008622CD"/>
    <w:rsid w:val="00871CBD"/>
    <w:rsid w:val="00875C76"/>
    <w:rsid w:val="008761B8"/>
    <w:rsid w:val="0087736F"/>
    <w:rsid w:val="00880FFB"/>
    <w:rsid w:val="00882072"/>
    <w:rsid w:val="008852B6"/>
    <w:rsid w:val="0089260F"/>
    <w:rsid w:val="008933E2"/>
    <w:rsid w:val="0089762C"/>
    <w:rsid w:val="008A11D9"/>
    <w:rsid w:val="008A15EF"/>
    <w:rsid w:val="008A1F94"/>
    <w:rsid w:val="008A5A60"/>
    <w:rsid w:val="008B10E0"/>
    <w:rsid w:val="008B24AD"/>
    <w:rsid w:val="008B4E37"/>
    <w:rsid w:val="008B5440"/>
    <w:rsid w:val="008B5548"/>
    <w:rsid w:val="008B6AEA"/>
    <w:rsid w:val="008C0340"/>
    <w:rsid w:val="008C0E2C"/>
    <w:rsid w:val="008C1CB8"/>
    <w:rsid w:val="008C2B96"/>
    <w:rsid w:val="008C3E09"/>
    <w:rsid w:val="008C4B38"/>
    <w:rsid w:val="008C5C70"/>
    <w:rsid w:val="008C6742"/>
    <w:rsid w:val="008D12AE"/>
    <w:rsid w:val="008E3ED1"/>
    <w:rsid w:val="008E4622"/>
    <w:rsid w:val="008E5320"/>
    <w:rsid w:val="008F0362"/>
    <w:rsid w:val="008F34E4"/>
    <w:rsid w:val="00901E41"/>
    <w:rsid w:val="009026FD"/>
    <w:rsid w:val="00903232"/>
    <w:rsid w:val="00906B16"/>
    <w:rsid w:val="00907BB9"/>
    <w:rsid w:val="00915B98"/>
    <w:rsid w:val="009160AC"/>
    <w:rsid w:val="00916CD4"/>
    <w:rsid w:val="0091705F"/>
    <w:rsid w:val="009218BA"/>
    <w:rsid w:val="00927F04"/>
    <w:rsid w:val="00931470"/>
    <w:rsid w:val="00935CF6"/>
    <w:rsid w:val="0094156F"/>
    <w:rsid w:val="00942F93"/>
    <w:rsid w:val="00943917"/>
    <w:rsid w:val="00944656"/>
    <w:rsid w:val="00947956"/>
    <w:rsid w:val="00947FD0"/>
    <w:rsid w:val="00950BA7"/>
    <w:rsid w:val="009569B8"/>
    <w:rsid w:val="0095785B"/>
    <w:rsid w:val="00971E8B"/>
    <w:rsid w:val="00983BD1"/>
    <w:rsid w:val="00984C60"/>
    <w:rsid w:val="00984F81"/>
    <w:rsid w:val="00985BFD"/>
    <w:rsid w:val="00986BE4"/>
    <w:rsid w:val="00991052"/>
    <w:rsid w:val="009935E4"/>
    <w:rsid w:val="009936CC"/>
    <w:rsid w:val="00997FE9"/>
    <w:rsid w:val="009A1D26"/>
    <w:rsid w:val="009A393F"/>
    <w:rsid w:val="009A52E1"/>
    <w:rsid w:val="009A6191"/>
    <w:rsid w:val="009B06E8"/>
    <w:rsid w:val="009B33C4"/>
    <w:rsid w:val="009B3DDA"/>
    <w:rsid w:val="009B56E5"/>
    <w:rsid w:val="009B7BA2"/>
    <w:rsid w:val="009C08B1"/>
    <w:rsid w:val="009C29E4"/>
    <w:rsid w:val="009C502E"/>
    <w:rsid w:val="009D03E6"/>
    <w:rsid w:val="009D0CB5"/>
    <w:rsid w:val="009D1322"/>
    <w:rsid w:val="009D1921"/>
    <w:rsid w:val="009E023E"/>
    <w:rsid w:val="009E4EB0"/>
    <w:rsid w:val="009E7212"/>
    <w:rsid w:val="009E7833"/>
    <w:rsid w:val="009F2F63"/>
    <w:rsid w:val="009F51C2"/>
    <w:rsid w:val="00A01F24"/>
    <w:rsid w:val="00A02CB2"/>
    <w:rsid w:val="00A05A18"/>
    <w:rsid w:val="00A1040B"/>
    <w:rsid w:val="00A1278B"/>
    <w:rsid w:val="00A2267A"/>
    <w:rsid w:val="00A26A7F"/>
    <w:rsid w:val="00A310DC"/>
    <w:rsid w:val="00A40522"/>
    <w:rsid w:val="00A40997"/>
    <w:rsid w:val="00A42325"/>
    <w:rsid w:val="00A42F53"/>
    <w:rsid w:val="00A477F4"/>
    <w:rsid w:val="00A503BE"/>
    <w:rsid w:val="00A515BD"/>
    <w:rsid w:val="00A52792"/>
    <w:rsid w:val="00A55969"/>
    <w:rsid w:val="00A5626A"/>
    <w:rsid w:val="00A56D33"/>
    <w:rsid w:val="00A66A27"/>
    <w:rsid w:val="00A74BA3"/>
    <w:rsid w:val="00A7769A"/>
    <w:rsid w:val="00A801B2"/>
    <w:rsid w:val="00A8028A"/>
    <w:rsid w:val="00A82303"/>
    <w:rsid w:val="00A83D83"/>
    <w:rsid w:val="00A9569F"/>
    <w:rsid w:val="00A96CFA"/>
    <w:rsid w:val="00A97DD9"/>
    <w:rsid w:val="00AA12C9"/>
    <w:rsid w:val="00AA23DD"/>
    <w:rsid w:val="00AA253C"/>
    <w:rsid w:val="00AA2CB9"/>
    <w:rsid w:val="00AB359F"/>
    <w:rsid w:val="00AC0456"/>
    <w:rsid w:val="00AC1411"/>
    <w:rsid w:val="00AD0244"/>
    <w:rsid w:val="00AD3553"/>
    <w:rsid w:val="00AE23A6"/>
    <w:rsid w:val="00AE2D60"/>
    <w:rsid w:val="00AE5A48"/>
    <w:rsid w:val="00AE658A"/>
    <w:rsid w:val="00AE7A0C"/>
    <w:rsid w:val="00AF167B"/>
    <w:rsid w:val="00AF247D"/>
    <w:rsid w:val="00AF7F45"/>
    <w:rsid w:val="00B035B0"/>
    <w:rsid w:val="00B077D9"/>
    <w:rsid w:val="00B10A4E"/>
    <w:rsid w:val="00B17EB5"/>
    <w:rsid w:val="00B210BD"/>
    <w:rsid w:val="00B22BDE"/>
    <w:rsid w:val="00B23EC9"/>
    <w:rsid w:val="00B242FC"/>
    <w:rsid w:val="00B27B56"/>
    <w:rsid w:val="00B31AA4"/>
    <w:rsid w:val="00B32961"/>
    <w:rsid w:val="00B41FCA"/>
    <w:rsid w:val="00B44698"/>
    <w:rsid w:val="00B466E8"/>
    <w:rsid w:val="00B52875"/>
    <w:rsid w:val="00B55589"/>
    <w:rsid w:val="00B55FD5"/>
    <w:rsid w:val="00B5790C"/>
    <w:rsid w:val="00B60DD1"/>
    <w:rsid w:val="00B6462F"/>
    <w:rsid w:val="00B669A2"/>
    <w:rsid w:val="00B66CBC"/>
    <w:rsid w:val="00B66F87"/>
    <w:rsid w:val="00B731C0"/>
    <w:rsid w:val="00B744DD"/>
    <w:rsid w:val="00B74C50"/>
    <w:rsid w:val="00B769D5"/>
    <w:rsid w:val="00B814AB"/>
    <w:rsid w:val="00B83C64"/>
    <w:rsid w:val="00B860F1"/>
    <w:rsid w:val="00B90652"/>
    <w:rsid w:val="00B966C0"/>
    <w:rsid w:val="00B96B10"/>
    <w:rsid w:val="00BA325C"/>
    <w:rsid w:val="00BA6B49"/>
    <w:rsid w:val="00BA79E5"/>
    <w:rsid w:val="00BB13F6"/>
    <w:rsid w:val="00BB1812"/>
    <w:rsid w:val="00BB1ECF"/>
    <w:rsid w:val="00BB231C"/>
    <w:rsid w:val="00BB38FE"/>
    <w:rsid w:val="00BB4C5C"/>
    <w:rsid w:val="00BB6068"/>
    <w:rsid w:val="00BC1613"/>
    <w:rsid w:val="00BC32B7"/>
    <w:rsid w:val="00BC3ACD"/>
    <w:rsid w:val="00BC542B"/>
    <w:rsid w:val="00BC7A59"/>
    <w:rsid w:val="00BD05A8"/>
    <w:rsid w:val="00BD1C78"/>
    <w:rsid w:val="00BD3826"/>
    <w:rsid w:val="00BD5082"/>
    <w:rsid w:val="00BD518C"/>
    <w:rsid w:val="00BE064D"/>
    <w:rsid w:val="00BE2E99"/>
    <w:rsid w:val="00BE39B0"/>
    <w:rsid w:val="00BE6036"/>
    <w:rsid w:val="00BE7317"/>
    <w:rsid w:val="00BE7BDB"/>
    <w:rsid w:val="00BE7C98"/>
    <w:rsid w:val="00BF4110"/>
    <w:rsid w:val="00BF4F73"/>
    <w:rsid w:val="00C00F3A"/>
    <w:rsid w:val="00C02203"/>
    <w:rsid w:val="00C05810"/>
    <w:rsid w:val="00C13E55"/>
    <w:rsid w:val="00C1419A"/>
    <w:rsid w:val="00C16CA8"/>
    <w:rsid w:val="00C1724E"/>
    <w:rsid w:val="00C208D9"/>
    <w:rsid w:val="00C21BF1"/>
    <w:rsid w:val="00C22ABF"/>
    <w:rsid w:val="00C23D46"/>
    <w:rsid w:val="00C25853"/>
    <w:rsid w:val="00C33048"/>
    <w:rsid w:val="00C354F1"/>
    <w:rsid w:val="00C4004A"/>
    <w:rsid w:val="00C4062D"/>
    <w:rsid w:val="00C40B0E"/>
    <w:rsid w:val="00C52262"/>
    <w:rsid w:val="00C568C6"/>
    <w:rsid w:val="00C56D10"/>
    <w:rsid w:val="00C575EC"/>
    <w:rsid w:val="00C57ED4"/>
    <w:rsid w:val="00C62D2F"/>
    <w:rsid w:val="00C671D0"/>
    <w:rsid w:val="00C70A3E"/>
    <w:rsid w:val="00C70C21"/>
    <w:rsid w:val="00C71EAD"/>
    <w:rsid w:val="00C81C48"/>
    <w:rsid w:val="00C839D9"/>
    <w:rsid w:val="00C83B6D"/>
    <w:rsid w:val="00C91C91"/>
    <w:rsid w:val="00C92393"/>
    <w:rsid w:val="00C92DE2"/>
    <w:rsid w:val="00C93D3F"/>
    <w:rsid w:val="00C947A9"/>
    <w:rsid w:val="00C956D0"/>
    <w:rsid w:val="00C963FD"/>
    <w:rsid w:val="00CA2BC0"/>
    <w:rsid w:val="00CB3B81"/>
    <w:rsid w:val="00CC1697"/>
    <w:rsid w:val="00CC30C8"/>
    <w:rsid w:val="00CC4BD9"/>
    <w:rsid w:val="00CC5EC6"/>
    <w:rsid w:val="00CD18E9"/>
    <w:rsid w:val="00CD639B"/>
    <w:rsid w:val="00CD7ECE"/>
    <w:rsid w:val="00CE1E65"/>
    <w:rsid w:val="00CF4633"/>
    <w:rsid w:val="00CF5840"/>
    <w:rsid w:val="00CF64A0"/>
    <w:rsid w:val="00D00EFB"/>
    <w:rsid w:val="00D06430"/>
    <w:rsid w:val="00D10F87"/>
    <w:rsid w:val="00D151A2"/>
    <w:rsid w:val="00D17F1B"/>
    <w:rsid w:val="00D20482"/>
    <w:rsid w:val="00D214FA"/>
    <w:rsid w:val="00D2365A"/>
    <w:rsid w:val="00D24014"/>
    <w:rsid w:val="00D266D0"/>
    <w:rsid w:val="00D26C6C"/>
    <w:rsid w:val="00D3050A"/>
    <w:rsid w:val="00D307A8"/>
    <w:rsid w:val="00D307DC"/>
    <w:rsid w:val="00D31077"/>
    <w:rsid w:val="00D31790"/>
    <w:rsid w:val="00D31B71"/>
    <w:rsid w:val="00D35E63"/>
    <w:rsid w:val="00D379CB"/>
    <w:rsid w:val="00D37B38"/>
    <w:rsid w:val="00D438D5"/>
    <w:rsid w:val="00D54F58"/>
    <w:rsid w:val="00D608BE"/>
    <w:rsid w:val="00D60F20"/>
    <w:rsid w:val="00D620B7"/>
    <w:rsid w:val="00D67A6A"/>
    <w:rsid w:val="00D71ED5"/>
    <w:rsid w:val="00D73D91"/>
    <w:rsid w:val="00D74704"/>
    <w:rsid w:val="00D74A23"/>
    <w:rsid w:val="00D80C05"/>
    <w:rsid w:val="00D84D5E"/>
    <w:rsid w:val="00D852B6"/>
    <w:rsid w:val="00D90A96"/>
    <w:rsid w:val="00D90DB9"/>
    <w:rsid w:val="00D93250"/>
    <w:rsid w:val="00D93F0C"/>
    <w:rsid w:val="00D9796F"/>
    <w:rsid w:val="00DA0405"/>
    <w:rsid w:val="00DA23A3"/>
    <w:rsid w:val="00DA2C6A"/>
    <w:rsid w:val="00DA408E"/>
    <w:rsid w:val="00DA582F"/>
    <w:rsid w:val="00DB1D21"/>
    <w:rsid w:val="00DB2588"/>
    <w:rsid w:val="00DB3F05"/>
    <w:rsid w:val="00DB6326"/>
    <w:rsid w:val="00DB7B9E"/>
    <w:rsid w:val="00DC21AC"/>
    <w:rsid w:val="00DC5823"/>
    <w:rsid w:val="00DC6252"/>
    <w:rsid w:val="00DE17BE"/>
    <w:rsid w:val="00DE621A"/>
    <w:rsid w:val="00DE7704"/>
    <w:rsid w:val="00DE7E76"/>
    <w:rsid w:val="00DF46F2"/>
    <w:rsid w:val="00DF6EEF"/>
    <w:rsid w:val="00DF7963"/>
    <w:rsid w:val="00E0118F"/>
    <w:rsid w:val="00E01B05"/>
    <w:rsid w:val="00E04FD6"/>
    <w:rsid w:val="00E05758"/>
    <w:rsid w:val="00E075D1"/>
    <w:rsid w:val="00E12782"/>
    <w:rsid w:val="00E1407E"/>
    <w:rsid w:val="00E147B8"/>
    <w:rsid w:val="00E148CE"/>
    <w:rsid w:val="00E14B30"/>
    <w:rsid w:val="00E15313"/>
    <w:rsid w:val="00E16F0C"/>
    <w:rsid w:val="00E20A61"/>
    <w:rsid w:val="00E2210C"/>
    <w:rsid w:val="00E30A2E"/>
    <w:rsid w:val="00E35132"/>
    <w:rsid w:val="00E357D5"/>
    <w:rsid w:val="00E50882"/>
    <w:rsid w:val="00E62CF9"/>
    <w:rsid w:val="00E62DA4"/>
    <w:rsid w:val="00E66387"/>
    <w:rsid w:val="00E674C8"/>
    <w:rsid w:val="00E707AB"/>
    <w:rsid w:val="00E72211"/>
    <w:rsid w:val="00E75E68"/>
    <w:rsid w:val="00E85983"/>
    <w:rsid w:val="00E86FA3"/>
    <w:rsid w:val="00E9254B"/>
    <w:rsid w:val="00E93CD0"/>
    <w:rsid w:val="00E93E33"/>
    <w:rsid w:val="00E96E49"/>
    <w:rsid w:val="00E9761E"/>
    <w:rsid w:val="00EA3296"/>
    <w:rsid w:val="00EA3749"/>
    <w:rsid w:val="00EA5445"/>
    <w:rsid w:val="00EA6A5E"/>
    <w:rsid w:val="00EA7145"/>
    <w:rsid w:val="00EA784D"/>
    <w:rsid w:val="00EB03FD"/>
    <w:rsid w:val="00EB1061"/>
    <w:rsid w:val="00EB3695"/>
    <w:rsid w:val="00EB5DC6"/>
    <w:rsid w:val="00EB75C4"/>
    <w:rsid w:val="00EC291C"/>
    <w:rsid w:val="00EC3361"/>
    <w:rsid w:val="00EC3FCD"/>
    <w:rsid w:val="00EC5525"/>
    <w:rsid w:val="00EC7007"/>
    <w:rsid w:val="00ED0AC4"/>
    <w:rsid w:val="00ED11A6"/>
    <w:rsid w:val="00ED67C7"/>
    <w:rsid w:val="00EE275E"/>
    <w:rsid w:val="00EE2D86"/>
    <w:rsid w:val="00EE42D7"/>
    <w:rsid w:val="00EE4567"/>
    <w:rsid w:val="00EE54CB"/>
    <w:rsid w:val="00EF10A2"/>
    <w:rsid w:val="00F00C17"/>
    <w:rsid w:val="00F01892"/>
    <w:rsid w:val="00F01BE3"/>
    <w:rsid w:val="00F027DF"/>
    <w:rsid w:val="00F03739"/>
    <w:rsid w:val="00F05FD7"/>
    <w:rsid w:val="00F11E7A"/>
    <w:rsid w:val="00F152B1"/>
    <w:rsid w:val="00F166F3"/>
    <w:rsid w:val="00F24227"/>
    <w:rsid w:val="00F334E2"/>
    <w:rsid w:val="00F36142"/>
    <w:rsid w:val="00F36ED4"/>
    <w:rsid w:val="00F374F3"/>
    <w:rsid w:val="00F379D7"/>
    <w:rsid w:val="00F40C28"/>
    <w:rsid w:val="00F40D6E"/>
    <w:rsid w:val="00F41BC3"/>
    <w:rsid w:val="00F53DC3"/>
    <w:rsid w:val="00F55966"/>
    <w:rsid w:val="00F5625F"/>
    <w:rsid w:val="00F662F0"/>
    <w:rsid w:val="00F669CC"/>
    <w:rsid w:val="00F701C8"/>
    <w:rsid w:val="00F704A0"/>
    <w:rsid w:val="00F72252"/>
    <w:rsid w:val="00F73C40"/>
    <w:rsid w:val="00F74027"/>
    <w:rsid w:val="00F7642E"/>
    <w:rsid w:val="00F80338"/>
    <w:rsid w:val="00F81E07"/>
    <w:rsid w:val="00F82D65"/>
    <w:rsid w:val="00F877A7"/>
    <w:rsid w:val="00F90E23"/>
    <w:rsid w:val="00F91F75"/>
    <w:rsid w:val="00F95572"/>
    <w:rsid w:val="00F97E1E"/>
    <w:rsid w:val="00FA06CE"/>
    <w:rsid w:val="00FA4F7B"/>
    <w:rsid w:val="00FA7C48"/>
    <w:rsid w:val="00FB68C6"/>
    <w:rsid w:val="00FC2BA2"/>
    <w:rsid w:val="00FC4A59"/>
    <w:rsid w:val="00FC6B50"/>
    <w:rsid w:val="00FC6ECA"/>
    <w:rsid w:val="00FC6FE2"/>
    <w:rsid w:val="00FD06CE"/>
    <w:rsid w:val="00FD358E"/>
    <w:rsid w:val="00FD55D0"/>
    <w:rsid w:val="00FE281B"/>
    <w:rsid w:val="00FE3B4A"/>
    <w:rsid w:val="00FE4DBD"/>
    <w:rsid w:val="00FE595A"/>
    <w:rsid w:val="00FF23F3"/>
    <w:rsid w:val="00FF37F1"/>
    <w:rsid w:val="00FF5EB9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3868D3"/>
  <w15:docId w15:val="{84B9DDAA-816A-4585-AC79-077F6627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70A3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aliases w:val="Глава"/>
    <w:basedOn w:val="a1"/>
    <w:next w:val="a1"/>
    <w:link w:val="10"/>
    <w:qFormat/>
    <w:rsid w:val="006C7728"/>
    <w:pPr>
      <w:keepNext/>
      <w:overflowPunct w:val="0"/>
      <w:autoSpaceDE w:val="0"/>
      <w:autoSpaceDN w:val="0"/>
      <w:adjustRightInd w:val="0"/>
      <w:ind w:firstLine="0"/>
      <w:jc w:val="center"/>
      <w:outlineLvl w:val="0"/>
    </w:pPr>
    <w:rPr>
      <w:rFonts w:cs="Times New Roman"/>
      <w:b/>
      <w:color w:val="FFFFFF"/>
      <w:sz w:val="24"/>
      <w:szCs w:val="20"/>
      <w:lang w:eastAsia="ru-RU"/>
    </w:rPr>
  </w:style>
  <w:style w:type="paragraph" w:styleId="2">
    <w:name w:val="heading 2"/>
    <w:aliases w:val="Раздел"/>
    <w:basedOn w:val="a1"/>
    <w:next w:val="a1"/>
    <w:link w:val="20"/>
    <w:uiPriority w:val="9"/>
    <w:semiHidden/>
    <w:unhideWhenUsed/>
    <w:qFormat/>
    <w:rsid w:val="006C7728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0">
    <w:name w:val="heading 3"/>
    <w:aliases w:val="Подраздел"/>
    <w:basedOn w:val="a1"/>
    <w:next w:val="a1"/>
    <w:link w:val="31"/>
    <w:uiPriority w:val="9"/>
    <w:unhideWhenUsed/>
    <w:qFormat/>
    <w:rsid w:val="006C7728"/>
    <w:pPr>
      <w:keepNext/>
      <w:overflowPunct w:val="0"/>
      <w:autoSpaceDE w:val="0"/>
      <w:autoSpaceDN w:val="0"/>
      <w:adjustRightInd w:val="0"/>
      <w:spacing w:before="240" w:after="60"/>
      <w:ind w:firstLine="0"/>
      <w:outlineLvl w:val="2"/>
    </w:pPr>
    <w:rPr>
      <w:rFonts w:ascii="Cambria" w:hAnsi="Cambria" w:cs="Times New Roman"/>
      <w:b/>
      <w:bCs/>
      <w:sz w:val="26"/>
      <w:szCs w:val="26"/>
      <w:lang w:eastAsia="ru-RU"/>
    </w:rPr>
  </w:style>
  <w:style w:type="paragraph" w:styleId="4">
    <w:name w:val="heading 4"/>
    <w:aliases w:val="Дополнительный"/>
    <w:basedOn w:val="a1"/>
    <w:next w:val="a2"/>
    <w:link w:val="40"/>
    <w:uiPriority w:val="99"/>
    <w:semiHidden/>
    <w:unhideWhenUsed/>
    <w:qFormat/>
    <w:rsid w:val="006C7728"/>
    <w:pPr>
      <w:keepNext/>
      <w:keepLines/>
      <w:overflowPunct w:val="0"/>
      <w:autoSpaceDE w:val="0"/>
      <w:autoSpaceDN w:val="0"/>
      <w:adjustRightInd w:val="0"/>
      <w:spacing w:after="60"/>
      <w:ind w:firstLine="0"/>
      <w:jc w:val="center"/>
      <w:outlineLvl w:val="3"/>
    </w:pPr>
    <w:rPr>
      <w:rFonts w:cs="Times New Roman"/>
      <w:b/>
      <w:kern w:val="20"/>
      <w:sz w:val="24"/>
      <w:szCs w:val="28"/>
      <w:lang w:eastAsia="ru-RU"/>
    </w:rPr>
  </w:style>
  <w:style w:type="paragraph" w:styleId="5">
    <w:name w:val="heading 5"/>
    <w:aliases w:val="Номер главы"/>
    <w:basedOn w:val="a1"/>
    <w:next w:val="a2"/>
    <w:link w:val="50"/>
    <w:semiHidden/>
    <w:unhideWhenUsed/>
    <w:qFormat/>
    <w:rsid w:val="006C7728"/>
    <w:pPr>
      <w:keepNext/>
      <w:pageBreakBefore/>
      <w:overflowPunct w:val="0"/>
      <w:autoSpaceDE w:val="0"/>
      <w:autoSpaceDN w:val="0"/>
      <w:adjustRightInd w:val="0"/>
      <w:spacing w:after="240"/>
      <w:ind w:firstLine="0"/>
      <w:jc w:val="center"/>
      <w:outlineLvl w:val="4"/>
    </w:pPr>
    <w:rPr>
      <w:rFonts w:cs="Times New Roman"/>
      <w:b/>
      <w:caps/>
      <w:kern w:val="20"/>
      <w:szCs w:val="28"/>
      <w:lang w:eastAsia="ru-RU"/>
    </w:rPr>
  </w:style>
  <w:style w:type="paragraph" w:styleId="6">
    <w:name w:val="heading 6"/>
    <w:basedOn w:val="a1"/>
    <w:next w:val="a2"/>
    <w:link w:val="60"/>
    <w:semiHidden/>
    <w:unhideWhenUsed/>
    <w:qFormat/>
    <w:rsid w:val="006C7728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5"/>
    </w:pPr>
    <w:rPr>
      <w:rFonts w:cs="Times New Roman"/>
      <w:b/>
      <w:caps/>
      <w:kern w:val="20"/>
      <w:szCs w:val="28"/>
      <w:lang w:eastAsia="ru-RU"/>
    </w:rPr>
  </w:style>
  <w:style w:type="paragraph" w:styleId="7">
    <w:name w:val="heading 7"/>
    <w:basedOn w:val="a1"/>
    <w:next w:val="a1"/>
    <w:link w:val="70"/>
    <w:uiPriority w:val="99"/>
    <w:semiHidden/>
    <w:unhideWhenUsed/>
    <w:qFormat/>
    <w:rsid w:val="006C7728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6"/>
    </w:pPr>
    <w:rPr>
      <w:rFonts w:ascii="Arial" w:hAnsi="Arial" w:cs="Times New Roman"/>
      <w:szCs w:val="28"/>
    </w:rPr>
  </w:style>
  <w:style w:type="paragraph" w:styleId="8">
    <w:name w:val="heading 8"/>
    <w:basedOn w:val="a1"/>
    <w:next w:val="a1"/>
    <w:link w:val="80"/>
    <w:uiPriority w:val="99"/>
    <w:semiHidden/>
    <w:unhideWhenUsed/>
    <w:qFormat/>
    <w:rsid w:val="006C7728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7"/>
    </w:pPr>
    <w:rPr>
      <w:rFonts w:ascii="Arial" w:hAnsi="Arial" w:cs="Times New Roman"/>
      <w:i/>
      <w:szCs w:val="28"/>
      <w:lang w:eastAsia="ru-RU"/>
    </w:rPr>
  </w:style>
  <w:style w:type="paragraph" w:styleId="9">
    <w:name w:val="heading 9"/>
    <w:basedOn w:val="a1"/>
    <w:next w:val="a1"/>
    <w:link w:val="90"/>
    <w:uiPriority w:val="99"/>
    <w:semiHidden/>
    <w:unhideWhenUsed/>
    <w:qFormat/>
    <w:rsid w:val="006C7728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8"/>
    </w:pPr>
    <w:rPr>
      <w:rFonts w:ascii="Arial" w:hAnsi="Arial" w:cs="Times New Roman"/>
      <w:i/>
      <w:sz w:val="18"/>
      <w:szCs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1"/>
    <w:link w:val="a8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uiPriority w:val="99"/>
    <w:rsid w:val="001B6AAD"/>
    <w:rPr>
      <w:rFonts w:ascii="Calibri" w:eastAsia="Times New Roman" w:hAnsi="Calibri" w:cs="Calibri"/>
    </w:rPr>
  </w:style>
  <w:style w:type="paragraph" w:styleId="a9">
    <w:name w:val="footer"/>
    <w:basedOn w:val="a1"/>
    <w:link w:val="aa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rsid w:val="00810833"/>
    <w:rPr>
      <w:rFonts w:ascii="Calibri" w:eastAsia="Times New Roman" w:hAnsi="Calibri" w:cs="Calibri"/>
    </w:rPr>
  </w:style>
  <w:style w:type="paragraph" w:styleId="ab">
    <w:name w:val="List Paragraph"/>
    <w:basedOn w:val="a1"/>
    <w:link w:val="ac"/>
    <w:uiPriority w:val="34"/>
    <w:qFormat/>
    <w:rsid w:val="003656CE"/>
    <w:pPr>
      <w:ind w:left="720"/>
      <w:contextualSpacing/>
    </w:pPr>
  </w:style>
  <w:style w:type="character" w:customStyle="1" w:styleId="itemtext1">
    <w:name w:val="itemtext1"/>
    <w:basedOn w:val="a3"/>
    <w:rsid w:val="005B7F56"/>
    <w:rPr>
      <w:rFonts w:ascii="Segoe UI" w:hAnsi="Segoe UI" w:cs="Segoe UI" w:hint="default"/>
      <w:color w:val="000000"/>
      <w:sz w:val="20"/>
      <w:szCs w:val="20"/>
    </w:rPr>
  </w:style>
  <w:style w:type="paragraph" w:styleId="ad">
    <w:name w:val="Balloon Text"/>
    <w:basedOn w:val="a1"/>
    <w:link w:val="ae"/>
    <w:uiPriority w:val="99"/>
    <w:semiHidden/>
    <w:unhideWhenUsed/>
    <w:rsid w:val="004935B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4935B8"/>
    <w:rPr>
      <w:rFonts w:ascii="Tahoma" w:eastAsia="Times New Roman" w:hAnsi="Tahoma" w:cs="Tahoma"/>
      <w:sz w:val="16"/>
      <w:szCs w:val="16"/>
    </w:rPr>
  </w:style>
  <w:style w:type="character" w:styleId="af">
    <w:name w:val="Hyperlink"/>
    <w:basedOn w:val="a3"/>
    <w:uiPriority w:val="99"/>
    <w:unhideWhenUsed/>
    <w:rsid w:val="006C7728"/>
    <w:rPr>
      <w:color w:val="0000FF" w:themeColor="hyperlink"/>
      <w:u w:val="single"/>
    </w:rPr>
  </w:style>
  <w:style w:type="character" w:customStyle="1" w:styleId="10">
    <w:name w:val="Заголовок 1 Знак"/>
    <w:aliases w:val="Глава Знак"/>
    <w:basedOn w:val="a3"/>
    <w:link w:val="1"/>
    <w:rsid w:val="006C7728"/>
    <w:rPr>
      <w:rFonts w:ascii="Times New Roman" w:eastAsia="Times New Roman" w:hAnsi="Times New Roman" w:cs="Times New Roman"/>
      <w:b/>
      <w:color w:val="FFFFFF"/>
      <w:sz w:val="24"/>
      <w:szCs w:val="20"/>
      <w:lang w:eastAsia="ru-RU"/>
    </w:rPr>
  </w:style>
  <w:style w:type="character" w:customStyle="1" w:styleId="20">
    <w:name w:val="Заголовок 2 Знак"/>
    <w:aliases w:val="Раздел Знак"/>
    <w:basedOn w:val="a3"/>
    <w:link w:val="2"/>
    <w:uiPriority w:val="9"/>
    <w:semiHidden/>
    <w:rsid w:val="006C772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aliases w:val="Подраздел Знак"/>
    <w:basedOn w:val="a3"/>
    <w:link w:val="30"/>
    <w:uiPriority w:val="9"/>
    <w:rsid w:val="006C772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Дополнительный Знак"/>
    <w:basedOn w:val="a3"/>
    <w:link w:val="4"/>
    <w:uiPriority w:val="99"/>
    <w:semiHidden/>
    <w:rsid w:val="006C7728"/>
    <w:rPr>
      <w:rFonts w:ascii="Times New Roman" w:eastAsia="Times New Roman" w:hAnsi="Times New Roman" w:cs="Times New Roman"/>
      <w:b/>
      <w:kern w:val="20"/>
      <w:sz w:val="24"/>
      <w:szCs w:val="28"/>
      <w:lang w:eastAsia="ru-RU"/>
    </w:rPr>
  </w:style>
  <w:style w:type="character" w:customStyle="1" w:styleId="50">
    <w:name w:val="Заголовок 5 Знак"/>
    <w:aliases w:val="Номер главы Знак"/>
    <w:basedOn w:val="a3"/>
    <w:link w:val="5"/>
    <w:semiHidden/>
    <w:rsid w:val="006C7728"/>
    <w:rPr>
      <w:rFonts w:ascii="Times New Roman" w:eastAsia="Times New Roman" w:hAnsi="Times New Roman" w:cs="Times New Roman"/>
      <w:b/>
      <w:caps/>
      <w:kern w:val="20"/>
      <w:sz w:val="28"/>
      <w:szCs w:val="28"/>
      <w:lang w:eastAsia="ru-RU"/>
    </w:rPr>
  </w:style>
  <w:style w:type="character" w:customStyle="1" w:styleId="60">
    <w:name w:val="Заголовок 6 Знак"/>
    <w:basedOn w:val="a3"/>
    <w:link w:val="6"/>
    <w:semiHidden/>
    <w:rsid w:val="006C7728"/>
    <w:rPr>
      <w:rFonts w:ascii="Times New Roman" w:eastAsia="Times New Roman" w:hAnsi="Times New Roman" w:cs="Times New Roman"/>
      <w:b/>
      <w:caps/>
      <w:kern w:val="20"/>
      <w:sz w:val="28"/>
      <w:szCs w:val="28"/>
      <w:lang w:eastAsia="ru-RU"/>
    </w:rPr>
  </w:style>
  <w:style w:type="character" w:customStyle="1" w:styleId="70">
    <w:name w:val="Заголовок 7 Знак"/>
    <w:basedOn w:val="a3"/>
    <w:link w:val="7"/>
    <w:uiPriority w:val="99"/>
    <w:semiHidden/>
    <w:rsid w:val="006C7728"/>
    <w:rPr>
      <w:rFonts w:ascii="Arial" w:eastAsia="Times New Roman" w:hAnsi="Arial" w:cs="Times New Roman"/>
      <w:sz w:val="28"/>
      <w:szCs w:val="28"/>
    </w:rPr>
  </w:style>
  <w:style w:type="character" w:customStyle="1" w:styleId="80">
    <w:name w:val="Заголовок 8 Знак"/>
    <w:basedOn w:val="a3"/>
    <w:link w:val="8"/>
    <w:uiPriority w:val="99"/>
    <w:semiHidden/>
    <w:rsid w:val="006C7728"/>
    <w:rPr>
      <w:rFonts w:ascii="Arial" w:eastAsia="Times New Roman" w:hAnsi="Arial" w:cs="Times New Roman"/>
      <w:i/>
      <w:sz w:val="28"/>
      <w:szCs w:val="28"/>
      <w:lang w:eastAsia="ru-RU"/>
    </w:rPr>
  </w:style>
  <w:style w:type="character" w:customStyle="1" w:styleId="90">
    <w:name w:val="Заголовок 9 Знак"/>
    <w:basedOn w:val="a3"/>
    <w:link w:val="9"/>
    <w:uiPriority w:val="99"/>
    <w:semiHidden/>
    <w:rsid w:val="006C7728"/>
    <w:rPr>
      <w:rFonts w:ascii="Arial" w:eastAsia="Times New Roman" w:hAnsi="Arial" w:cs="Times New Roman"/>
      <w:i/>
      <w:sz w:val="18"/>
      <w:szCs w:val="28"/>
      <w:lang w:eastAsia="ru-RU"/>
    </w:rPr>
  </w:style>
  <w:style w:type="numbering" w:customStyle="1" w:styleId="11">
    <w:name w:val="Нет списка1"/>
    <w:next w:val="a5"/>
    <w:uiPriority w:val="99"/>
    <w:semiHidden/>
    <w:unhideWhenUsed/>
    <w:rsid w:val="006C7728"/>
  </w:style>
  <w:style w:type="character" w:styleId="af0">
    <w:name w:val="page number"/>
    <w:basedOn w:val="a3"/>
    <w:rsid w:val="006C7728"/>
  </w:style>
  <w:style w:type="character" w:styleId="af1">
    <w:name w:val="FollowedHyperlink"/>
    <w:uiPriority w:val="99"/>
    <w:rsid w:val="006C7728"/>
    <w:rPr>
      <w:color w:val="800080"/>
      <w:u w:val="single"/>
    </w:rPr>
  </w:style>
  <w:style w:type="character" w:customStyle="1" w:styleId="itemtext">
    <w:name w:val="itemtext"/>
    <w:basedOn w:val="a3"/>
    <w:rsid w:val="006C7728"/>
  </w:style>
  <w:style w:type="table" w:customStyle="1" w:styleId="131">
    <w:name w:val="Сетка таблицы131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6"/>
    <w:uiPriority w:val="5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C7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C77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3"/>
    <w:uiPriority w:val="99"/>
    <w:rsid w:val="006C7728"/>
    <w:rPr>
      <w:sz w:val="16"/>
      <w:szCs w:val="16"/>
    </w:rPr>
  </w:style>
  <w:style w:type="paragraph" w:styleId="af3">
    <w:name w:val="annotation text"/>
    <w:basedOn w:val="a1"/>
    <w:link w:val="af4"/>
    <w:uiPriority w:val="99"/>
    <w:rsid w:val="006C7728"/>
    <w:pPr>
      <w:overflowPunct w:val="0"/>
      <w:autoSpaceDE w:val="0"/>
      <w:autoSpaceDN w:val="0"/>
      <w:adjustRightInd w:val="0"/>
      <w:ind w:firstLine="0"/>
      <w:textAlignment w:val="baseline"/>
    </w:pPr>
    <w:rPr>
      <w:rFonts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3"/>
    <w:link w:val="af3"/>
    <w:uiPriority w:val="99"/>
    <w:rsid w:val="006C77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rsid w:val="006C772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rsid w:val="006C77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6C772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line number"/>
    <w:basedOn w:val="a3"/>
    <w:rsid w:val="006C7728"/>
  </w:style>
  <w:style w:type="table" w:customStyle="1" w:styleId="110">
    <w:name w:val="Сетка таблицы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5"/>
    <w:uiPriority w:val="99"/>
    <w:semiHidden/>
    <w:unhideWhenUsed/>
    <w:rsid w:val="006C7728"/>
  </w:style>
  <w:style w:type="table" w:customStyle="1" w:styleId="1110">
    <w:name w:val="Сетка таблицы111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1"/>
    <w:uiPriority w:val="99"/>
    <w:unhideWhenUsed/>
    <w:rsid w:val="006C7728"/>
    <w:pPr>
      <w:spacing w:before="100" w:beforeAutospacing="1" w:after="100" w:afterAutospacing="1"/>
      <w:ind w:firstLine="0"/>
      <w:jc w:val="both"/>
    </w:pPr>
    <w:rPr>
      <w:rFonts w:ascii="Arial" w:hAnsi="Arial" w:cs="Arial"/>
      <w:sz w:val="18"/>
      <w:szCs w:val="18"/>
      <w:lang w:eastAsia="ru-RU"/>
    </w:rPr>
  </w:style>
  <w:style w:type="paragraph" w:styleId="afa">
    <w:name w:val="No Spacing"/>
    <w:uiPriority w:val="99"/>
    <w:qFormat/>
    <w:rsid w:val="006C77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postal-code">
    <w:name w:val="postal-code"/>
    <w:basedOn w:val="a3"/>
    <w:rsid w:val="006C7728"/>
  </w:style>
  <w:style w:type="character" w:customStyle="1" w:styleId="locality">
    <w:name w:val="locality"/>
    <w:basedOn w:val="a3"/>
    <w:rsid w:val="006C7728"/>
  </w:style>
  <w:style w:type="character" w:customStyle="1" w:styleId="street-address">
    <w:name w:val="street-address"/>
    <w:basedOn w:val="a3"/>
    <w:rsid w:val="006C7728"/>
  </w:style>
  <w:style w:type="character" w:styleId="afb">
    <w:name w:val="Strong"/>
    <w:uiPriority w:val="22"/>
    <w:qFormat/>
    <w:rsid w:val="006C7728"/>
    <w:rPr>
      <w:b/>
      <w:bCs/>
    </w:rPr>
  </w:style>
  <w:style w:type="character" w:customStyle="1" w:styleId="apple-converted-space">
    <w:name w:val="apple-converted-space"/>
    <w:basedOn w:val="a3"/>
    <w:rsid w:val="006C7728"/>
  </w:style>
  <w:style w:type="character" w:customStyle="1" w:styleId="kqc">
    <w:name w:val="kqc"/>
    <w:basedOn w:val="a3"/>
    <w:rsid w:val="006C7728"/>
  </w:style>
  <w:style w:type="character" w:customStyle="1" w:styleId="fax">
    <w:name w:val="fax"/>
    <w:basedOn w:val="a3"/>
    <w:rsid w:val="006C7728"/>
  </w:style>
  <w:style w:type="character" w:customStyle="1" w:styleId="phone">
    <w:name w:val="phone"/>
    <w:basedOn w:val="a3"/>
    <w:rsid w:val="006C7728"/>
  </w:style>
  <w:style w:type="table" w:customStyle="1" w:styleId="1111">
    <w:name w:val="Сетка таблицы111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">
    <w:name w:val="Сетка таблицы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2">
    <w:name w:val="Сетка таблицы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1">
    <w:name w:val="Сетка таблицы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1">
    <w:name w:val="Сетка таблицы5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">
    <w:name w:val="Сетка таблицы6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1">
    <w:name w:val="Сетка таблицы7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0">
    <w:name w:val="Сетка таблицы1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2">
    <w:name w:val="Нет списка2"/>
    <w:next w:val="a5"/>
    <w:uiPriority w:val="99"/>
    <w:semiHidden/>
    <w:unhideWhenUsed/>
    <w:rsid w:val="006C7728"/>
  </w:style>
  <w:style w:type="table" w:customStyle="1" w:styleId="81">
    <w:name w:val="Сетка таблицы8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1">
    <w:name w:val="Сетка таблицы9"/>
    <w:basedOn w:val="a4"/>
    <w:next w:val="a6"/>
    <w:uiPriority w:val="3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">
    <w:name w:val="Сетка таблицы374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paragraph" w:customStyle="1" w:styleId="font5">
    <w:name w:val="font5"/>
    <w:basedOn w:val="a1"/>
    <w:rsid w:val="006C7728"/>
    <w:pPr>
      <w:spacing w:before="100" w:beforeAutospacing="1" w:after="100" w:afterAutospacing="1"/>
      <w:ind w:firstLine="0"/>
    </w:pPr>
    <w:rPr>
      <w:rFonts w:cs="Times New Roman"/>
      <w:sz w:val="20"/>
      <w:szCs w:val="20"/>
      <w:lang w:eastAsia="ru-RU"/>
    </w:rPr>
  </w:style>
  <w:style w:type="paragraph" w:customStyle="1" w:styleId="font6">
    <w:name w:val="font6"/>
    <w:basedOn w:val="a1"/>
    <w:rsid w:val="006C7728"/>
    <w:pPr>
      <w:spacing w:before="100" w:beforeAutospacing="1" w:after="100" w:afterAutospacing="1"/>
      <w:ind w:firstLine="0"/>
    </w:pPr>
    <w:rPr>
      <w:rFonts w:cs="Times New Roman"/>
      <w:szCs w:val="28"/>
      <w:lang w:eastAsia="ru-RU"/>
    </w:rPr>
  </w:style>
  <w:style w:type="paragraph" w:customStyle="1" w:styleId="font7">
    <w:name w:val="font7"/>
    <w:basedOn w:val="a1"/>
    <w:rsid w:val="006C7728"/>
    <w:pPr>
      <w:spacing w:before="100" w:beforeAutospacing="1" w:after="100" w:afterAutospacing="1"/>
      <w:ind w:firstLine="0"/>
    </w:pPr>
    <w:rPr>
      <w:rFonts w:cs="Times New Roman"/>
      <w:sz w:val="14"/>
      <w:szCs w:val="14"/>
      <w:lang w:eastAsia="ru-RU"/>
    </w:rPr>
  </w:style>
  <w:style w:type="paragraph" w:customStyle="1" w:styleId="xl65">
    <w:name w:val="xl65"/>
    <w:basedOn w:val="a1"/>
    <w:rsid w:val="006C77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66">
    <w:name w:val="xl66"/>
    <w:basedOn w:val="a1"/>
    <w:rsid w:val="006C772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67">
    <w:name w:val="xl67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68">
    <w:name w:val="xl68"/>
    <w:basedOn w:val="a1"/>
    <w:rsid w:val="006C7728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69">
    <w:name w:val="xl69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0">
    <w:name w:val="xl70"/>
    <w:basedOn w:val="a1"/>
    <w:rsid w:val="006C7728"/>
    <w:pPr>
      <w:pBdr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71">
    <w:name w:val="xl71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72">
    <w:name w:val="xl72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3">
    <w:name w:val="xl73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4">
    <w:name w:val="xl74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5">
    <w:name w:val="xl75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6">
    <w:name w:val="xl76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7">
    <w:name w:val="xl77"/>
    <w:basedOn w:val="a1"/>
    <w:rsid w:val="006C7728"/>
    <w:pPr>
      <w:pBdr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8">
    <w:name w:val="xl78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9">
    <w:name w:val="xl79"/>
    <w:basedOn w:val="a1"/>
    <w:rsid w:val="006C7728"/>
    <w:pPr>
      <w:pBdr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80">
    <w:name w:val="xl80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81">
    <w:name w:val="xl81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82">
    <w:name w:val="xl82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83">
    <w:name w:val="xl83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FF0000"/>
      <w:szCs w:val="28"/>
      <w:lang w:eastAsia="ru-RU"/>
    </w:rPr>
  </w:style>
  <w:style w:type="paragraph" w:customStyle="1" w:styleId="xl84">
    <w:name w:val="xl84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FF0000"/>
      <w:szCs w:val="28"/>
      <w:lang w:eastAsia="ru-RU"/>
    </w:rPr>
  </w:style>
  <w:style w:type="paragraph" w:customStyle="1" w:styleId="xl85">
    <w:name w:val="xl85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6">
    <w:name w:val="xl86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7">
    <w:name w:val="xl87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88">
    <w:name w:val="xl88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89">
    <w:name w:val="xl89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0">
    <w:name w:val="xl90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1">
    <w:name w:val="xl91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92">
    <w:name w:val="xl92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93">
    <w:name w:val="xl93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94">
    <w:name w:val="xl94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95">
    <w:name w:val="xl95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96">
    <w:name w:val="xl96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7">
    <w:name w:val="xl97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8">
    <w:name w:val="xl98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9">
    <w:name w:val="xl99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100">
    <w:name w:val="xl100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101">
    <w:name w:val="xl101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102">
    <w:name w:val="xl102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3">
    <w:name w:val="xl103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4">
    <w:name w:val="xl104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5">
    <w:name w:val="xl105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6">
    <w:name w:val="xl106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7">
    <w:name w:val="xl107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8">
    <w:name w:val="xl108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09">
    <w:name w:val="xl109"/>
    <w:basedOn w:val="a1"/>
    <w:rsid w:val="006C772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0">
    <w:name w:val="xl110"/>
    <w:basedOn w:val="a1"/>
    <w:rsid w:val="006C77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1">
    <w:name w:val="xl111"/>
    <w:basedOn w:val="a1"/>
    <w:rsid w:val="006C772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2">
    <w:name w:val="xl112"/>
    <w:basedOn w:val="a1"/>
    <w:rsid w:val="006C7728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3">
    <w:name w:val="xl113"/>
    <w:basedOn w:val="a1"/>
    <w:rsid w:val="006C772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4">
    <w:name w:val="xl114"/>
    <w:basedOn w:val="a1"/>
    <w:rsid w:val="006C7728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5">
    <w:name w:val="xl115"/>
    <w:basedOn w:val="a1"/>
    <w:rsid w:val="006C7728"/>
    <w:pP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6">
    <w:name w:val="xl116"/>
    <w:basedOn w:val="a1"/>
    <w:rsid w:val="006C77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7">
    <w:name w:val="xl117"/>
    <w:basedOn w:val="a1"/>
    <w:rsid w:val="006C7728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8">
    <w:name w:val="xl118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9">
    <w:name w:val="xl119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0">
    <w:name w:val="xl120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1">
    <w:name w:val="xl121"/>
    <w:basedOn w:val="a1"/>
    <w:rsid w:val="006C7728"/>
    <w:pPr>
      <w:pBdr>
        <w:top w:val="single" w:sz="8" w:space="0" w:color="auto"/>
        <w:left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2">
    <w:name w:val="xl122"/>
    <w:basedOn w:val="a1"/>
    <w:rsid w:val="006C7728"/>
    <w:pPr>
      <w:pBdr>
        <w:top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3">
    <w:name w:val="xl123"/>
    <w:basedOn w:val="a1"/>
    <w:rsid w:val="006C7728"/>
    <w:pPr>
      <w:pBdr>
        <w:top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4">
    <w:name w:val="xl124"/>
    <w:basedOn w:val="a1"/>
    <w:rsid w:val="006C7728"/>
    <w:pPr>
      <w:pBdr>
        <w:left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5">
    <w:name w:val="xl125"/>
    <w:basedOn w:val="a1"/>
    <w:rsid w:val="006C7728"/>
    <w:pP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6">
    <w:name w:val="xl126"/>
    <w:basedOn w:val="a1"/>
    <w:rsid w:val="006C7728"/>
    <w:pPr>
      <w:pBdr>
        <w:right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7">
    <w:name w:val="xl127"/>
    <w:basedOn w:val="a1"/>
    <w:rsid w:val="006C7728"/>
    <w:pPr>
      <w:pBdr>
        <w:left w:val="single" w:sz="8" w:space="0" w:color="auto"/>
        <w:bottom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8">
    <w:name w:val="xl128"/>
    <w:basedOn w:val="a1"/>
    <w:rsid w:val="006C7728"/>
    <w:pPr>
      <w:pBdr>
        <w:bottom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9">
    <w:name w:val="xl129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0">
    <w:name w:val="xl130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1">
    <w:name w:val="xl131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2">
    <w:name w:val="xl132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3">
    <w:name w:val="xl133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4">
    <w:name w:val="xl134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5">
    <w:name w:val="xl135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6">
    <w:name w:val="xl136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7">
    <w:name w:val="xl137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8">
    <w:name w:val="xl138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39">
    <w:name w:val="xl139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40">
    <w:name w:val="xl140"/>
    <w:basedOn w:val="a1"/>
    <w:rsid w:val="006C77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41">
    <w:name w:val="xl141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42">
    <w:name w:val="xl142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43">
    <w:name w:val="xl143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4">
    <w:name w:val="xl144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5">
    <w:name w:val="xl145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6">
    <w:name w:val="xl146"/>
    <w:basedOn w:val="a1"/>
    <w:rsid w:val="006C7728"/>
    <w:pPr>
      <w:pBdr>
        <w:top w:val="single" w:sz="8" w:space="0" w:color="auto"/>
        <w:left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7">
    <w:name w:val="xl147"/>
    <w:basedOn w:val="a1"/>
    <w:rsid w:val="006C7728"/>
    <w:pPr>
      <w:pBdr>
        <w:top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8">
    <w:name w:val="xl148"/>
    <w:basedOn w:val="a1"/>
    <w:rsid w:val="006C7728"/>
    <w:pPr>
      <w:pBdr>
        <w:top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9">
    <w:name w:val="xl149"/>
    <w:basedOn w:val="a1"/>
    <w:rsid w:val="006C7728"/>
    <w:pPr>
      <w:pBdr>
        <w:left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0">
    <w:name w:val="xl150"/>
    <w:basedOn w:val="a1"/>
    <w:rsid w:val="006C7728"/>
    <w:pP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1">
    <w:name w:val="xl151"/>
    <w:basedOn w:val="a1"/>
    <w:rsid w:val="006C7728"/>
    <w:pPr>
      <w:pBdr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2">
    <w:name w:val="xl152"/>
    <w:basedOn w:val="a1"/>
    <w:rsid w:val="006C7728"/>
    <w:pPr>
      <w:pBdr>
        <w:left w:val="single" w:sz="8" w:space="0" w:color="auto"/>
        <w:bottom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3">
    <w:name w:val="xl153"/>
    <w:basedOn w:val="a1"/>
    <w:rsid w:val="006C7728"/>
    <w:pPr>
      <w:pBdr>
        <w:bottom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4">
    <w:name w:val="xl154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5">
    <w:name w:val="xl155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sz w:val="22"/>
      <w:lang w:eastAsia="ru-RU"/>
    </w:rPr>
  </w:style>
  <w:style w:type="paragraph" w:customStyle="1" w:styleId="xl156">
    <w:name w:val="xl156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7">
    <w:name w:val="xl157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8">
    <w:name w:val="xl158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9">
    <w:name w:val="xl159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0">
    <w:name w:val="xl160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1">
    <w:name w:val="xl161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ascii="Arial" w:hAnsi="Arial" w:cs="Arial"/>
      <w:sz w:val="24"/>
      <w:szCs w:val="24"/>
      <w:lang w:eastAsia="ru-RU"/>
    </w:rPr>
  </w:style>
  <w:style w:type="paragraph" w:customStyle="1" w:styleId="xl162">
    <w:name w:val="xl162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sz w:val="22"/>
      <w:lang w:eastAsia="ru-RU"/>
    </w:rPr>
  </w:style>
  <w:style w:type="paragraph" w:customStyle="1" w:styleId="xl163">
    <w:name w:val="xl163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color w:val="FF0000"/>
      <w:sz w:val="22"/>
      <w:lang w:eastAsia="ru-RU"/>
    </w:rPr>
  </w:style>
  <w:style w:type="paragraph" w:customStyle="1" w:styleId="xl164">
    <w:name w:val="xl164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color w:val="FF0000"/>
      <w:sz w:val="22"/>
      <w:lang w:eastAsia="ru-RU"/>
    </w:rPr>
  </w:style>
  <w:style w:type="paragraph" w:customStyle="1" w:styleId="xl165">
    <w:name w:val="xl165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sz w:val="22"/>
      <w:lang w:eastAsia="ru-RU"/>
    </w:rPr>
  </w:style>
  <w:style w:type="paragraph" w:customStyle="1" w:styleId="xl166">
    <w:name w:val="xl166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sz w:val="22"/>
      <w:lang w:eastAsia="ru-RU"/>
    </w:rPr>
  </w:style>
  <w:style w:type="paragraph" w:customStyle="1" w:styleId="xl167">
    <w:name w:val="xl167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8">
    <w:name w:val="xl168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9">
    <w:name w:val="xl169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0">
    <w:name w:val="xl170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1">
    <w:name w:val="xl171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2">
    <w:name w:val="xl172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3">
    <w:name w:val="xl173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4">
    <w:name w:val="xl174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5">
    <w:name w:val="xl175"/>
    <w:basedOn w:val="a1"/>
    <w:rsid w:val="006C7728"/>
    <w:pPr>
      <w:pBdr>
        <w:top w:val="single" w:sz="8" w:space="0" w:color="auto"/>
        <w:left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6">
    <w:name w:val="xl176"/>
    <w:basedOn w:val="a1"/>
    <w:rsid w:val="006C7728"/>
    <w:pPr>
      <w:pBdr>
        <w:top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7">
    <w:name w:val="xl177"/>
    <w:basedOn w:val="a1"/>
    <w:rsid w:val="006C7728"/>
    <w:pPr>
      <w:pBdr>
        <w:right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8">
    <w:name w:val="xl178"/>
    <w:basedOn w:val="a1"/>
    <w:rsid w:val="006C7728"/>
    <w:pPr>
      <w:pBdr>
        <w:left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9">
    <w:name w:val="xl179"/>
    <w:basedOn w:val="a1"/>
    <w:rsid w:val="006C7728"/>
    <w:pP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0">
    <w:name w:val="xl180"/>
    <w:basedOn w:val="a1"/>
    <w:rsid w:val="006C7728"/>
    <w:pPr>
      <w:pBdr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1">
    <w:name w:val="xl181"/>
    <w:basedOn w:val="a1"/>
    <w:rsid w:val="006C7728"/>
    <w:pPr>
      <w:pBdr>
        <w:bottom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2">
    <w:name w:val="xl182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3">
    <w:name w:val="xl183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4">
    <w:name w:val="xl184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85">
    <w:name w:val="xl185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86">
    <w:name w:val="xl186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87">
    <w:name w:val="xl187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88">
    <w:name w:val="xl188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89">
    <w:name w:val="xl189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90">
    <w:name w:val="xl190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1">
    <w:name w:val="xl191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2">
    <w:name w:val="xl192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3">
    <w:name w:val="xl193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4">
    <w:name w:val="xl194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5">
    <w:name w:val="xl195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6">
    <w:name w:val="xl196"/>
    <w:basedOn w:val="a1"/>
    <w:rsid w:val="006C7728"/>
    <w:pPr>
      <w:pBdr>
        <w:top w:val="single" w:sz="8" w:space="0" w:color="auto"/>
        <w:left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7">
    <w:name w:val="xl197"/>
    <w:basedOn w:val="a1"/>
    <w:rsid w:val="006C7728"/>
    <w:pPr>
      <w:pBdr>
        <w:top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8">
    <w:name w:val="xl198"/>
    <w:basedOn w:val="a1"/>
    <w:rsid w:val="006C7728"/>
    <w:pPr>
      <w:pBdr>
        <w:top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9">
    <w:name w:val="xl199"/>
    <w:basedOn w:val="a1"/>
    <w:rsid w:val="006C7728"/>
    <w:pPr>
      <w:pBdr>
        <w:left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0">
    <w:name w:val="xl200"/>
    <w:basedOn w:val="a1"/>
    <w:rsid w:val="006C7728"/>
    <w:pP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1">
    <w:name w:val="xl201"/>
    <w:basedOn w:val="a1"/>
    <w:rsid w:val="006C7728"/>
    <w:pPr>
      <w:pBdr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2">
    <w:name w:val="xl202"/>
    <w:basedOn w:val="a1"/>
    <w:rsid w:val="006C7728"/>
    <w:pPr>
      <w:pBdr>
        <w:left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3">
    <w:name w:val="xl203"/>
    <w:basedOn w:val="a1"/>
    <w:rsid w:val="006C7728"/>
    <w:pPr>
      <w:pBdr>
        <w:bottom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4">
    <w:name w:val="xl204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5">
    <w:name w:val="xl205"/>
    <w:basedOn w:val="a1"/>
    <w:rsid w:val="006C772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6">
    <w:name w:val="xl206"/>
    <w:basedOn w:val="a1"/>
    <w:rsid w:val="006C7728"/>
    <w:pPr>
      <w:pBdr>
        <w:top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7">
    <w:name w:val="xl207"/>
    <w:basedOn w:val="a1"/>
    <w:rsid w:val="006C772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8">
    <w:name w:val="xl208"/>
    <w:basedOn w:val="a1"/>
    <w:rsid w:val="006C7728"/>
    <w:pPr>
      <w:pBdr>
        <w:lef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9">
    <w:name w:val="xl209"/>
    <w:basedOn w:val="a1"/>
    <w:rsid w:val="006C7728"/>
    <w:pP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0">
    <w:name w:val="xl210"/>
    <w:basedOn w:val="a1"/>
    <w:rsid w:val="006C7728"/>
    <w:pPr>
      <w:pBdr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1">
    <w:name w:val="xl211"/>
    <w:basedOn w:val="a1"/>
    <w:rsid w:val="006C77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2">
    <w:name w:val="xl212"/>
    <w:basedOn w:val="a1"/>
    <w:rsid w:val="006C7728"/>
    <w:pPr>
      <w:pBdr>
        <w:bottom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3">
    <w:name w:val="xl213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4">
    <w:name w:val="xl214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215">
    <w:name w:val="xl215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216">
    <w:name w:val="xl216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table" w:customStyle="1" w:styleId="15">
    <w:name w:val="Сетка таблицы15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0">
    <w:name w:val="Сетка таблицы6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">
    <w:name w:val="Сетка таблицы62"/>
    <w:basedOn w:val="a4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3">
    <w:name w:val="Нет списка3"/>
    <w:next w:val="a5"/>
    <w:uiPriority w:val="99"/>
    <w:semiHidden/>
    <w:unhideWhenUsed/>
    <w:rsid w:val="006C7728"/>
  </w:style>
  <w:style w:type="paragraph" w:customStyle="1" w:styleId="ConsPlusTitle">
    <w:name w:val="ConsPlusTitle"/>
    <w:rsid w:val="006C7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5">
    <w:name w:val="Сетка таблицы25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0">
    <w:name w:val="consplusnormal"/>
    <w:basedOn w:val="a1"/>
    <w:rsid w:val="006C7728"/>
    <w:pPr>
      <w:spacing w:before="100" w:beforeAutospacing="1" w:after="100" w:afterAutospacing="1"/>
      <w:ind w:firstLine="0"/>
    </w:pPr>
    <w:rPr>
      <w:rFonts w:eastAsiaTheme="minorHAnsi" w:cs="Times New Roman"/>
      <w:sz w:val="24"/>
      <w:szCs w:val="24"/>
      <w:lang w:eastAsia="ru-RU"/>
    </w:rPr>
  </w:style>
  <w:style w:type="character" w:customStyle="1" w:styleId="16">
    <w:name w:val="Текст выноски Знак1"/>
    <w:basedOn w:val="a3"/>
    <w:uiPriority w:val="99"/>
    <w:rsid w:val="006C7728"/>
    <w:rPr>
      <w:rFonts w:ascii="Tahoma" w:eastAsia="Times New Roman" w:hAnsi="Tahoma" w:cs="Tahoma"/>
      <w:sz w:val="16"/>
      <w:szCs w:val="16"/>
    </w:rPr>
  </w:style>
  <w:style w:type="character" w:customStyle="1" w:styleId="textrun">
    <w:name w:val="textrun"/>
    <w:basedOn w:val="a3"/>
    <w:rsid w:val="006C7728"/>
  </w:style>
  <w:style w:type="paragraph" w:customStyle="1" w:styleId="afc">
    <w:name w:val="Прижатый влево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  <w:lang w:eastAsia="ru-RU"/>
    </w:rPr>
  </w:style>
  <w:style w:type="paragraph" w:customStyle="1" w:styleId="afd">
    <w:name w:val="Нормальный (таблица)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17">
    <w:name w:val="Основной текст1"/>
    <w:basedOn w:val="a1"/>
    <w:next w:val="a2"/>
    <w:link w:val="afe"/>
    <w:unhideWhenUsed/>
    <w:rsid w:val="006C7728"/>
    <w:pPr>
      <w:spacing w:after="120"/>
      <w:jc w:val="both"/>
    </w:pPr>
    <w:rPr>
      <w:rFonts w:asciiTheme="minorHAnsi" w:eastAsiaTheme="minorHAnsi" w:hAnsiTheme="minorHAnsi" w:cstheme="minorBidi"/>
      <w:sz w:val="22"/>
    </w:rPr>
  </w:style>
  <w:style w:type="character" w:customStyle="1" w:styleId="afe">
    <w:name w:val="Основной текст Знак"/>
    <w:basedOn w:val="a3"/>
    <w:link w:val="17"/>
    <w:uiPriority w:val="99"/>
    <w:semiHidden/>
    <w:rsid w:val="006C7728"/>
  </w:style>
  <w:style w:type="character" w:customStyle="1" w:styleId="tgc">
    <w:name w:val="_tgc"/>
    <w:basedOn w:val="a3"/>
    <w:rsid w:val="006C7728"/>
  </w:style>
  <w:style w:type="table" w:customStyle="1" w:styleId="18">
    <w:name w:val="Сетка таблицы18"/>
    <w:basedOn w:val="a4"/>
    <w:uiPriority w:val="5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Emphasis"/>
    <w:basedOn w:val="a3"/>
    <w:uiPriority w:val="20"/>
    <w:qFormat/>
    <w:rsid w:val="006C7728"/>
    <w:rPr>
      <w:rFonts w:ascii="Times New Roman" w:hAnsi="Times New Roman" w:cs="Times New Roman" w:hint="default"/>
      <w:i/>
      <w:iCs w:val="0"/>
    </w:rPr>
  </w:style>
  <w:style w:type="character" w:customStyle="1" w:styleId="112">
    <w:name w:val="Заголовок 1 Знак1"/>
    <w:aliases w:val="Глава Знак1"/>
    <w:basedOn w:val="a3"/>
    <w:uiPriority w:val="99"/>
    <w:rsid w:val="006C772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TML">
    <w:name w:val="Стандартный HTML Знак"/>
    <w:basedOn w:val="a3"/>
    <w:link w:val="HTML0"/>
    <w:semiHidden/>
    <w:rsid w:val="006C7728"/>
    <w:rPr>
      <w:rFonts w:ascii="Courier New" w:eastAsia="Times New Roman" w:hAnsi="Courier New" w:cs="Courier New"/>
      <w:color w:val="332E2D"/>
      <w:spacing w:val="12"/>
      <w:sz w:val="20"/>
      <w:szCs w:val="20"/>
      <w:lang w:eastAsia="ru-RU"/>
    </w:rPr>
  </w:style>
  <w:style w:type="paragraph" w:styleId="HTML0">
    <w:name w:val="HTML Preformatted"/>
    <w:basedOn w:val="a1"/>
    <w:link w:val="HTML"/>
    <w:semiHidden/>
    <w:unhideWhenUsed/>
    <w:rsid w:val="006C77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332E2D"/>
      <w:spacing w:val="12"/>
      <w:sz w:val="20"/>
      <w:szCs w:val="20"/>
      <w:lang w:eastAsia="ru-RU"/>
    </w:rPr>
  </w:style>
  <w:style w:type="character" w:customStyle="1" w:styleId="HTML1">
    <w:name w:val="Стандартный HTML Знак1"/>
    <w:basedOn w:val="a3"/>
    <w:uiPriority w:val="99"/>
    <w:semiHidden/>
    <w:rsid w:val="006C7728"/>
    <w:rPr>
      <w:rFonts w:ascii="Consolas" w:eastAsia="Times New Roman" w:hAnsi="Consolas" w:cs="Consolas"/>
      <w:sz w:val="20"/>
      <w:szCs w:val="20"/>
    </w:rPr>
  </w:style>
  <w:style w:type="paragraph" w:styleId="19">
    <w:name w:val="toc 1"/>
    <w:aliases w:val="ОГлава"/>
    <w:basedOn w:val="a1"/>
    <w:next w:val="a1"/>
    <w:autoRedefine/>
    <w:uiPriority w:val="99"/>
    <w:semiHidden/>
    <w:unhideWhenUsed/>
    <w:rsid w:val="006C7728"/>
    <w:pPr>
      <w:keepNext/>
      <w:tabs>
        <w:tab w:val="right" w:leader="underscore" w:pos="6350"/>
      </w:tabs>
      <w:overflowPunct w:val="0"/>
      <w:autoSpaceDE w:val="0"/>
      <w:autoSpaceDN w:val="0"/>
      <w:adjustRightInd w:val="0"/>
      <w:spacing w:before="240" w:after="120"/>
      <w:ind w:firstLine="0"/>
    </w:pPr>
    <w:rPr>
      <w:rFonts w:cs="Times New Roman"/>
      <w:b/>
      <w:caps/>
      <w:sz w:val="24"/>
      <w:szCs w:val="28"/>
      <w:lang w:eastAsia="ru-RU"/>
    </w:rPr>
  </w:style>
  <w:style w:type="paragraph" w:customStyle="1" w:styleId="1a">
    <w:name w:val="Текст сноски1"/>
    <w:basedOn w:val="a1"/>
    <w:next w:val="aff0"/>
    <w:link w:val="aff1"/>
    <w:uiPriority w:val="99"/>
    <w:semiHidden/>
    <w:unhideWhenUsed/>
    <w:rsid w:val="006C7728"/>
    <w:pPr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1">
    <w:name w:val="Текст сноски Знак"/>
    <w:basedOn w:val="a3"/>
    <w:link w:val="1a"/>
    <w:uiPriority w:val="99"/>
    <w:semiHidden/>
    <w:rsid w:val="006C7728"/>
    <w:rPr>
      <w:sz w:val="20"/>
      <w:szCs w:val="20"/>
    </w:rPr>
  </w:style>
  <w:style w:type="paragraph" w:customStyle="1" w:styleId="1b">
    <w:name w:val="Текст примечания1"/>
    <w:basedOn w:val="a1"/>
    <w:next w:val="af3"/>
    <w:uiPriority w:val="99"/>
    <w:unhideWhenUsed/>
    <w:rsid w:val="006C7728"/>
    <w:pPr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2">
    <w:name w:val="Текст концевой сноски Знак"/>
    <w:basedOn w:val="a3"/>
    <w:link w:val="aff3"/>
    <w:uiPriority w:val="99"/>
    <w:semiHidden/>
    <w:rsid w:val="006C7728"/>
    <w:rPr>
      <w:sz w:val="20"/>
      <w:szCs w:val="20"/>
    </w:rPr>
  </w:style>
  <w:style w:type="paragraph" w:customStyle="1" w:styleId="1c">
    <w:name w:val="Текст концевой сноски1"/>
    <w:basedOn w:val="a1"/>
    <w:next w:val="aff3"/>
    <w:uiPriority w:val="99"/>
    <w:semiHidden/>
    <w:unhideWhenUsed/>
    <w:rsid w:val="006C7728"/>
    <w:pPr>
      <w:jc w:val="both"/>
    </w:pPr>
    <w:rPr>
      <w:rFonts w:eastAsia="Calibri" w:cs="Times New Roman"/>
      <w:sz w:val="20"/>
      <w:szCs w:val="20"/>
    </w:rPr>
  </w:style>
  <w:style w:type="paragraph" w:styleId="a0">
    <w:name w:val="List"/>
    <w:aliases w:val="Список действий"/>
    <w:basedOn w:val="a1"/>
    <w:uiPriority w:val="99"/>
    <w:semiHidden/>
    <w:unhideWhenUsed/>
    <w:rsid w:val="006C7728"/>
    <w:pPr>
      <w:numPr>
        <w:numId w:val="2"/>
      </w:numPr>
      <w:tabs>
        <w:tab w:val="num" w:pos="360"/>
      </w:tabs>
      <w:overflowPunct w:val="0"/>
      <w:autoSpaceDE w:val="0"/>
      <w:autoSpaceDN w:val="0"/>
      <w:adjustRightInd w:val="0"/>
      <w:ind w:left="284" w:hanging="284"/>
      <w:jc w:val="both"/>
    </w:pPr>
    <w:rPr>
      <w:rFonts w:cs="Times New Roman"/>
      <w:szCs w:val="28"/>
      <w:lang w:eastAsia="ru-RU"/>
    </w:rPr>
  </w:style>
  <w:style w:type="paragraph" w:styleId="a">
    <w:name w:val="List Bullet"/>
    <w:basedOn w:val="a1"/>
    <w:uiPriority w:val="99"/>
    <w:semiHidden/>
    <w:unhideWhenUsed/>
    <w:rsid w:val="006C7728"/>
    <w:pPr>
      <w:numPr>
        <w:numId w:val="3"/>
      </w:numPr>
    </w:pPr>
    <w:rPr>
      <w:rFonts w:cs="Times New Roman"/>
      <w:sz w:val="24"/>
      <w:szCs w:val="24"/>
      <w:lang w:eastAsia="ru-RU"/>
    </w:rPr>
  </w:style>
  <w:style w:type="paragraph" w:styleId="3">
    <w:name w:val="List Number 3"/>
    <w:basedOn w:val="a1"/>
    <w:uiPriority w:val="99"/>
    <w:semiHidden/>
    <w:unhideWhenUsed/>
    <w:rsid w:val="006C7728"/>
    <w:pPr>
      <w:widowControl w:val="0"/>
      <w:numPr>
        <w:numId w:val="4"/>
      </w:numPr>
      <w:tabs>
        <w:tab w:val="clear" w:pos="926"/>
        <w:tab w:val="num" w:pos="1361"/>
      </w:tabs>
      <w:spacing w:before="60"/>
      <w:ind w:left="1361" w:hanging="794"/>
      <w:jc w:val="both"/>
    </w:pPr>
    <w:rPr>
      <w:rFonts w:ascii="Bookman Old Style" w:hAnsi="Bookman Old Style" w:cs="Bookman Old Style"/>
      <w:sz w:val="24"/>
      <w:szCs w:val="24"/>
      <w:lang w:eastAsia="ru-RU"/>
    </w:rPr>
  </w:style>
  <w:style w:type="paragraph" w:styleId="aff4">
    <w:name w:val="Title"/>
    <w:basedOn w:val="a1"/>
    <w:link w:val="aff5"/>
    <w:uiPriority w:val="99"/>
    <w:qFormat/>
    <w:rsid w:val="006C7728"/>
    <w:pPr>
      <w:ind w:firstLine="0"/>
      <w:jc w:val="center"/>
    </w:pPr>
    <w:rPr>
      <w:rFonts w:cs="Times New Roman"/>
      <w:b/>
      <w:bCs/>
      <w:sz w:val="24"/>
      <w:szCs w:val="24"/>
    </w:rPr>
  </w:style>
  <w:style w:type="character" w:customStyle="1" w:styleId="aff5">
    <w:name w:val="Заголовок Знак"/>
    <w:basedOn w:val="a3"/>
    <w:link w:val="aff4"/>
    <w:uiPriority w:val="99"/>
    <w:rsid w:val="006C772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6">
    <w:name w:val="Основной текст с отступом Знак"/>
    <w:basedOn w:val="a3"/>
    <w:link w:val="aff7"/>
    <w:uiPriority w:val="99"/>
    <w:semiHidden/>
    <w:rsid w:val="006C7728"/>
    <w:rPr>
      <w:rFonts w:eastAsia="Times New Roman" w:cs="Times New Roman"/>
      <w:sz w:val="24"/>
      <w:szCs w:val="20"/>
    </w:rPr>
  </w:style>
  <w:style w:type="paragraph" w:customStyle="1" w:styleId="1d">
    <w:name w:val="Основной текст с отступом1"/>
    <w:basedOn w:val="a1"/>
    <w:next w:val="aff7"/>
    <w:uiPriority w:val="99"/>
    <w:semiHidden/>
    <w:unhideWhenUsed/>
    <w:rsid w:val="006C7728"/>
    <w:pPr>
      <w:spacing w:after="120"/>
      <w:ind w:left="283" w:firstLine="0"/>
    </w:pPr>
    <w:rPr>
      <w:rFonts w:asciiTheme="minorHAnsi" w:hAnsiTheme="minorHAnsi" w:cs="Times New Roman"/>
      <w:sz w:val="24"/>
      <w:szCs w:val="20"/>
    </w:rPr>
  </w:style>
  <w:style w:type="character" w:customStyle="1" w:styleId="1e">
    <w:name w:val="Основной текст с отступом Знак1"/>
    <w:basedOn w:val="a3"/>
    <w:uiPriority w:val="99"/>
    <w:semiHidden/>
    <w:rsid w:val="006C7728"/>
    <w:rPr>
      <w:rFonts w:ascii="Times New Roman" w:eastAsia="Times New Roman" w:hAnsi="Times New Roman" w:cs="Calibri"/>
      <w:sz w:val="28"/>
    </w:rPr>
  </w:style>
  <w:style w:type="paragraph" w:styleId="aff8">
    <w:name w:val="Subtitle"/>
    <w:basedOn w:val="a1"/>
    <w:link w:val="aff9"/>
    <w:uiPriority w:val="99"/>
    <w:qFormat/>
    <w:rsid w:val="006C7728"/>
    <w:pPr>
      <w:overflowPunct w:val="0"/>
      <w:autoSpaceDE w:val="0"/>
      <w:autoSpaceDN w:val="0"/>
      <w:adjustRightInd w:val="0"/>
      <w:spacing w:after="60"/>
      <w:ind w:firstLine="0"/>
      <w:jc w:val="center"/>
    </w:pPr>
    <w:rPr>
      <w:rFonts w:cs="Times New Roman"/>
      <w:i/>
      <w:sz w:val="24"/>
      <w:szCs w:val="28"/>
      <w:lang w:eastAsia="ru-RU"/>
    </w:rPr>
  </w:style>
  <w:style w:type="character" w:customStyle="1" w:styleId="aff9">
    <w:name w:val="Подзаголовок Знак"/>
    <w:basedOn w:val="a3"/>
    <w:link w:val="aff8"/>
    <w:uiPriority w:val="99"/>
    <w:rsid w:val="006C7728"/>
    <w:rPr>
      <w:rFonts w:ascii="Times New Roman" w:eastAsia="Times New Roman" w:hAnsi="Times New Roman" w:cs="Times New Roman"/>
      <w:i/>
      <w:sz w:val="24"/>
      <w:szCs w:val="28"/>
      <w:lang w:eastAsia="ru-RU"/>
    </w:rPr>
  </w:style>
  <w:style w:type="character" w:customStyle="1" w:styleId="23">
    <w:name w:val="Основной текст 2 Знак"/>
    <w:basedOn w:val="a3"/>
    <w:link w:val="24"/>
    <w:uiPriority w:val="99"/>
    <w:semiHidden/>
    <w:rsid w:val="006C7728"/>
    <w:rPr>
      <w:rFonts w:ascii="Calibri" w:eastAsia="Calibri" w:hAnsi="Calibri" w:cs="Times New Roman"/>
    </w:rPr>
  </w:style>
  <w:style w:type="paragraph" w:styleId="24">
    <w:name w:val="Body Text 2"/>
    <w:basedOn w:val="a1"/>
    <w:link w:val="23"/>
    <w:uiPriority w:val="99"/>
    <w:semiHidden/>
    <w:unhideWhenUsed/>
    <w:rsid w:val="006C7728"/>
    <w:pPr>
      <w:spacing w:after="120" w:line="480" w:lineRule="auto"/>
      <w:jc w:val="both"/>
    </w:pPr>
    <w:rPr>
      <w:rFonts w:ascii="Calibri" w:eastAsia="Calibri" w:hAnsi="Calibri" w:cs="Times New Roman"/>
      <w:sz w:val="22"/>
    </w:rPr>
  </w:style>
  <w:style w:type="character" w:customStyle="1" w:styleId="210">
    <w:name w:val="Основной текст 2 Знак1"/>
    <w:basedOn w:val="a3"/>
    <w:rsid w:val="006C7728"/>
    <w:rPr>
      <w:rFonts w:ascii="Times New Roman" w:eastAsia="Times New Roman" w:hAnsi="Times New Roman" w:cs="Calibri"/>
      <w:sz w:val="28"/>
    </w:rPr>
  </w:style>
  <w:style w:type="character" w:customStyle="1" w:styleId="34">
    <w:name w:val="Основной текст 3 Знак"/>
    <w:basedOn w:val="a3"/>
    <w:link w:val="35"/>
    <w:uiPriority w:val="99"/>
    <w:semiHidden/>
    <w:rsid w:val="006C7728"/>
    <w:rPr>
      <w:rFonts w:eastAsia="Times New Roman" w:cs="Times New Roman"/>
      <w:szCs w:val="20"/>
    </w:rPr>
  </w:style>
  <w:style w:type="paragraph" w:customStyle="1" w:styleId="310">
    <w:name w:val="Основной текст 31"/>
    <w:basedOn w:val="a1"/>
    <w:next w:val="35"/>
    <w:uiPriority w:val="99"/>
    <w:semiHidden/>
    <w:unhideWhenUsed/>
    <w:rsid w:val="006C7728"/>
    <w:pPr>
      <w:ind w:firstLine="0"/>
      <w:jc w:val="both"/>
    </w:pPr>
    <w:rPr>
      <w:rFonts w:asciiTheme="minorHAnsi" w:hAnsiTheme="minorHAnsi" w:cs="Times New Roman"/>
      <w:sz w:val="22"/>
      <w:szCs w:val="20"/>
    </w:rPr>
  </w:style>
  <w:style w:type="character" w:customStyle="1" w:styleId="311">
    <w:name w:val="Основной текст 3 Знак1"/>
    <w:basedOn w:val="a3"/>
    <w:uiPriority w:val="99"/>
    <w:semiHidden/>
    <w:rsid w:val="006C7728"/>
    <w:rPr>
      <w:rFonts w:ascii="Times New Roman" w:eastAsia="Times New Roman" w:hAnsi="Times New Roman" w:cs="Calibri"/>
      <w:sz w:val="16"/>
      <w:szCs w:val="16"/>
    </w:rPr>
  </w:style>
  <w:style w:type="character" w:customStyle="1" w:styleId="26">
    <w:name w:val="Основной текст с отступом 2 Знак"/>
    <w:basedOn w:val="a3"/>
    <w:link w:val="27"/>
    <w:uiPriority w:val="99"/>
    <w:semiHidden/>
    <w:rsid w:val="006C7728"/>
    <w:rPr>
      <w:rFonts w:eastAsia="Times New Roman" w:cs="Times New Roman"/>
      <w:color w:val="323232"/>
      <w:sz w:val="24"/>
      <w:szCs w:val="24"/>
      <w:lang w:eastAsia="ru-RU"/>
    </w:rPr>
  </w:style>
  <w:style w:type="paragraph" w:customStyle="1" w:styleId="211">
    <w:name w:val="Основной текст с отступом 21"/>
    <w:basedOn w:val="a1"/>
    <w:next w:val="27"/>
    <w:uiPriority w:val="99"/>
    <w:semiHidden/>
    <w:unhideWhenUsed/>
    <w:rsid w:val="006C7728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Theme="minorHAnsi" w:hAnsiTheme="minorHAnsi" w:cs="Times New Roman"/>
      <w:color w:val="323232"/>
      <w:sz w:val="24"/>
      <w:szCs w:val="24"/>
      <w:lang w:eastAsia="ru-RU"/>
    </w:rPr>
  </w:style>
  <w:style w:type="character" w:customStyle="1" w:styleId="212">
    <w:name w:val="Основной текст с отступом 2 Знак1"/>
    <w:basedOn w:val="a3"/>
    <w:uiPriority w:val="99"/>
    <w:semiHidden/>
    <w:rsid w:val="006C7728"/>
    <w:rPr>
      <w:rFonts w:ascii="Times New Roman" w:eastAsia="Times New Roman" w:hAnsi="Times New Roman" w:cs="Calibri"/>
      <w:sz w:val="28"/>
    </w:rPr>
  </w:style>
  <w:style w:type="character" w:customStyle="1" w:styleId="36">
    <w:name w:val="Основной текст с отступом 3 Знак"/>
    <w:basedOn w:val="a3"/>
    <w:link w:val="37"/>
    <w:uiPriority w:val="99"/>
    <w:semiHidden/>
    <w:rsid w:val="006C7728"/>
    <w:rPr>
      <w:rFonts w:ascii="Calibri" w:eastAsia="Calibri" w:hAnsi="Calibri" w:cs="Times New Roman"/>
      <w:sz w:val="16"/>
      <w:szCs w:val="16"/>
    </w:rPr>
  </w:style>
  <w:style w:type="paragraph" w:styleId="37">
    <w:name w:val="Body Text Indent 3"/>
    <w:basedOn w:val="a1"/>
    <w:link w:val="36"/>
    <w:uiPriority w:val="99"/>
    <w:semiHidden/>
    <w:unhideWhenUsed/>
    <w:rsid w:val="006C7728"/>
    <w:pPr>
      <w:spacing w:after="120"/>
      <w:ind w:left="283" w:firstLine="0"/>
    </w:pPr>
    <w:rPr>
      <w:rFonts w:ascii="Calibri" w:eastAsia="Calibri" w:hAnsi="Calibri" w:cs="Times New Roman"/>
      <w:sz w:val="16"/>
      <w:szCs w:val="16"/>
    </w:rPr>
  </w:style>
  <w:style w:type="character" w:customStyle="1" w:styleId="312">
    <w:name w:val="Основной текст с отступом 3 Знак1"/>
    <w:basedOn w:val="a3"/>
    <w:uiPriority w:val="99"/>
    <w:semiHidden/>
    <w:rsid w:val="006C7728"/>
    <w:rPr>
      <w:rFonts w:ascii="Times New Roman" w:eastAsia="Times New Roman" w:hAnsi="Times New Roman" w:cs="Calibri"/>
      <w:sz w:val="16"/>
      <w:szCs w:val="16"/>
    </w:rPr>
  </w:style>
  <w:style w:type="character" w:customStyle="1" w:styleId="1f">
    <w:name w:val="Текст примечания Знак1"/>
    <w:basedOn w:val="a3"/>
    <w:uiPriority w:val="99"/>
    <w:rsid w:val="006C7728"/>
    <w:rPr>
      <w:rFonts w:ascii="Times New Roman" w:eastAsia="Times New Roman" w:hAnsi="Times New Roman" w:cs="Calibri"/>
      <w:sz w:val="20"/>
      <w:szCs w:val="20"/>
    </w:rPr>
  </w:style>
  <w:style w:type="character" w:customStyle="1" w:styleId="1f0">
    <w:name w:val="Тема примечания Знак1"/>
    <w:basedOn w:val="1f"/>
    <w:uiPriority w:val="99"/>
    <w:semiHidden/>
    <w:rsid w:val="006C7728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1f1">
    <w:name w:val="Текст выноски1"/>
    <w:basedOn w:val="a1"/>
    <w:next w:val="ad"/>
    <w:uiPriority w:val="99"/>
    <w:semiHidden/>
    <w:unhideWhenUsed/>
    <w:rsid w:val="006C7728"/>
    <w:pPr>
      <w:jc w:val="both"/>
    </w:pPr>
    <w:rPr>
      <w:rFonts w:ascii="Tahoma" w:eastAsia="Calibri" w:hAnsi="Tahoma" w:cs="Tahoma"/>
      <w:sz w:val="16"/>
      <w:szCs w:val="16"/>
    </w:rPr>
  </w:style>
  <w:style w:type="paragraph" w:customStyle="1" w:styleId="1f2">
    <w:name w:val="Без интервала1"/>
    <w:next w:val="afa"/>
    <w:uiPriority w:val="1"/>
    <w:qFormat/>
    <w:rsid w:val="006C7728"/>
    <w:pPr>
      <w:spacing w:after="0" w:line="240" w:lineRule="auto"/>
    </w:pPr>
  </w:style>
  <w:style w:type="paragraph" w:customStyle="1" w:styleId="Heading">
    <w:name w:val="Heading"/>
    <w:uiPriority w:val="99"/>
    <w:rsid w:val="006C7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uiPriority w:val="99"/>
    <w:rsid w:val="006C7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rsid w:val="006C7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Pa4">
    <w:name w:val="Pa4"/>
    <w:basedOn w:val="a1"/>
    <w:next w:val="a1"/>
    <w:uiPriority w:val="99"/>
    <w:rsid w:val="006C7728"/>
    <w:pPr>
      <w:autoSpaceDE w:val="0"/>
      <w:autoSpaceDN w:val="0"/>
      <w:adjustRightInd w:val="0"/>
      <w:spacing w:line="201" w:lineRule="atLeast"/>
      <w:jc w:val="both"/>
    </w:pPr>
    <w:rPr>
      <w:rFonts w:ascii="Franklin Gothic Book" w:eastAsia="Calibri" w:hAnsi="Franklin Gothic Book" w:cs="Times New Roman"/>
      <w:sz w:val="24"/>
      <w:szCs w:val="24"/>
    </w:rPr>
  </w:style>
  <w:style w:type="paragraph" w:customStyle="1" w:styleId="Pa6">
    <w:name w:val="Pa6"/>
    <w:basedOn w:val="a1"/>
    <w:next w:val="a1"/>
    <w:uiPriority w:val="99"/>
    <w:rsid w:val="006C7728"/>
    <w:pPr>
      <w:autoSpaceDE w:val="0"/>
      <w:autoSpaceDN w:val="0"/>
      <w:adjustRightInd w:val="0"/>
      <w:spacing w:line="161" w:lineRule="atLeast"/>
      <w:jc w:val="both"/>
    </w:pPr>
    <w:rPr>
      <w:rFonts w:ascii="Franklin Gothic Book" w:eastAsia="Calibri" w:hAnsi="Franklin Gothic Book" w:cs="Times New Roman"/>
      <w:sz w:val="24"/>
      <w:szCs w:val="24"/>
    </w:rPr>
  </w:style>
  <w:style w:type="paragraph" w:customStyle="1" w:styleId="1f3">
    <w:name w:val="Обычный1"/>
    <w:uiPriority w:val="99"/>
    <w:rsid w:val="006C7728"/>
    <w:pPr>
      <w:widowControl w:val="0"/>
      <w:suppressAutoHyphens/>
      <w:spacing w:after="0" w:line="100" w:lineRule="atLeast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affa">
    <w:name w:val="Таблицы (моноширинный)"/>
    <w:basedOn w:val="a1"/>
    <w:next w:val="a1"/>
    <w:uiPriority w:val="99"/>
    <w:rsid w:val="006C7728"/>
    <w:pPr>
      <w:widowControl w:val="0"/>
      <w:autoSpaceDE w:val="0"/>
      <w:autoSpaceDN w:val="0"/>
      <w:adjustRightInd w:val="0"/>
      <w:spacing w:line="324" w:lineRule="auto"/>
      <w:ind w:right="34" w:firstLine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6C772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ffb">
    <w:name w:val="Абзац примечания"/>
    <w:basedOn w:val="a2"/>
    <w:next w:val="a2"/>
    <w:uiPriority w:val="99"/>
    <w:rsid w:val="006C7728"/>
    <w:pPr>
      <w:overflowPunct w:val="0"/>
      <w:autoSpaceDE w:val="0"/>
      <w:autoSpaceDN w:val="0"/>
      <w:adjustRightInd w:val="0"/>
      <w:spacing w:after="0"/>
      <w:ind w:left="567" w:hanging="567"/>
      <w:jc w:val="both"/>
    </w:pPr>
    <w:rPr>
      <w:rFonts w:cs="Times New Roman"/>
      <w:szCs w:val="28"/>
    </w:rPr>
  </w:style>
  <w:style w:type="paragraph" w:customStyle="1" w:styleId="affc">
    <w:name w:val="Основной с отступом"/>
    <w:basedOn w:val="a2"/>
    <w:uiPriority w:val="99"/>
    <w:rsid w:val="006C7728"/>
    <w:pPr>
      <w:overflowPunct w:val="0"/>
      <w:autoSpaceDE w:val="0"/>
      <w:autoSpaceDN w:val="0"/>
      <w:adjustRightInd w:val="0"/>
      <w:spacing w:after="0"/>
      <w:ind w:left="567" w:firstLine="0"/>
      <w:jc w:val="both"/>
    </w:pPr>
    <w:rPr>
      <w:rFonts w:cs="Times New Roman"/>
      <w:szCs w:val="28"/>
    </w:rPr>
  </w:style>
  <w:style w:type="paragraph" w:customStyle="1" w:styleId="affd">
    <w:name w:val="Пример"/>
    <w:basedOn w:val="a2"/>
    <w:next w:val="a1"/>
    <w:uiPriority w:val="99"/>
    <w:rsid w:val="006C7728"/>
    <w:pPr>
      <w:keepNext/>
      <w:widowControl w:val="0"/>
      <w:overflowPunct w:val="0"/>
      <w:autoSpaceDE w:val="0"/>
      <w:autoSpaceDN w:val="0"/>
      <w:adjustRightInd w:val="0"/>
      <w:spacing w:after="0"/>
      <w:ind w:firstLine="0"/>
      <w:jc w:val="both"/>
    </w:pPr>
    <w:rPr>
      <w:rFonts w:cs="Times New Roman"/>
      <w:b/>
      <w:szCs w:val="28"/>
    </w:rPr>
  </w:style>
  <w:style w:type="paragraph" w:customStyle="1" w:styleId="affe">
    <w:name w:val="Например"/>
    <w:basedOn w:val="a2"/>
    <w:next w:val="a1"/>
    <w:uiPriority w:val="99"/>
    <w:rsid w:val="006C7728"/>
    <w:pPr>
      <w:keepNext/>
      <w:widowControl w:val="0"/>
      <w:overflowPunct w:val="0"/>
      <w:autoSpaceDE w:val="0"/>
      <w:autoSpaceDN w:val="0"/>
      <w:adjustRightInd w:val="0"/>
      <w:spacing w:after="0"/>
      <w:ind w:firstLine="0"/>
      <w:jc w:val="both"/>
    </w:pPr>
    <w:rPr>
      <w:rFonts w:ascii="Arial" w:hAnsi="Arial" w:cs="Times New Roman"/>
      <w:b/>
      <w:szCs w:val="28"/>
    </w:rPr>
  </w:style>
  <w:style w:type="paragraph" w:customStyle="1" w:styleId="afff">
    <w:name w:val="Функция"/>
    <w:basedOn w:val="a1"/>
    <w:uiPriority w:val="99"/>
    <w:rsid w:val="006C7728"/>
    <w:pPr>
      <w:keepNext/>
      <w:overflowPunct w:val="0"/>
      <w:autoSpaceDE w:val="0"/>
      <w:autoSpaceDN w:val="0"/>
      <w:adjustRightInd w:val="0"/>
      <w:ind w:firstLine="0"/>
    </w:pPr>
    <w:rPr>
      <w:rFonts w:cs="Times New Roman"/>
      <w:i/>
      <w:szCs w:val="28"/>
      <w:lang w:eastAsia="ru-RU"/>
    </w:rPr>
  </w:style>
  <w:style w:type="paragraph" w:customStyle="1" w:styleId="afff0">
    <w:name w:val="Нумерованный"/>
    <w:basedOn w:val="a2"/>
    <w:uiPriority w:val="99"/>
    <w:rsid w:val="006C7728"/>
    <w:pPr>
      <w:overflowPunct w:val="0"/>
      <w:autoSpaceDE w:val="0"/>
      <w:autoSpaceDN w:val="0"/>
      <w:adjustRightInd w:val="0"/>
      <w:spacing w:after="0"/>
      <w:ind w:firstLine="567"/>
      <w:jc w:val="both"/>
    </w:pPr>
    <w:rPr>
      <w:rFonts w:cs="Times New Roman"/>
      <w:szCs w:val="28"/>
    </w:rPr>
  </w:style>
  <w:style w:type="paragraph" w:customStyle="1" w:styleId="afff1">
    <w:name w:val="Рисунок"/>
    <w:basedOn w:val="a2"/>
    <w:next w:val="a2"/>
    <w:uiPriority w:val="99"/>
    <w:rsid w:val="006C7728"/>
    <w:pPr>
      <w:keepNext/>
      <w:keepLines/>
      <w:widowControl w:val="0"/>
      <w:overflowPunct w:val="0"/>
      <w:autoSpaceDE w:val="0"/>
      <w:autoSpaceDN w:val="0"/>
      <w:adjustRightInd w:val="0"/>
      <w:spacing w:after="0"/>
      <w:ind w:firstLine="0"/>
      <w:jc w:val="center"/>
    </w:pPr>
    <w:rPr>
      <w:rFonts w:cs="Times New Roman"/>
      <w:szCs w:val="28"/>
    </w:rPr>
  </w:style>
  <w:style w:type="paragraph" w:customStyle="1" w:styleId="afff2">
    <w:name w:val="Стиль"/>
    <w:uiPriority w:val="99"/>
    <w:rsid w:val="006C772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6C772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3">
    <w:name w:val="Абзац_письма"/>
    <w:basedOn w:val="a1"/>
    <w:uiPriority w:val="99"/>
    <w:rsid w:val="006C7728"/>
    <w:pPr>
      <w:widowControl w:val="0"/>
      <w:spacing w:line="360" w:lineRule="auto"/>
      <w:jc w:val="both"/>
    </w:pPr>
    <w:rPr>
      <w:rFonts w:cs="Times New Roman"/>
      <w:sz w:val="26"/>
      <w:szCs w:val="20"/>
      <w:lang w:eastAsia="ru-RU"/>
    </w:rPr>
  </w:style>
  <w:style w:type="paragraph" w:customStyle="1" w:styleId="afff4">
    <w:name w:val="Знак"/>
    <w:basedOn w:val="a1"/>
    <w:uiPriority w:val="99"/>
    <w:rsid w:val="006C7728"/>
    <w:pPr>
      <w:spacing w:after="160" w:line="240" w:lineRule="exact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1"/>
    <w:uiPriority w:val="99"/>
    <w:rsid w:val="006C7728"/>
    <w:pPr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afff5">
    <w:name w:val="Содержимое таблицы"/>
    <w:basedOn w:val="a1"/>
    <w:uiPriority w:val="99"/>
    <w:rsid w:val="006C7728"/>
    <w:pPr>
      <w:widowControl w:val="0"/>
      <w:suppressLineNumbers/>
      <w:suppressAutoHyphens/>
      <w:ind w:firstLine="0"/>
    </w:pPr>
    <w:rPr>
      <w:rFonts w:ascii="Nimbus Roman No9 L" w:eastAsia="DejaVu Sans" w:hAnsi="Nimbus Roman No9 L" w:cs="Times New Roman"/>
      <w:sz w:val="24"/>
      <w:szCs w:val="24"/>
      <w:lang w:eastAsia="ru-RU"/>
    </w:rPr>
  </w:style>
  <w:style w:type="paragraph" w:customStyle="1" w:styleId="afff6">
    <w:name w:val="Внимание"/>
    <w:basedOn w:val="a1"/>
    <w:next w:val="a1"/>
    <w:uiPriority w:val="99"/>
    <w:rsid w:val="006C7728"/>
    <w:pPr>
      <w:widowControl w:val="0"/>
      <w:shd w:val="clear" w:color="auto" w:fill="FAF3E9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7">
    <w:name w:val="Внимание: криминал!!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0"/>
    </w:pPr>
  </w:style>
  <w:style w:type="paragraph" w:customStyle="1" w:styleId="afff8">
    <w:name w:val="Внимание: недобросовестность!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0"/>
    </w:pPr>
  </w:style>
  <w:style w:type="paragraph" w:customStyle="1" w:styleId="afff9">
    <w:name w:val="Основное меню (преемственное)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Verdana" w:hAnsi="Verdana" w:cs="Verdana"/>
      <w:sz w:val="24"/>
      <w:szCs w:val="24"/>
      <w:lang w:eastAsia="ru-RU"/>
    </w:rPr>
  </w:style>
  <w:style w:type="paragraph" w:customStyle="1" w:styleId="1f4">
    <w:name w:val="Заголовок1"/>
    <w:basedOn w:val="afff9"/>
    <w:next w:val="a1"/>
    <w:uiPriority w:val="99"/>
    <w:rsid w:val="006C7728"/>
    <w:pPr>
      <w:shd w:val="clear" w:color="auto" w:fill="F0F0F0"/>
    </w:pPr>
    <w:rPr>
      <w:rFonts w:ascii="Arial" w:hAnsi="Arial" w:cs="Arial"/>
      <w:b/>
      <w:bCs/>
      <w:color w:val="0058A9"/>
    </w:rPr>
  </w:style>
  <w:style w:type="paragraph" w:customStyle="1" w:styleId="afffa">
    <w:name w:val="Заголовок группы контролов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b/>
      <w:bCs/>
      <w:color w:val="000000"/>
      <w:sz w:val="24"/>
      <w:szCs w:val="24"/>
      <w:lang w:eastAsia="ru-RU"/>
    </w:rPr>
  </w:style>
  <w:style w:type="paragraph" w:customStyle="1" w:styleId="afffb">
    <w:name w:val="Заголовок для информации об изменениях"/>
    <w:basedOn w:val="1"/>
    <w:next w:val="a1"/>
    <w:uiPriority w:val="99"/>
    <w:rsid w:val="006C7728"/>
    <w:pPr>
      <w:keepNext w:val="0"/>
      <w:widowControl w:val="0"/>
      <w:shd w:val="clear" w:color="auto" w:fill="FFFFFF"/>
      <w:overflowPunct/>
      <w:jc w:val="both"/>
      <w:outlineLvl w:val="9"/>
    </w:pPr>
    <w:rPr>
      <w:rFonts w:ascii="Arial" w:hAnsi="Arial" w:cs="Arial"/>
      <w:b w:val="0"/>
      <w:color w:val="auto"/>
      <w:sz w:val="20"/>
    </w:rPr>
  </w:style>
  <w:style w:type="paragraph" w:customStyle="1" w:styleId="afffc">
    <w:name w:val="Заголовок приложения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afffd">
    <w:name w:val="Заголовок распахивающейся части диалога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i/>
      <w:iCs/>
      <w:color w:val="000080"/>
      <w:sz w:val="24"/>
      <w:szCs w:val="24"/>
      <w:lang w:eastAsia="ru-RU"/>
    </w:rPr>
  </w:style>
  <w:style w:type="paragraph" w:customStyle="1" w:styleId="afffe">
    <w:name w:val="Заголовок статьи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">
    <w:name w:val="Заголовок ЭР (левое окно)"/>
    <w:basedOn w:val="a1"/>
    <w:next w:val="a1"/>
    <w:uiPriority w:val="99"/>
    <w:rsid w:val="006C7728"/>
    <w:pPr>
      <w:widowControl w:val="0"/>
      <w:autoSpaceDE w:val="0"/>
      <w:autoSpaceDN w:val="0"/>
      <w:adjustRightInd w:val="0"/>
      <w:spacing w:before="300" w:after="250"/>
      <w:ind w:firstLine="0"/>
      <w:jc w:val="center"/>
    </w:pPr>
    <w:rPr>
      <w:rFonts w:ascii="Arial" w:hAnsi="Arial" w:cs="Arial"/>
      <w:b/>
      <w:bCs/>
      <w:color w:val="26282F"/>
      <w:szCs w:val="28"/>
      <w:lang w:eastAsia="ru-RU"/>
    </w:rPr>
  </w:style>
  <w:style w:type="paragraph" w:customStyle="1" w:styleId="affff0">
    <w:name w:val="Заголовок ЭР (правое окно)"/>
    <w:basedOn w:val="affff"/>
    <w:next w:val="a1"/>
    <w:uiPriority w:val="99"/>
    <w:rsid w:val="006C772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f1">
    <w:name w:val="Интерактивный заголовок"/>
    <w:basedOn w:val="1f4"/>
    <w:next w:val="a1"/>
    <w:uiPriority w:val="99"/>
    <w:rsid w:val="006C7728"/>
    <w:pPr>
      <w:shd w:val="clear" w:color="auto" w:fill="auto"/>
    </w:pPr>
    <w:rPr>
      <w:b w:val="0"/>
      <w:bCs w:val="0"/>
      <w:color w:val="auto"/>
      <w:u w:val="single"/>
    </w:rPr>
  </w:style>
  <w:style w:type="paragraph" w:customStyle="1" w:styleId="affff2">
    <w:name w:val="Текст информации об изменениях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color w:val="353842"/>
      <w:sz w:val="20"/>
      <w:szCs w:val="20"/>
      <w:lang w:eastAsia="ru-RU"/>
    </w:rPr>
  </w:style>
  <w:style w:type="paragraph" w:customStyle="1" w:styleId="affff3">
    <w:name w:val="Информация об изменениях"/>
    <w:basedOn w:val="affff2"/>
    <w:next w:val="a1"/>
    <w:uiPriority w:val="99"/>
    <w:rsid w:val="006C7728"/>
    <w:pPr>
      <w:shd w:val="clear" w:color="auto" w:fill="EAEFED"/>
      <w:spacing w:before="180"/>
      <w:ind w:left="360" w:right="360"/>
    </w:pPr>
    <w:rPr>
      <w:color w:val="auto"/>
      <w:sz w:val="24"/>
      <w:szCs w:val="24"/>
    </w:rPr>
  </w:style>
  <w:style w:type="paragraph" w:customStyle="1" w:styleId="affff4">
    <w:name w:val="Текст (справка)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left="170" w:right="170" w:firstLine="0"/>
    </w:pPr>
    <w:rPr>
      <w:rFonts w:ascii="Arial" w:hAnsi="Arial" w:cs="Arial"/>
      <w:sz w:val="24"/>
      <w:szCs w:val="24"/>
      <w:lang w:eastAsia="ru-RU"/>
    </w:rPr>
  </w:style>
  <w:style w:type="paragraph" w:customStyle="1" w:styleId="affff5">
    <w:name w:val="Комментарий"/>
    <w:basedOn w:val="affff4"/>
    <w:next w:val="a1"/>
    <w:uiPriority w:val="99"/>
    <w:rsid w:val="006C7728"/>
    <w:pPr>
      <w:shd w:val="clear" w:color="auto" w:fill="F0F0F0"/>
      <w:spacing w:before="75"/>
      <w:ind w:left="0" w:right="0"/>
      <w:jc w:val="both"/>
    </w:pPr>
    <w:rPr>
      <w:color w:val="353842"/>
    </w:rPr>
  </w:style>
  <w:style w:type="paragraph" w:customStyle="1" w:styleId="affff6">
    <w:name w:val="Информация об изменениях документа"/>
    <w:basedOn w:val="affff5"/>
    <w:next w:val="a1"/>
    <w:uiPriority w:val="99"/>
    <w:rsid w:val="006C7728"/>
    <w:pPr>
      <w:spacing w:before="0"/>
    </w:pPr>
    <w:rPr>
      <w:i/>
      <w:iCs/>
    </w:rPr>
  </w:style>
  <w:style w:type="paragraph" w:customStyle="1" w:styleId="affff7">
    <w:name w:val="Текст (лев. подпись)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  <w:lang w:eastAsia="ru-RU"/>
    </w:rPr>
  </w:style>
  <w:style w:type="paragraph" w:customStyle="1" w:styleId="affff8">
    <w:name w:val="Колонтитул (левый)"/>
    <w:basedOn w:val="affff7"/>
    <w:next w:val="a1"/>
    <w:uiPriority w:val="99"/>
    <w:rsid w:val="006C7728"/>
    <w:pPr>
      <w:jc w:val="both"/>
    </w:pPr>
    <w:rPr>
      <w:sz w:val="16"/>
      <w:szCs w:val="16"/>
    </w:rPr>
  </w:style>
  <w:style w:type="paragraph" w:customStyle="1" w:styleId="affff9">
    <w:name w:val="Текст (прав. подпись)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affffa">
    <w:name w:val="Колонтитул (правый)"/>
    <w:basedOn w:val="affff9"/>
    <w:next w:val="a1"/>
    <w:uiPriority w:val="99"/>
    <w:rsid w:val="006C7728"/>
    <w:pPr>
      <w:jc w:val="both"/>
    </w:pPr>
    <w:rPr>
      <w:sz w:val="16"/>
      <w:szCs w:val="16"/>
    </w:rPr>
  </w:style>
  <w:style w:type="paragraph" w:customStyle="1" w:styleId="affffb">
    <w:name w:val="Комментарий пользователя"/>
    <w:basedOn w:val="affff5"/>
    <w:next w:val="a1"/>
    <w:uiPriority w:val="99"/>
    <w:rsid w:val="006C7728"/>
    <w:pPr>
      <w:shd w:val="clear" w:color="auto" w:fill="FFDFE0"/>
      <w:spacing w:before="0"/>
      <w:jc w:val="left"/>
    </w:pPr>
  </w:style>
  <w:style w:type="paragraph" w:customStyle="1" w:styleId="affffc">
    <w:name w:val="Куда обратиться?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0"/>
    </w:pPr>
  </w:style>
  <w:style w:type="paragraph" w:customStyle="1" w:styleId="affffd">
    <w:name w:val="Моноширинный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Courier New" w:hAnsi="Courier New" w:cs="Courier New"/>
      <w:sz w:val="22"/>
      <w:lang w:eastAsia="ru-RU"/>
    </w:rPr>
  </w:style>
  <w:style w:type="paragraph" w:customStyle="1" w:styleId="affffe">
    <w:name w:val="Необходимые документы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118"/>
    </w:pPr>
  </w:style>
  <w:style w:type="paragraph" w:customStyle="1" w:styleId="afffff">
    <w:name w:val="Объект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cs="Times New Roman"/>
      <w:sz w:val="26"/>
      <w:szCs w:val="26"/>
      <w:lang w:eastAsia="ru-RU"/>
    </w:rPr>
  </w:style>
  <w:style w:type="paragraph" w:customStyle="1" w:styleId="afffff0">
    <w:name w:val="Оглавление"/>
    <w:basedOn w:val="affa"/>
    <w:next w:val="a1"/>
    <w:uiPriority w:val="99"/>
    <w:rsid w:val="006C7728"/>
    <w:pPr>
      <w:spacing w:line="240" w:lineRule="auto"/>
      <w:ind w:left="140" w:right="0"/>
    </w:pPr>
    <w:rPr>
      <w:rFonts w:ascii="Arial" w:hAnsi="Arial" w:cs="Arial"/>
      <w:sz w:val="24"/>
      <w:szCs w:val="24"/>
    </w:rPr>
  </w:style>
  <w:style w:type="paragraph" w:customStyle="1" w:styleId="afffff1">
    <w:name w:val="Переменная часть"/>
    <w:basedOn w:val="afff9"/>
    <w:next w:val="a1"/>
    <w:uiPriority w:val="99"/>
    <w:rsid w:val="006C7728"/>
    <w:rPr>
      <w:rFonts w:ascii="Arial" w:hAnsi="Arial" w:cs="Arial"/>
      <w:sz w:val="20"/>
      <w:szCs w:val="20"/>
    </w:rPr>
  </w:style>
  <w:style w:type="paragraph" w:customStyle="1" w:styleId="afffff2">
    <w:name w:val="Подвал для информации об изменениях"/>
    <w:basedOn w:val="1"/>
    <w:next w:val="a1"/>
    <w:uiPriority w:val="99"/>
    <w:rsid w:val="006C7728"/>
    <w:pPr>
      <w:keepNext w:val="0"/>
      <w:widowControl w:val="0"/>
      <w:overflowPunct/>
      <w:jc w:val="both"/>
      <w:outlineLvl w:val="9"/>
    </w:pPr>
    <w:rPr>
      <w:rFonts w:ascii="Arial" w:hAnsi="Arial" w:cs="Arial"/>
      <w:b w:val="0"/>
      <w:color w:val="auto"/>
      <w:sz w:val="20"/>
    </w:rPr>
  </w:style>
  <w:style w:type="paragraph" w:customStyle="1" w:styleId="afffff3">
    <w:name w:val="Подзаголовок для информации об изменениях"/>
    <w:basedOn w:val="affff2"/>
    <w:next w:val="a1"/>
    <w:uiPriority w:val="99"/>
    <w:rsid w:val="006C7728"/>
    <w:rPr>
      <w:b/>
      <w:bCs/>
      <w:sz w:val="24"/>
      <w:szCs w:val="24"/>
    </w:rPr>
  </w:style>
  <w:style w:type="paragraph" w:customStyle="1" w:styleId="afffff4">
    <w:name w:val="Подчёркнуный текст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5">
    <w:name w:val="Постоянная часть"/>
    <w:basedOn w:val="afff9"/>
    <w:next w:val="a1"/>
    <w:uiPriority w:val="99"/>
    <w:rsid w:val="006C7728"/>
    <w:rPr>
      <w:rFonts w:ascii="Arial" w:hAnsi="Arial" w:cs="Arial"/>
      <w:sz w:val="22"/>
      <w:szCs w:val="22"/>
    </w:rPr>
  </w:style>
  <w:style w:type="paragraph" w:customStyle="1" w:styleId="afffff6">
    <w:name w:val="Пример.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0"/>
    </w:pPr>
  </w:style>
  <w:style w:type="paragraph" w:customStyle="1" w:styleId="afffff7">
    <w:name w:val="Примечание.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0"/>
    </w:pPr>
  </w:style>
  <w:style w:type="paragraph" w:customStyle="1" w:styleId="afffff8">
    <w:name w:val="Словарная статья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right="118"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9">
    <w:name w:val="Ссылка на официальную публикацию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a">
    <w:name w:val="Текст в таблице"/>
    <w:basedOn w:val="afd"/>
    <w:next w:val="a1"/>
    <w:uiPriority w:val="99"/>
    <w:rsid w:val="006C7728"/>
    <w:pPr>
      <w:ind w:firstLine="500"/>
    </w:pPr>
  </w:style>
  <w:style w:type="paragraph" w:customStyle="1" w:styleId="afffffb">
    <w:name w:val="Текст ЭР (см. также)"/>
    <w:basedOn w:val="a1"/>
    <w:next w:val="a1"/>
    <w:uiPriority w:val="99"/>
    <w:rsid w:val="006C7728"/>
    <w:pPr>
      <w:widowControl w:val="0"/>
      <w:autoSpaceDE w:val="0"/>
      <w:autoSpaceDN w:val="0"/>
      <w:adjustRightInd w:val="0"/>
      <w:spacing w:before="200"/>
      <w:ind w:firstLine="0"/>
    </w:pPr>
    <w:rPr>
      <w:rFonts w:ascii="Arial" w:hAnsi="Arial" w:cs="Arial"/>
      <w:sz w:val="22"/>
      <w:lang w:eastAsia="ru-RU"/>
    </w:rPr>
  </w:style>
  <w:style w:type="paragraph" w:customStyle="1" w:styleId="afffffc">
    <w:name w:val="Технический комментарий"/>
    <w:basedOn w:val="a1"/>
    <w:next w:val="a1"/>
    <w:uiPriority w:val="99"/>
    <w:rsid w:val="006C7728"/>
    <w:pPr>
      <w:widowControl w:val="0"/>
      <w:shd w:val="clear" w:color="auto" w:fill="FFFFA6"/>
      <w:autoSpaceDE w:val="0"/>
      <w:autoSpaceDN w:val="0"/>
      <w:adjustRightInd w:val="0"/>
      <w:ind w:firstLine="0"/>
    </w:pPr>
    <w:rPr>
      <w:rFonts w:ascii="Arial" w:hAnsi="Arial" w:cs="Arial"/>
      <w:color w:val="463F31"/>
      <w:sz w:val="24"/>
      <w:szCs w:val="24"/>
      <w:lang w:eastAsia="ru-RU"/>
    </w:rPr>
  </w:style>
  <w:style w:type="paragraph" w:customStyle="1" w:styleId="afffffd">
    <w:name w:val="Формула"/>
    <w:basedOn w:val="a1"/>
    <w:next w:val="a1"/>
    <w:uiPriority w:val="99"/>
    <w:rsid w:val="006C7728"/>
    <w:pPr>
      <w:widowControl w:val="0"/>
      <w:shd w:val="clear" w:color="auto" w:fill="FAF3E9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e">
    <w:name w:val="Центрированный (таблица)"/>
    <w:basedOn w:val="afd"/>
    <w:next w:val="a1"/>
    <w:uiPriority w:val="99"/>
    <w:rsid w:val="006C7728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6C7728"/>
    <w:pPr>
      <w:widowControl w:val="0"/>
      <w:autoSpaceDE w:val="0"/>
      <w:autoSpaceDN w:val="0"/>
      <w:adjustRightInd w:val="0"/>
      <w:spacing w:before="300"/>
      <w:ind w:firstLine="0"/>
    </w:pPr>
    <w:rPr>
      <w:rFonts w:ascii="Arial" w:hAnsi="Arial" w:cs="Arial"/>
      <w:sz w:val="26"/>
      <w:szCs w:val="26"/>
      <w:lang w:eastAsia="ru-RU"/>
    </w:rPr>
  </w:style>
  <w:style w:type="paragraph" w:customStyle="1" w:styleId="paragraph">
    <w:name w:val="paragraph"/>
    <w:basedOn w:val="a1"/>
    <w:uiPriority w:val="99"/>
    <w:rsid w:val="006C7728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affffff">
    <w:name w:val="Дочерний элемент списка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color w:val="868381"/>
      <w:sz w:val="20"/>
      <w:szCs w:val="20"/>
      <w:lang w:eastAsia="ru-RU"/>
    </w:rPr>
  </w:style>
  <w:style w:type="paragraph" w:customStyle="1" w:styleId="affffff0">
    <w:name w:val="Напишите нам"/>
    <w:basedOn w:val="a1"/>
    <w:next w:val="a1"/>
    <w:uiPriority w:val="99"/>
    <w:rsid w:val="006C7728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 w:firstLine="0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0">
    <w:name w:val="consplusnonformat"/>
    <w:basedOn w:val="a1"/>
    <w:uiPriority w:val="99"/>
    <w:rsid w:val="006C7728"/>
    <w:pPr>
      <w:autoSpaceDE w:val="0"/>
      <w:autoSpaceDN w:val="0"/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styleId="affffff1">
    <w:name w:val="Subtle Reference"/>
    <w:uiPriority w:val="31"/>
    <w:qFormat/>
    <w:rsid w:val="006C7728"/>
    <w:rPr>
      <w:smallCaps/>
      <w:color w:val="C0504D"/>
      <w:u w:val="single"/>
    </w:rPr>
  </w:style>
  <w:style w:type="character" w:customStyle="1" w:styleId="affffff2">
    <w:name w:val="Гипертекстовая ссылка"/>
    <w:basedOn w:val="a3"/>
    <w:uiPriority w:val="99"/>
    <w:rsid w:val="006C7728"/>
    <w:rPr>
      <w:rFonts w:ascii="Times New Roman" w:hAnsi="Times New Roman" w:cs="Times New Roman" w:hint="default"/>
      <w:b/>
      <w:bCs w:val="0"/>
      <w:color w:val="106BBE"/>
    </w:rPr>
  </w:style>
  <w:style w:type="character" w:customStyle="1" w:styleId="A70">
    <w:name w:val="A7"/>
    <w:uiPriority w:val="99"/>
    <w:rsid w:val="006C7728"/>
    <w:rPr>
      <w:rFonts w:ascii="Franklin Gothic Book" w:hAnsi="Franklin Gothic Book" w:cs="Franklin Gothic Book" w:hint="default"/>
      <w:color w:val="000000"/>
      <w:sz w:val="9"/>
      <w:szCs w:val="9"/>
    </w:rPr>
  </w:style>
  <w:style w:type="character" w:customStyle="1" w:styleId="A00">
    <w:name w:val="A0"/>
    <w:uiPriority w:val="99"/>
    <w:rsid w:val="006C7728"/>
    <w:rPr>
      <w:rFonts w:ascii="Franklin Gothic Book" w:hAnsi="Franklin Gothic Book" w:cs="Franklin Gothic Book" w:hint="default"/>
      <w:color w:val="000000"/>
      <w:sz w:val="20"/>
      <w:szCs w:val="20"/>
    </w:rPr>
  </w:style>
  <w:style w:type="character" w:customStyle="1" w:styleId="1f5">
    <w:name w:val="Основной шрифт абзаца1"/>
    <w:rsid w:val="006C7728"/>
  </w:style>
  <w:style w:type="character" w:customStyle="1" w:styleId="affffff3">
    <w:name w:val="Горячие клавиши"/>
    <w:rsid w:val="006C7728"/>
    <w:rPr>
      <w:i/>
      <w:iCs w:val="0"/>
      <w:sz w:val="24"/>
    </w:rPr>
  </w:style>
  <w:style w:type="character" w:customStyle="1" w:styleId="affffff4">
    <w:name w:val="Определения"/>
    <w:rsid w:val="006C7728"/>
    <w:rPr>
      <w:rFonts w:ascii="Courier New" w:hAnsi="Courier New" w:cs="Courier New" w:hint="default"/>
      <w:i/>
      <w:iCs w:val="0"/>
      <w:caps/>
      <w:strike w:val="0"/>
      <w:dstrike w:val="0"/>
      <w:sz w:val="24"/>
      <w:u w:val="none"/>
      <w:effect w:val="none"/>
    </w:rPr>
  </w:style>
  <w:style w:type="character" w:customStyle="1" w:styleId="affffff5">
    <w:name w:val="Примечание"/>
    <w:rsid w:val="006C7728"/>
    <w:rPr>
      <w:rFonts w:ascii="Courier New" w:hAnsi="Courier New" w:cs="Courier New" w:hint="default"/>
      <w:b/>
      <w:bCs w:val="0"/>
      <w:sz w:val="24"/>
    </w:rPr>
  </w:style>
  <w:style w:type="character" w:customStyle="1" w:styleId="affffff6">
    <w:name w:val="Цветовое выделение"/>
    <w:uiPriority w:val="99"/>
    <w:rsid w:val="006C7728"/>
    <w:rPr>
      <w:b/>
      <w:bCs/>
      <w:color w:val="26282F"/>
      <w:sz w:val="26"/>
      <w:szCs w:val="26"/>
    </w:rPr>
  </w:style>
  <w:style w:type="character" w:customStyle="1" w:styleId="affffff7">
    <w:name w:val="Активная гипертекстовая ссылка"/>
    <w:uiPriority w:val="99"/>
    <w:rsid w:val="006C7728"/>
    <w:rPr>
      <w:b w:val="0"/>
      <w:bCs w:val="0"/>
      <w:color w:val="106BBE"/>
      <w:sz w:val="26"/>
      <w:szCs w:val="26"/>
      <w:u w:val="single"/>
    </w:rPr>
  </w:style>
  <w:style w:type="character" w:customStyle="1" w:styleId="affffff8">
    <w:name w:val="Выделение для Базового Поиска"/>
    <w:uiPriority w:val="99"/>
    <w:rsid w:val="006C7728"/>
    <w:rPr>
      <w:b w:val="0"/>
      <w:bCs w:val="0"/>
      <w:color w:val="0058A9"/>
      <w:sz w:val="26"/>
      <w:szCs w:val="26"/>
    </w:rPr>
  </w:style>
  <w:style w:type="character" w:customStyle="1" w:styleId="affffff9">
    <w:name w:val="Выделение для Базового Поиска (курсив)"/>
    <w:uiPriority w:val="99"/>
    <w:rsid w:val="006C7728"/>
    <w:rPr>
      <w:b w:val="0"/>
      <w:bCs w:val="0"/>
      <w:i/>
      <w:iCs/>
      <w:color w:val="0058A9"/>
      <w:sz w:val="26"/>
      <w:szCs w:val="26"/>
    </w:rPr>
  </w:style>
  <w:style w:type="character" w:customStyle="1" w:styleId="affffffa">
    <w:name w:val="Заголовок своего сообщения"/>
    <w:uiPriority w:val="99"/>
    <w:rsid w:val="006C7728"/>
    <w:rPr>
      <w:b w:val="0"/>
      <w:bCs w:val="0"/>
      <w:color w:val="26282F"/>
      <w:sz w:val="26"/>
      <w:szCs w:val="26"/>
    </w:rPr>
  </w:style>
  <w:style w:type="character" w:customStyle="1" w:styleId="affffffb">
    <w:name w:val="Заголовок чужого сообщения"/>
    <w:uiPriority w:val="99"/>
    <w:rsid w:val="006C7728"/>
    <w:rPr>
      <w:b w:val="0"/>
      <w:bCs w:val="0"/>
      <w:color w:val="FF0000"/>
      <w:sz w:val="26"/>
      <w:szCs w:val="26"/>
    </w:rPr>
  </w:style>
  <w:style w:type="character" w:customStyle="1" w:styleId="affffffc">
    <w:name w:val="Найденные слова"/>
    <w:uiPriority w:val="99"/>
    <w:rsid w:val="006C7728"/>
    <w:rPr>
      <w:b w:val="0"/>
      <w:bCs w:val="0"/>
      <w:color w:val="26282F"/>
      <w:sz w:val="26"/>
      <w:szCs w:val="26"/>
      <w:shd w:val="clear" w:color="auto" w:fill="FFF580"/>
    </w:rPr>
  </w:style>
  <w:style w:type="character" w:customStyle="1" w:styleId="affffffd">
    <w:name w:val="Не вступил в силу"/>
    <w:uiPriority w:val="99"/>
    <w:rsid w:val="006C7728"/>
    <w:rPr>
      <w:b w:val="0"/>
      <w:bCs w:val="0"/>
      <w:color w:val="000000"/>
      <w:sz w:val="26"/>
      <w:szCs w:val="26"/>
      <w:shd w:val="clear" w:color="auto" w:fill="D8EDE8"/>
    </w:rPr>
  </w:style>
  <w:style w:type="character" w:customStyle="1" w:styleId="affffffe">
    <w:name w:val="Опечатки"/>
    <w:uiPriority w:val="99"/>
    <w:rsid w:val="006C7728"/>
    <w:rPr>
      <w:color w:val="FF0000"/>
      <w:sz w:val="26"/>
      <w:szCs w:val="26"/>
    </w:rPr>
  </w:style>
  <w:style w:type="character" w:customStyle="1" w:styleId="afffffff">
    <w:name w:val="Продолжение ссылки"/>
    <w:uiPriority w:val="99"/>
    <w:rsid w:val="006C7728"/>
  </w:style>
  <w:style w:type="character" w:customStyle="1" w:styleId="afffffff0">
    <w:name w:val="Сравнение редакций"/>
    <w:uiPriority w:val="99"/>
    <w:rsid w:val="006C7728"/>
    <w:rPr>
      <w:b w:val="0"/>
      <w:bCs w:val="0"/>
      <w:color w:val="26282F"/>
      <w:sz w:val="26"/>
      <w:szCs w:val="26"/>
    </w:rPr>
  </w:style>
  <w:style w:type="character" w:customStyle="1" w:styleId="afffffff1">
    <w:name w:val="Сравнение редакций. Добавленный фрагмент"/>
    <w:uiPriority w:val="99"/>
    <w:rsid w:val="006C7728"/>
    <w:rPr>
      <w:color w:val="000000"/>
      <w:shd w:val="clear" w:color="auto" w:fill="C1D7FF"/>
    </w:rPr>
  </w:style>
  <w:style w:type="character" w:customStyle="1" w:styleId="afffffff2">
    <w:name w:val="Сравнение редакций. Удаленный фрагмент"/>
    <w:uiPriority w:val="99"/>
    <w:rsid w:val="006C7728"/>
    <w:rPr>
      <w:color w:val="000000"/>
      <w:shd w:val="clear" w:color="auto" w:fill="C4C413"/>
    </w:rPr>
  </w:style>
  <w:style w:type="character" w:customStyle="1" w:styleId="afffffff3">
    <w:name w:val="Утратил силу"/>
    <w:uiPriority w:val="99"/>
    <w:rsid w:val="006C7728"/>
    <w:rPr>
      <w:b w:val="0"/>
      <w:bCs w:val="0"/>
      <w:strike/>
      <w:color w:val="666600"/>
      <w:sz w:val="26"/>
      <w:szCs w:val="26"/>
    </w:rPr>
  </w:style>
  <w:style w:type="character" w:customStyle="1" w:styleId="afffffff4">
    <w:name w:val="Ссылка на утративший силу документ"/>
    <w:basedOn w:val="affffff2"/>
    <w:uiPriority w:val="99"/>
    <w:rsid w:val="006C7728"/>
    <w:rPr>
      <w:rFonts w:ascii="Times New Roman" w:hAnsi="Times New Roman" w:cs="Times New Roman" w:hint="default"/>
      <w:b/>
      <w:bCs w:val="0"/>
      <w:color w:val="749232"/>
    </w:rPr>
  </w:style>
  <w:style w:type="table" w:customStyle="1" w:styleId="170">
    <w:name w:val="Сетка таблицы17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0">
    <w:name w:val="Сетка таблицы26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0">
    <w:name w:val="Сетка таблицы27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72">
    <w:name w:val="toc 7"/>
    <w:basedOn w:val="a1"/>
    <w:next w:val="a1"/>
    <w:autoRedefine/>
    <w:uiPriority w:val="99"/>
    <w:semiHidden/>
    <w:unhideWhenUsed/>
    <w:rsid w:val="006C7728"/>
    <w:pPr>
      <w:tabs>
        <w:tab w:val="right" w:leader="underscore" w:pos="6350"/>
      </w:tabs>
      <w:overflowPunct w:val="0"/>
      <w:autoSpaceDE w:val="0"/>
      <w:autoSpaceDN w:val="0"/>
      <w:adjustRightInd w:val="0"/>
      <w:ind w:left="1000" w:firstLine="0"/>
    </w:pPr>
    <w:rPr>
      <w:rFonts w:cs="Times New Roman"/>
      <w:sz w:val="18"/>
      <w:szCs w:val="28"/>
      <w:lang w:eastAsia="ru-RU"/>
    </w:rPr>
  </w:style>
  <w:style w:type="table" w:customStyle="1" w:styleId="114">
    <w:name w:val="Сетка таблицы114"/>
    <w:basedOn w:val="a4"/>
    <w:uiPriority w:val="99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Темный список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0">
    <w:name w:val="Сетка таблицы16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2">
    <w:name w:val="Body Text"/>
    <w:basedOn w:val="a1"/>
    <w:link w:val="1f6"/>
    <w:uiPriority w:val="99"/>
    <w:semiHidden/>
    <w:unhideWhenUsed/>
    <w:rsid w:val="006C7728"/>
    <w:pPr>
      <w:spacing w:after="120"/>
    </w:pPr>
  </w:style>
  <w:style w:type="character" w:customStyle="1" w:styleId="1f6">
    <w:name w:val="Основной текст Знак1"/>
    <w:basedOn w:val="a3"/>
    <w:link w:val="a2"/>
    <w:uiPriority w:val="99"/>
    <w:semiHidden/>
    <w:rsid w:val="006C7728"/>
    <w:rPr>
      <w:rFonts w:ascii="Times New Roman" w:eastAsia="Times New Roman" w:hAnsi="Times New Roman" w:cs="Calibri"/>
      <w:sz w:val="28"/>
    </w:rPr>
  </w:style>
  <w:style w:type="paragraph" w:styleId="aff0">
    <w:name w:val="footnote text"/>
    <w:basedOn w:val="a1"/>
    <w:link w:val="1f7"/>
    <w:uiPriority w:val="99"/>
    <w:semiHidden/>
    <w:unhideWhenUsed/>
    <w:rsid w:val="006C7728"/>
    <w:rPr>
      <w:sz w:val="20"/>
      <w:szCs w:val="20"/>
    </w:rPr>
  </w:style>
  <w:style w:type="character" w:customStyle="1" w:styleId="1f7">
    <w:name w:val="Текст сноски Знак1"/>
    <w:basedOn w:val="a3"/>
    <w:link w:val="aff0"/>
    <w:uiPriority w:val="99"/>
    <w:semiHidden/>
    <w:rsid w:val="006C7728"/>
    <w:rPr>
      <w:rFonts w:ascii="Times New Roman" w:eastAsia="Times New Roman" w:hAnsi="Times New Roman" w:cs="Calibri"/>
      <w:sz w:val="20"/>
      <w:szCs w:val="20"/>
    </w:rPr>
  </w:style>
  <w:style w:type="paragraph" w:customStyle="1" w:styleId="29">
    <w:name w:val="Текст концевой сноски2"/>
    <w:basedOn w:val="a1"/>
    <w:next w:val="aff3"/>
    <w:uiPriority w:val="99"/>
    <w:semiHidden/>
    <w:unhideWhenUsed/>
    <w:rsid w:val="006C7728"/>
    <w:rPr>
      <w:rFonts w:asciiTheme="minorHAnsi" w:eastAsiaTheme="minorHAnsi" w:hAnsiTheme="minorHAnsi" w:cstheme="minorBidi"/>
      <w:sz w:val="20"/>
      <w:szCs w:val="20"/>
    </w:rPr>
  </w:style>
  <w:style w:type="character" w:customStyle="1" w:styleId="1f8">
    <w:name w:val="Текст концевой сноски Знак1"/>
    <w:basedOn w:val="a3"/>
    <w:uiPriority w:val="99"/>
    <w:semiHidden/>
    <w:rsid w:val="006C7728"/>
    <w:rPr>
      <w:rFonts w:ascii="Times New Roman" w:eastAsia="Times New Roman" w:hAnsi="Times New Roman" w:cs="Calibri"/>
      <w:sz w:val="20"/>
      <w:szCs w:val="20"/>
    </w:rPr>
  </w:style>
  <w:style w:type="character" w:customStyle="1" w:styleId="2a">
    <w:name w:val="Текст выноски Знак2"/>
    <w:basedOn w:val="a3"/>
    <w:uiPriority w:val="99"/>
    <w:semiHidden/>
    <w:rsid w:val="006C7728"/>
    <w:rPr>
      <w:rFonts w:ascii="Tahoma" w:eastAsia="Times New Roman" w:hAnsi="Tahoma" w:cs="Tahoma"/>
      <w:sz w:val="16"/>
      <w:szCs w:val="16"/>
    </w:rPr>
  </w:style>
  <w:style w:type="table" w:customStyle="1" w:styleId="410">
    <w:name w:val="Сетка таблицы41"/>
    <w:basedOn w:val="a4"/>
    <w:next w:val="a6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Нет списка111"/>
    <w:next w:val="a5"/>
    <w:uiPriority w:val="99"/>
    <w:semiHidden/>
    <w:unhideWhenUsed/>
    <w:rsid w:val="006C7728"/>
  </w:style>
  <w:style w:type="table" w:customStyle="1" w:styleId="181">
    <w:name w:val="Сетка таблицы18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0">
    <w:name w:val="Сетка таблицы91"/>
    <w:basedOn w:val="a4"/>
    <w:uiPriority w:val="3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">
    <w:name w:val="Сетка таблицы19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">
    <w:name w:val="Сетка таблицы2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">
    <w:name w:val="Сетка таблицы26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">
    <w:name w:val="Сетка таблицы27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">
    <w:name w:val="Сетка таблицы15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Темный список3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">
    <w:name w:val="Сетка таблицы16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Сетка таблицы110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">
    <w:name w:val="Сетка таблицы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5"/>
    <w:uiPriority w:val="99"/>
    <w:semiHidden/>
    <w:unhideWhenUsed/>
    <w:rsid w:val="006C7728"/>
  </w:style>
  <w:style w:type="table" w:customStyle="1" w:styleId="182">
    <w:name w:val="Сетка таблицы18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17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">
    <w:name w:val="Сетка таблицы9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">
    <w:name w:val="Сетка таблицы19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">
    <w:name w:val="Сетка таблицы2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">
    <w:name w:val="Сетка таблицы2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">
    <w:name w:val="Сетка таблицы26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">
    <w:name w:val="Сетка таблицы27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Темный список3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">
    <w:name w:val="Сетка таблицы16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5"/>
    <w:uiPriority w:val="99"/>
    <w:semiHidden/>
    <w:unhideWhenUsed/>
    <w:rsid w:val="006C7728"/>
  </w:style>
  <w:style w:type="numbering" w:customStyle="1" w:styleId="130">
    <w:name w:val="Нет списка13"/>
    <w:next w:val="a5"/>
    <w:uiPriority w:val="99"/>
    <w:semiHidden/>
    <w:unhideWhenUsed/>
    <w:rsid w:val="006C7728"/>
  </w:style>
  <w:style w:type="table" w:customStyle="1" w:styleId="183">
    <w:name w:val="Сетка таблицы18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Сетка таблицы17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">
    <w:name w:val="Сетка таблицы9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">
    <w:name w:val="Сетка таблицы20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">
    <w:name w:val="Сетка таблицы2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">
    <w:name w:val="Сетка таблицы25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">
    <w:name w:val="Сетка таблицы26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">
    <w:name w:val="Сетка таблицы27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">
    <w:name w:val="Сетка таблицы15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Темный список3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">
    <w:name w:val="Сетка таблицы16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Сетка таблицы110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Сетка таблицы28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0">
    <w:name w:val="Сетка таблицы29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"/>
    <w:next w:val="a5"/>
    <w:uiPriority w:val="99"/>
    <w:semiHidden/>
    <w:unhideWhenUsed/>
    <w:rsid w:val="006C7728"/>
  </w:style>
  <w:style w:type="table" w:customStyle="1" w:styleId="420">
    <w:name w:val="Сетка таблицы4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0">
    <w:name w:val="Нет списка1111"/>
    <w:next w:val="a5"/>
    <w:uiPriority w:val="99"/>
    <w:semiHidden/>
    <w:unhideWhenUsed/>
    <w:rsid w:val="006C7728"/>
  </w:style>
  <w:style w:type="table" w:customStyle="1" w:styleId="1811">
    <w:name w:val="Сетка таблицы1811"/>
    <w:basedOn w:val="a4"/>
    <w:uiPriority w:val="5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Сетка таблицы171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">
    <w:name w:val="Сетка таблицы9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">
    <w:name w:val="Сетка таблицы191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">
    <w:name w:val="Сетка таблицы20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">
    <w:name w:val="Сетка таблицы2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">
    <w:name w:val="Сетка таблицы25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">
    <w:name w:val="Сетка таблицы26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">
    <w:name w:val="Сетка таблицы27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">
    <w:name w:val="Сетка таблицы151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Сетка таблицы114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Сетка таблицы23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Темный список3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">
    <w:name w:val="Сетка таблицы16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Сетка таблицы1101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Сетка таблицы28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0">
    <w:name w:val="Сетка таблицы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"/>
    <w:next w:val="a5"/>
    <w:uiPriority w:val="99"/>
    <w:semiHidden/>
    <w:unhideWhenUsed/>
    <w:rsid w:val="006C7728"/>
  </w:style>
  <w:style w:type="table" w:customStyle="1" w:styleId="52">
    <w:name w:val="Сетка таблицы52"/>
    <w:basedOn w:val="a4"/>
    <w:next w:val="a6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0">
    <w:name w:val="Нет списка121"/>
    <w:next w:val="a5"/>
    <w:uiPriority w:val="99"/>
    <w:semiHidden/>
    <w:unhideWhenUsed/>
    <w:rsid w:val="006C7728"/>
  </w:style>
  <w:style w:type="table" w:customStyle="1" w:styleId="1821">
    <w:name w:val="Сетка таблицы18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Сетка таблицы17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">
    <w:name w:val="Сетка таблицы8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">
    <w:name w:val="Сетка таблицы9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">
    <w:name w:val="Сетка таблицы19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Сетка таблицы10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">
    <w:name w:val="Сетка таблицы20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">
    <w:name w:val="Сетка таблицы24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">
    <w:name w:val="Сетка таблицы25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">
    <w:name w:val="Сетка таблицы26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">
    <w:name w:val="Сетка таблицы27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">
    <w:name w:val="Сетка таблицы15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Сетка таблицы114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Сетка таблицы23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Темный список3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">
    <w:name w:val="Сетка таблицы16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Сетка таблицы110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Сетка таблицы28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">
    <w:name w:val="Сетка таблицы2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5"/>
    <w:uiPriority w:val="99"/>
    <w:semiHidden/>
    <w:unhideWhenUsed/>
    <w:rsid w:val="006C7728"/>
  </w:style>
  <w:style w:type="numbering" w:customStyle="1" w:styleId="140">
    <w:name w:val="Нет списка14"/>
    <w:next w:val="a5"/>
    <w:uiPriority w:val="99"/>
    <w:semiHidden/>
    <w:unhideWhenUsed/>
    <w:rsid w:val="006C7728"/>
  </w:style>
  <w:style w:type="table" w:customStyle="1" w:styleId="184">
    <w:name w:val="Сетка таблицы18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Сетка таблицы17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">
    <w:name w:val="Сетка таблицы9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">
    <w:name w:val="Сетка таблицы19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">
    <w:name w:val="Сетка таблицы20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">
    <w:name w:val="Сетка таблицы24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">
    <w:name w:val="Сетка таблицы25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">
    <w:name w:val="Сетка таблицы26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">
    <w:name w:val="Сетка таблицы27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Сетка таблицы114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Сетка таблицы23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Темный список3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">
    <w:name w:val="Сетка таблицы16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Сетка таблицы110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Сетка таблицы28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0">
    <w:name w:val="Сетка таблицы210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5"/>
    <w:uiPriority w:val="99"/>
    <w:semiHidden/>
    <w:unhideWhenUsed/>
    <w:rsid w:val="006C7728"/>
  </w:style>
  <w:style w:type="table" w:customStyle="1" w:styleId="43">
    <w:name w:val="Сетка таблицы4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6C7728"/>
  </w:style>
  <w:style w:type="table" w:customStyle="1" w:styleId="1812">
    <w:name w:val="Сетка таблицы1812"/>
    <w:basedOn w:val="a4"/>
    <w:uiPriority w:val="5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">
    <w:name w:val="Сетка таблицы9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">
    <w:name w:val="Сетка таблицы1912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">
    <w:name w:val="Сетка таблицы20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">
    <w:name w:val="Сетка таблицы2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">
    <w:name w:val="Сетка таблицы25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">
    <w:name w:val="Сетка таблицы26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">
    <w:name w:val="Сетка таблицы27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">
    <w:name w:val="Сетка таблицы15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Темный список3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">
    <w:name w:val="Сетка таблицы16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Сетка таблицы110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Сетка таблицы28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">
    <w:name w:val="Нет списка32"/>
    <w:next w:val="a5"/>
    <w:uiPriority w:val="99"/>
    <w:semiHidden/>
    <w:unhideWhenUsed/>
    <w:rsid w:val="006C7728"/>
  </w:style>
  <w:style w:type="table" w:customStyle="1" w:styleId="530">
    <w:name w:val="Сетка таблицы5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Нет списка122"/>
    <w:next w:val="a5"/>
    <w:uiPriority w:val="99"/>
    <w:semiHidden/>
    <w:unhideWhenUsed/>
    <w:rsid w:val="006C7728"/>
  </w:style>
  <w:style w:type="table" w:customStyle="1" w:styleId="1822">
    <w:name w:val="Сетка таблицы18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Сетка таблицы17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">
    <w:name w:val="Сетка таблицы8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">
    <w:name w:val="Сетка таблицы9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">
    <w:name w:val="Сетка таблицы19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Сетка таблицы10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">
    <w:name w:val="Сетка таблицы20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">
    <w:name w:val="Сетка таблицы24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">
    <w:name w:val="Сетка таблицы25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">
    <w:name w:val="Сетка таблицы26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">
    <w:name w:val="Сетка таблицы27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">
    <w:name w:val="Сетка таблицы15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Сетка таблицы114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Сетка таблицы23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0">
    <w:name w:val="Темный список3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">
    <w:name w:val="Сетка таблицы16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Сетка таблицы110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Сетка таблицы28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0">
    <w:name w:val="Сетка таблицы2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">
    <w:name w:val="Нет списка41"/>
    <w:next w:val="a5"/>
    <w:uiPriority w:val="99"/>
    <w:semiHidden/>
    <w:unhideWhenUsed/>
    <w:rsid w:val="006C7728"/>
  </w:style>
  <w:style w:type="numbering" w:customStyle="1" w:styleId="1310">
    <w:name w:val="Нет списка131"/>
    <w:next w:val="a5"/>
    <w:uiPriority w:val="99"/>
    <w:semiHidden/>
    <w:unhideWhenUsed/>
    <w:rsid w:val="006C7728"/>
  </w:style>
  <w:style w:type="table" w:customStyle="1" w:styleId="1831">
    <w:name w:val="Сетка таблицы183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Сетка таблицы17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">
    <w:name w:val="Сетка таблицы8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">
    <w:name w:val="Сетка таблицы9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">
    <w:name w:val="Сетка таблицы19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Сетка таблицы10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">
    <w:name w:val="Сетка таблицы20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">
    <w:name w:val="Сетка таблицы24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">
    <w:name w:val="Сетка таблицы25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">
    <w:name w:val="Сетка таблицы26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">
    <w:name w:val="Сетка таблицы27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">
    <w:name w:val="Сетка таблицы15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Сетка таблицы1143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Сетка таблицы233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">
    <w:name w:val="Темный список33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">
    <w:name w:val="Сетка таблицы16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Сетка таблицы110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Сетка таблицы28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">
    <w:name w:val="Сетка таблицы29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"/>
    <w:next w:val="a5"/>
    <w:uiPriority w:val="99"/>
    <w:semiHidden/>
    <w:unhideWhenUsed/>
    <w:rsid w:val="006C7728"/>
  </w:style>
  <w:style w:type="table" w:customStyle="1" w:styleId="421">
    <w:name w:val="Сетка таблицы42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">
    <w:name w:val="Нет списка11111"/>
    <w:next w:val="a5"/>
    <w:uiPriority w:val="99"/>
    <w:semiHidden/>
    <w:unhideWhenUsed/>
    <w:rsid w:val="006C7728"/>
  </w:style>
  <w:style w:type="table" w:customStyle="1" w:styleId="18111">
    <w:name w:val="Сетка таблицы18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">
    <w:name w:val="Сетка таблицы17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">
    <w:name w:val="Сетка таблицы8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">
    <w:name w:val="Сетка таблицы9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">
    <w:name w:val="Сетка таблицы19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">
    <w:name w:val="Сетка таблицы10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">
    <w:name w:val="Сетка таблицы20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">
    <w:name w:val="Сетка таблицы24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">
    <w:name w:val="Сетка таблицы25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">
    <w:name w:val="Сетка таблицы26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">
    <w:name w:val="Сетка таблицы27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">
    <w:name w:val="Сетка таблицы15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">
    <w:name w:val="Сетка таблицы114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">
    <w:name w:val="Сетка таблицы23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Темный список3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">
    <w:name w:val="Сетка таблицы16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">
    <w:name w:val="Сетка таблицы110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">
    <w:name w:val="Сетка таблицы28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0">
    <w:name w:val="Сетка таблицы2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">
    <w:name w:val="Нет списка311"/>
    <w:next w:val="a5"/>
    <w:uiPriority w:val="99"/>
    <w:semiHidden/>
    <w:unhideWhenUsed/>
    <w:rsid w:val="006C7728"/>
  </w:style>
  <w:style w:type="table" w:customStyle="1" w:styleId="521">
    <w:name w:val="Сетка таблицы521"/>
    <w:basedOn w:val="a4"/>
    <w:next w:val="a6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0">
    <w:name w:val="Нет списка1211"/>
    <w:next w:val="a5"/>
    <w:uiPriority w:val="99"/>
    <w:semiHidden/>
    <w:unhideWhenUsed/>
    <w:rsid w:val="006C7728"/>
  </w:style>
  <w:style w:type="table" w:customStyle="1" w:styleId="18211">
    <w:name w:val="Сетка таблицы182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">
    <w:name w:val="Сетка таблицы1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">
    <w:name w:val="Сетка таблицы17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">
    <w:name w:val="Сетка таблицы8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">
    <w:name w:val="Сетка таблицы9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">
    <w:name w:val="Сетка таблицы19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">
    <w:name w:val="Сетка таблицы10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">
    <w:name w:val="Сетка таблицы20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">
    <w:name w:val="Сетка таблицы24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">
    <w:name w:val="Сетка таблицы25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">
    <w:name w:val="Сетка таблицы26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">
    <w:name w:val="Сетка таблицы27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">
    <w:name w:val="Сетка таблицы15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">
    <w:name w:val="Сетка таблицы1142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">
    <w:name w:val="Сетка таблицы232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Темный список32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">
    <w:name w:val="Сетка таблицы16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">
    <w:name w:val="Сетка таблицы110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">
    <w:name w:val="Сетка таблицы28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">
    <w:name w:val="Сетка таблицы2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">
    <w:name w:val="Сетка таблицы54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0">
    <w:name w:val="Сетка таблицы4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Сетка таблицы51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4"/>
    <w:next w:val="a6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ffff5">
    <w:name w:val="Placeholder Text"/>
    <w:basedOn w:val="a3"/>
    <w:uiPriority w:val="99"/>
    <w:semiHidden/>
    <w:rsid w:val="006C7728"/>
    <w:rPr>
      <w:color w:val="808080"/>
    </w:rPr>
  </w:style>
  <w:style w:type="table" w:customStyle="1" w:styleId="45">
    <w:name w:val="Сетка таблицы45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">
    <w:name w:val="Сетка таблицы55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">
    <w:name w:val="Сетка таблицы4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Сетка таблицы514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">
    <w:name w:val="Сетка таблицы11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endnote text"/>
    <w:basedOn w:val="a1"/>
    <w:link w:val="aff2"/>
    <w:uiPriority w:val="99"/>
    <w:semiHidden/>
    <w:unhideWhenUsed/>
    <w:rsid w:val="006C7728"/>
    <w:pPr>
      <w:ind w:firstLine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2b">
    <w:name w:val="Текст концевой сноски Знак2"/>
    <w:basedOn w:val="a3"/>
    <w:uiPriority w:val="99"/>
    <w:semiHidden/>
    <w:rsid w:val="006C7728"/>
    <w:rPr>
      <w:rFonts w:ascii="Times New Roman" w:eastAsia="Times New Roman" w:hAnsi="Times New Roman" w:cs="Calibri"/>
      <w:sz w:val="20"/>
      <w:szCs w:val="20"/>
    </w:rPr>
  </w:style>
  <w:style w:type="paragraph" w:styleId="aff7">
    <w:name w:val="Body Text Indent"/>
    <w:basedOn w:val="a1"/>
    <w:link w:val="aff6"/>
    <w:uiPriority w:val="99"/>
    <w:semiHidden/>
    <w:unhideWhenUsed/>
    <w:rsid w:val="006C7728"/>
    <w:pPr>
      <w:spacing w:after="120" w:line="259" w:lineRule="auto"/>
      <w:ind w:left="283" w:firstLine="0"/>
    </w:pPr>
    <w:rPr>
      <w:rFonts w:asciiTheme="minorHAnsi" w:hAnsiTheme="minorHAnsi" w:cs="Times New Roman"/>
      <w:sz w:val="24"/>
      <w:szCs w:val="20"/>
    </w:rPr>
  </w:style>
  <w:style w:type="character" w:customStyle="1" w:styleId="2c">
    <w:name w:val="Основной текст с отступом Знак2"/>
    <w:basedOn w:val="a3"/>
    <w:uiPriority w:val="99"/>
    <w:semiHidden/>
    <w:rsid w:val="006C7728"/>
    <w:rPr>
      <w:rFonts w:ascii="Times New Roman" w:eastAsia="Times New Roman" w:hAnsi="Times New Roman" w:cs="Calibri"/>
      <w:sz w:val="28"/>
    </w:rPr>
  </w:style>
  <w:style w:type="paragraph" w:styleId="35">
    <w:name w:val="Body Text 3"/>
    <w:basedOn w:val="a1"/>
    <w:link w:val="34"/>
    <w:uiPriority w:val="99"/>
    <w:semiHidden/>
    <w:unhideWhenUsed/>
    <w:rsid w:val="006C7728"/>
    <w:pPr>
      <w:spacing w:after="120" w:line="259" w:lineRule="auto"/>
      <w:ind w:firstLine="0"/>
    </w:pPr>
    <w:rPr>
      <w:rFonts w:asciiTheme="minorHAnsi" w:hAnsiTheme="minorHAnsi" w:cs="Times New Roman"/>
      <w:sz w:val="22"/>
      <w:szCs w:val="20"/>
    </w:rPr>
  </w:style>
  <w:style w:type="character" w:customStyle="1" w:styleId="324">
    <w:name w:val="Основной текст 3 Знак2"/>
    <w:basedOn w:val="a3"/>
    <w:uiPriority w:val="99"/>
    <w:semiHidden/>
    <w:rsid w:val="006C7728"/>
    <w:rPr>
      <w:rFonts w:ascii="Times New Roman" w:eastAsia="Times New Roman" w:hAnsi="Times New Roman" w:cs="Calibri"/>
      <w:sz w:val="16"/>
      <w:szCs w:val="16"/>
    </w:rPr>
  </w:style>
  <w:style w:type="paragraph" w:styleId="27">
    <w:name w:val="Body Text Indent 2"/>
    <w:basedOn w:val="a1"/>
    <w:link w:val="26"/>
    <w:uiPriority w:val="99"/>
    <w:semiHidden/>
    <w:unhideWhenUsed/>
    <w:rsid w:val="006C7728"/>
    <w:pPr>
      <w:spacing w:after="120" w:line="480" w:lineRule="auto"/>
      <w:ind w:left="283" w:firstLine="0"/>
    </w:pPr>
    <w:rPr>
      <w:rFonts w:asciiTheme="minorHAnsi" w:hAnsiTheme="minorHAnsi" w:cs="Times New Roman"/>
      <w:color w:val="323232"/>
      <w:sz w:val="24"/>
      <w:szCs w:val="24"/>
      <w:lang w:eastAsia="ru-RU"/>
    </w:rPr>
  </w:style>
  <w:style w:type="character" w:customStyle="1" w:styleId="223">
    <w:name w:val="Основной текст с отступом 2 Знак2"/>
    <w:basedOn w:val="a3"/>
    <w:uiPriority w:val="99"/>
    <w:semiHidden/>
    <w:rsid w:val="006C7728"/>
    <w:rPr>
      <w:rFonts w:ascii="Times New Roman" w:eastAsia="Times New Roman" w:hAnsi="Times New Roman" w:cs="Calibri"/>
      <w:sz w:val="28"/>
    </w:rPr>
  </w:style>
  <w:style w:type="numbering" w:customStyle="1" w:styleId="65">
    <w:name w:val="Нет списка6"/>
    <w:next w:val="a5"/>
    <w:uiPriority w:val="99"/>
    <w:semiHidden/>
    <w:unhideWhenUsed/>
    <w:rsid w:val="006C7728"/>
  </w:style>
  <w:style w:type="numbering" w:customStyle="1" w:styleId="150">
    <w:name w:val="Нет списка15"/>
    <w:next w:val="a5"/>
    <w:uiPriority w:val="99"/>
    <w:semiHidden/>
    <w:unhideWhenUsed/>
    <w:rsid w:val="006C7728"/>
  </w:style>
  <w:style w:type="numbering" w:customStyle="1" w:styleId="235">
    <w:name w:val="Нет списка23"/>
    <w:next w:val="a5"/>
    <w:uiPriority w:val="99"/>
    <w:semiHidden/>
    <w:unhideWhenUsed/>
    <w:rsid w:val="006C7728"/>
  </w:style>
  <w:style w:type="numbering" w:customStyle="1" w:styleId="1130">
    <w:name w:val="Нет списка113"/>
    <w:next w:val="a5"/>
    <w:uiPriority w:val="99"/>
    <w:semiHidden/>
    <w:unhideWhenUsed/>
    <w:rsid w:val="006C7728"/>
  </w:style>
  <w:style w:type="numbering" w:customStyle="1" w:styleId="332">
    <w:name w:val="Нет списка33"/>
    <w:next w:val="a5"/>
    <w:uiPriority w:val="99"/>
    <w:semiHidden/>
    <w:unhideWhenUsed/>
    <w:rsid w:val="006C7728"/>
  </w:style>
  <w:style w:type="numbering" w:customStyle="1" w:styleId="123">
    <w:name w:val="Нет списка123"/>
    <w:next w:val="a5"/>
    <w:uiPriority w:val="99"/>
    <w:semiHidden/>
    <w:unhideWhenUsed/>
    <w:rsid w:val="006C7728"/>
  </w:style>
  <w:style w:type="numbering" w:customStyle="1" w:styleId="422">
    <w:name w:val="Нет списка42"/>
    <w:next w:val="a5"/>
    <w:uiPriority w:val="99"/>
    <w:semiHidden/>
    <w:unhideWhenUsed/>
    <w:rsid w:val="006C7728"/>
  </w:style>
  <w:style w:type="numbering" w:customStyle="1" w:styleId="132">
    <w:name w:val="Нет списка132"/>
    <w:next w:val="a5"/>
    <w:uiPriority w:val="99"/>
    <w:semiHidden/>
    <w:unhideWhenUsed/>
    <w:rsid w:val="006C7728"/>
  </w:style>
  <w:style w:type="numbering" w:customStyle="1" w:styleId="2121">
    <w:name w:val="Нет списка212"/>
    <w:next w:val="a5"/>
    <w:uiPriority w:val="99"/>
    <w:semiHidden/>
    <w:unhideWhenUsed/>
    <w:rsid w:val="006C7728"/>
  </w:style>
  <w:style w:type="numbering" w:customStyle="1" w:styleId="11120">
    <w:name w:val="Нет списка1112"/>
    <w:next w:val="a5"/>
    <w:uiPriority w:val="99"/>
    <w:semiHidden/>
    <w:unhideWhenUsed/>
    <w:rsid w:val="006C7728"/>
  </w:style>
  <w:style w:type="numbering" w:customStyle="1" w:styleId="3121">
    <w:name w:val="Нет списка312"/>
    <w:next w:val="a5"/>
    <w:uiPriority w:val="99"/>
    <w:semiHidden/>
    <w:unhideWhenUsed/>
    <w:rsid w:val="006C7728"/>
  </w:style>
  <w:style w:type="numbering" w:customStyle="1" w:styleId="1212">
    <w:name w:val="Нет списка1212"/>
    <w:next w:val="a5"/>
    <w:uiPriority w:val="99"/>
    <w:semiHidden/>
    <w:unhideWhenUsed/>
    <w:rsid w:val="006C7728"/>
  </w:style>
  <w:style w:type="numbering" w:customStyle="1" w:styleId="515">
    <w:name w:val="Нет списка51"/>
    <w:next w:val="a5"/>
    <w:uiPriority w:val="99"/>
    <w:semiHidden/>
    <w:unhideWhenUsed/>
    <w:rsid w:val="006C7728"/>
  </w:style>
  <w:style w:type="numbering" w:customStyle="1" w:styleId="141">
    <w:name w:val="Нет списка141"/>
    <w:next w:val="a5"/>
    <w:uiPriority w:val="99"/>
    <w:semiHidden/>
    <w:unhideWhenUsed/>
    <w:rsid w:val="006C7728"/>
  </w:style>
  <w:style w:type="numbering" w:customStyle="1" w:styleId="2210">
    <w:name w:val="Нет списка221"/>
    <w:next w:val="a5"/>
    <w:uiPriority w:val="99"/>
    <w:semiHidden/>
    <w:unhideWhenUsed/>
    <w:rsid w:val="006C7728"/>
  </w:style>
  <w:style w:type="numbering" w:customStyle="1" w:styleId="11210">
    <w:name w:val="Нет списка1121"/>
    <w:next w:val="a5"/>
    <w:uiPriority w:val="99"/>
    <w:semiHidden/>
    <w:unhideWhenUsed/>
    <w:rsid w:val="006C7728"/>
  </w:style>
  <w:style w:type="numbering" w:customStyle="1" w:styleId="3210">
    <w:name w:val="Нет списка321"/>
    <w:next w:val="a5"/>
    <w:uiPriority w:val="99"/>
    <w:semiHidden/>
    <w:unhideWhenUsed/>
    <w:rsid w:val="006C7728"/>
  </w:style>
  <w:style w:type="numbering" w:customStyle="1" w:styleId="1221">
    <w:name w:val="Нет списка1221"/>
    <w:next w:val="a5"/>
    <w:uiPriority w:val="99"/>
    <w:semiHidden/>
    <w:unhideWhenUsed/>
    <w:rsid w:val="006C7728"/>
  </w:style>
  <w:style w:type="numbering" w:customStyle="1" w:styleId="4110">
    <w:name w:val="Нет списка411"/>
    <w:next w:val="a5"/>
    <w:uiPriority w:val="99"/>
    <w:semiHidden/>
    <w:unhideWhenUsed/>
    <w:rsid w:val="006C7728"/>
  </w:style>
  <w:style w:type="numbering" w:customStyle="1" w:styleId="1311">
    <w:name w:val="Нет списка1311"/>
    <w:next w:val="a5"/>
    <w:uiPriority w:val="99"/>
    <w:semiHidden/>
    <w:unhideWhenUsed/>
    <w:rsid w:val="006C7728"/>
  </w:style>
  <w:style w:type="numbering" w:customStyle="1" w:styleId="21111">
    <w:name w:val="Нет списка2111"/>
    <w:next w:val="a5"/>
    <w:uiPriority w:val="99"/>
    <w:semiHidden/>
    <w:unhideWhenUsed/>
    <w:rsid w:val="006C7728"/>
  </w:style>
  <w:style w:type="numbering" w:customStyle="1" w:styleId="11112">
    <w:name w:val="Нет списка11112"/>
    <w:next w:val="a5"/>
    <w:uiPriority w:val="99"/>
    <w:semiHidden/>
    <w:unhideWhenUsed/>
    <w:rsid w:val="006C7728"/>
  </w:style>
  <w:style w:type="numbering" w:customStyle="1" w:styleId="31111">
    <w:name w:val="Нет списка3111"/>
    <w:next w:val="a5"/>
    <w:uiPriority w:val="99"/>
    <w:semiHidden/>
    <w:unhideWhenUsed/>
    <w:rsid w:val="006C7728"/>
  </w:style>
  <w:style w:type="numbering" w:customStyle="1" w:styleId="121110">
    <w:name w:val="Нет списка12111"/>
    <w:next w:val="a5"/>
    <w:uiPriority w:val="99"/>
    <w:semiHidden/>
    <w:unhideWhenUsed/>
    <w:rsid w:val="006C7728"/>
  </w:style>
  <w:style w:type="table" w:customStyle="1" w:styleId="115">
    <w:name w:val="Сетка таблицы115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Сетка таблицы21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ropdown-user-namefirst-letter">
    <w:name w:val="dropdown-user-name__first-letter"/>
    <w:basedOn w:val="a3"/>
    <w:rsid w:val="006C7728"/>
  </w:style>
  <w:style w:type="numbering" w:customStyle="1" w:styleId="73">
    <w:name w:val="Нет списка7"/>
    <w:next w:val="a5"/>
    <w:uiPriority w:val="99"/>
    <w:semiHidden/>
    <w:unhideWhenUsed/>
    <w:rsid w:val="006C7728"/>
  </w:style>
  <w:style w:type="table" w:customStyle="1" w:styleId="300">
    <w:name w:val="Сетка таблицы30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5">
    <w:name w:val="Нет списка8"/>
    <w:next w:val="a5"/>
    <w:uiPriority w:val="99"/>
    <w:semiHidden/>
    <w:unhideWhenUsed/>
    <w:rsid w:val="006C7728"/>
  </w:style>
  <w:style w:type="numbering" w:customStyle="1" w:styleId="165">
    <w:name w:val="Нет списка16"/>
    <w:next w:val="a5"/>
    <w:uiPriority w:val="99"/>
    <w:semiHidden/>
    <w:unhideWhenUsed/>
    <w:rsid w:val="006C7728"/>
  </w:style>
  <w:style w:type="table" w:customStyle="1" w:styleId="13110">
    <w:name w:val="Сетка таблицы1311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"/>
    <w:basedOn w:val="a4"/>
    <w:next w:val="a6"/>
    <w:uiPriority w:val="9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6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5"/>
    <w:uiPriority w:val="99"/>
    <w:semiHidden/>
    <w:unhideWhenUsed/>
    <w:rsid w:val="006C7728"/>
  </w:style>
  <w:style w:type="table" w:customStyle="1" w:styleId="117">
    <w:name w:val="Сетка таблицы117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">
    <w:name w:val="Сетка таблицы111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40">
    <w:name w:val="Сетка таблицы21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41">
    <w:name w:val="Сетка таблицы3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6">
    <w:name w:val="Сетка таблицы46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6">
    <w:name w:val="Сетка таблицы56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50">
    <w:name w:val="Сетка таблицы65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10">
    <w:name w:val="Сетка таблицы7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30">
    <w:name w:val="Сетка таблицы12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45">
    <w:name w:val="Нет списка24"/>
    <w:next w:val="a5"/>
    <w:uiPriority w:val="99"/>
    <w:semiHidden/>
    <w:unhideWhenUsed/>
    <w:rsid w:val="006C7728"/>
  </w:style>
  <w:style w:type="table" w:customStyle="1" w:styleId="850">
    <w:name w:val="Сетка таблицы85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Сетка таблицы13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5">
    <w:name w:val="Сетка таблицы95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1">
    <w:name w:val="Сетка таблицы3741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5">
    <w:name w:val="Сетка таблицы155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0">
    <w:name w:val="Сетка таблицы515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1">
    <w:name w:val="Сетка таблицы61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1">
    <w:name w:val="Сетка таблицы621"/>
    <w:basedOn w:val="a4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42">
    <w:name w:val="Нет списка34"/>
    <w:next w:val="a5"/>
    <w:uiPriority w:val="99"/>
    <w:semiHidden/>
    <w:unhideWhenUsed/>
    <w:rsid w:val="006C7728"/>
  </w:style>
  <w:style w:type="table" w:customStyle="1" w:styleId="255">
    <w:name w:val="Сетка таблицы255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Сетка таблицы105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Сетка таблицы185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Сетка таблицы17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Сетка таблицы19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Сетка таблицы20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50">
    <w:name w:val="Сетка таблицы24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5">
    <w:name w:val="Сетка таблицы26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5">
    <w:name w:val="Сетка таблицы27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5">
    <w:name w:val="Сетка таблицы1145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0">
    <w:name w:val="Сетка таблицы235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Темный список35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50">
    <w:name w:val="Сетка таблицы16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Сетка таблицы110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Сетка таблицы28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5">
    <w:name w:val="Сетка таблицы415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3">
    <w:name w:val="Нет списка1113"/>
    <w:next w:val="a5"/>
    <w:uiPriority w:val="99"/>
    <w:semiHidden/>
    <w:unhideWhenUsed/>
    <w:rsid w:val="006C7728"/>
  </w:style>
  <w:style w:type="table" w:customStyle="1" w:styleId="1813">
    <w:name w:val="Сетка таблицы18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3">
    <w:name w:val="Сетка таблицы8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3">
    <w:name w:val="Сетка таблицы9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3">
    <w:name w:val="Сетка таблицы19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Сетка таблицы10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3">
    <w:name w:val="Сетка таблицы20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3">
    <w:name w:val="Сетка таблицы24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3">
    <w:name w:val="Сетка таблицы25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3">
    <w:name w:val="Сетка таблицы26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3">
    <w:name w:val="Сетка таблицы27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3">
    <w:name w:val="Сетка таблицы15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0">
    <w:name w:val="Темный список3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3">
    <w:name w:val="Сетка таблицы16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Сетка таблицы110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Сетка таблицы28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">
    <w:name w:val="Сетка таблицы215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4"/>
    <w:next w:val="a5"/>
    <w:uiPriority w:val="99"/>
    <w:semiHidden/>
    <w:unhideWhenUsed/>
    <w:rsid w:val="006C7728"/>
  </w:style>
  <w:style w:type="table" w:customStyle="1" w:styleId="1823">
    <w:name w:val="Сетка таблицы182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Сетка таблицы17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3">
    <w:name w:val="Сетка таблицы8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3">
    <w:name w:val="Сетка таблицы9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3">
    <w:name w:val="Сетка таблицы19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Сетка таблицы10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3">
    <w:name w:val="Сетка таблицы20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3">
    <w:name w:val="Сетка таблицы24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3">
    <w:name w:val="Сетка таблицы25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3">
    <w:name w:val="Сетка таблицы26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3">
    <w:name w:val="Сетка таблицы27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3">
    <w:name w:val="Сетка таблицы15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3">
    <w:name w:val="Сетка таблицы1142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Сетка таблицы232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0">
    <w:name w:val="Темный список32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3">
    <w:name w:val="Сетка таблицы16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Сетка таблицы110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Сетка таблицы28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0">
    <w:name w:val="Сетка таблицы2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Сетка таблицы4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Сетка таблицы51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0">
    <w:name w:val="Нет списка43"/>
    <w:next w:val="a5"/>
    <w:uiPriority w:val="99"/>
    <w:semiHidden/>
    <w:unhideWhenUsed/>
    <w:rsid w:val="006C7728"/>
  </w:style>
  <w:style w:type="numbering" w:customStyle="1" w:styleId="133">
    <w:name w:val="Нет списка133"/>
    <w:next w:val="a5"/>
    <w:uiPriority w:val="99"/>
    <w:semiHidden/>
    <w:unhideWhenUsed/>
    <w:rsid w:val="006C7728"/>
  </w:style>
  <w:style w:type="table" w:customStyle="1" w:styleId="1832">
    <w:name w:val="Сетка таблицы183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Сетка таблицы17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2">
    <w:name w:val="Сетка таблицы8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2">
    <w:name w:val="Сетка таблицы9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2">
    <w:name w:val="Сетка таблицы19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Сетка таблицы10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2">
    <w:name w:val="Сетка таблицы20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2">
    <w:name w:val="Сетка таблицы24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2">
    <w:name w:val="Сетка таблицы25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2">
    <w:name w:val="Сетка таблицы26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2">
    <w:name w:val="Сетка таблицы27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2">
    <w:name w:val="Сетка таблицы15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2">
    <w:name w:val="Сетка таблицы1143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Сетка таблицы233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0">
    <w:name w:val="Темный список33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2">
    <w:name w:val="Сетка таблицы16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Сетка таблицы110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Сетка таблицы28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2">
    <w:name w:val="Сетка таблицы29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1">
    <w:name w:val="Нет списка213"/>
    <w:next w:val="a5"/>
    <w:uiPriority w:val="99"/>
    <w:semiHidden/>
    <w:unhideWhenUsed/>
    <w:rsid w:val="006C7728"/>
  </w:style>
  <w:style w:type="table" w:customStyle="1" w:styleId="4220">
    <w:name w:val="Сетка таблицы42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">
    <w:name w:val="Нет списка11113"/>
    <w:next w:val="a5"/>
    <w:uiPriority w:val="99"/>
    <w:semiHidden/>
    <w:unhideWhenUsed/>
    <w:rsid w:val="006C7728"/>
  </w:style>
  <w:style w:type="table" w:customStyle="1" w:styleId="18112">
    <w:name w:val="Сетка таблицы18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2">
    <w:name w:val="Сетка таблицы17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2">
    <w:name w:val="Сетка таблицы8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2">
    <w:name w:val="Сетка таблицы9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2">
    <w:name w:val="Сетка таблицы19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2">
    <w:name w:val="Сетка таблицы10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2">
    <w:name w:val="Сетка таблицы20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2">
    <w:name w:val="Сетка таблицы24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2">
    <w:name w:val="Сетка таблицы25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2">
    <w:name w:val="Сетка таблицы26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2">
    <w:name w:val="Сетка таблицы27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2">
    <w:name w:val="Сетка таблицы15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2">
    <w:name w:val="Сетка таблицы114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2">
    <w:name w:val="Сетка таблицы23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Темный список3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2">
    <w:name w:val="Сетка таблицы16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2">
    <w:name w:val="Сетка таблицы110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2">
    <w:name w:val="Сетка таблицы28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1">
    <w:name w:val="Нет списка313"/>
    <w:next w:val="a5"/>
    <w:uiPriority w:val="99"/>
    <w:semiHidden/>
    <w:unhideWhenUsed/>
    <w:rsid w:val="006C7728"/>
  </w:style>
  <w:style w:type="table" w:customStyle="1" w:styleId="522">
    <w:name w:val="Сетка таблицы52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3">
    <w:name w:val="Нет списка1213"/>
    <w:next w:val="a5"/>
    <w:uiPriority w:val="99"/>
    <w:semiHidden/>
    <w:unhideWhenUsed/>
    <w:rsid w:val="006C7728"/>
  </w:style>
  <w:style w:type="table" w:customStyle="1" w:styleId="18212">
    <w:name w:val="Сетка таблицы182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2">
    <w:name w:val="Сетка таблицы17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2">
    <w:name w:val="Сетка таблицы8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2">
    <w:name w:val="Сетка таблицы9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2">
    <w:name w:val="Сетка таблицы19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2">
    <w:name w:val="Сетка таблицы10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2">
    <w:name w:val="Сетка таблицы20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2">
    <w:name w:val="Сетка таблицы24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2">
    <w:name w:val="Сетка таблицы25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2">
    <w:name w:val="Сетка таблицы26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2">
    <w:name w:val="Сетка таблицы27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2">
    <w:name w:val="Сетка таблицы15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2">
    <w:name w:val="Сетка таблицы1142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2">
    <w:name w:val="Сетка таблицы232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Темный список32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2">
    <w:name w:val="Сетка таблицы16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2">
    <w:name w:val="Сетка таблицы110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2">
    <w:name w:val="Сетка таблицы28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2">
    <w:name w:val="Сетка таблицы2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0">
    <w:name w:val="Нет списка52"/>
    <w:next w:val="a5"/>
    <w:uiPriority w:val="99"/>
    <w:semiHidden/>
    <w:unhideWhenUsed/>
    <w:rsid w:val="006C7728"/>
  </w:style>
  <w:style w:type="numbering" w:customStyle="1" w:styleId="142">
    <w:name w:val="Нет списка142"/>
    <w:next w:val="a5"/>
    <w:uiPriority w:val="99"/>
    <w:semiHidden/>
    <w:unhideWhenUsed/>
    <w:rsid w:val="006C7728"/>
  </w:style>
  <w:style w:type="table" w:customStyle="1" w:styleId="1841">
    <w:name w:val="Сетка таблицы184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Сетка таблицы174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1">
    <w:name w:val="Сетка таблицы84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1">
    <w:name w:val="Сетка таблицы94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1">
    <w:name w:val="Сетка таблицы194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Сетка таблицы104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1">
    <w:name w:val="Сетка таблицы20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1">
    <w:name w:val="Сетка таблицы24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1">
    <w:name w:val="Сетка таблицы25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1">
    <w:name w:val="Сетка таблицы26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1">
    <w:name w:val="Сетка таблицы27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1">
    <w:name w:val="Сетка таблицы154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Сетка таблицы1144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Сетка таблицы234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Темный список34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1">
    <w:name w:val="Сетка таблицы164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Сетка таблицы1104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Сетка таблицы28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1">
    <w:name w:val="Сетка таблицы210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Сетка таблицы3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1">
    <w:name w:val="Нет списка222"/>
    <w:next w:val="a5"/>
    <w:uiPriority w:val="99"/>
    <w:semiHidden/>
    <w:unhideWhenUsed/>
    <w:rsid w:val="006C7728"/>
  </w:style>
  <w:style w:type="table" w:customStyle="1" w:styleId="431">
    <w:name w:val="Сетка таблицы43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">
    <w:name w:val="Нет списка1122"/>
    <w:next w:val="a5"/>
    <w:uiPriority w:val="99"/>
    <w:semiHidden/>
    <w:unhideWhenUsed/>
    <w:rsid w:val="006C7728"/>
  </w:style>
  <w:style w:type="table" w:customStyle="1" w:styleId="18121">
    <w:name w:val="Сетка таблицы181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1">
    <w:name w:val="Сетка таблицы8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1">
    <w:name w:val="Сетка таблицы9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1">
    <w:name w:val="Сетка таблицы19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1">
    <w:name w:val="Сетка таблицы10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1">
    <w:name w:val="Сетка таблицы20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1">
    <w:name w:val="Сетка таблицы24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1">
    <w:name w:val="Сетка таблицы25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1">
    <w:name w:val="Сетка таблицы26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1">
    <w:name w:val="Сетка таблицы27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1">
    <w:name w:val="Сетка таблицы15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1">
    <w:name w:val="Сетка таблицы231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Темный список31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1">
    <w:name w:val="Сетка таблицы16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1">
    <w:name w:val="Сетка таблицы110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1">
    <w:name w:val="Сетка таблицы28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0">
    <w:name w:val="Сетка таблицы2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1">
    <w:name w:val="Нет списка322"/>
    <w:next w:val="a5"/>
    <w:uiPriority w:val="99"/>
    <w:semiHidden/>
    <w:unhideWhenUsed/>
    <w:rsid w:val="006C7728"/>
  </w:style>
  <w:style w:type="table" w:customStyle="1" w:styleId="531">
    <w:name w:val="Сетка таблицы53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2">
    <w:name w:val="Нет списка1222"/>
    <w:next w:val="a5"/>
    <w:uiPriority w:val="99"/>
    <w:semiHidden/>
    <w:unhideWhenUsed/>
    <w:rsid w:val="006C7728"/>
  </w:style>
  <w:style w:type="table" w:customStyle="1" w:styleId="18221">
    <w:name w:val="Сетка таблицы182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0">
    <w:name w:val="Сетка таблицы12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1">
    <w:name w:val="Сетка таблицы172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1">
    <w:name w:val="Сетка таблицы82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1">
    <w:name w:val="Сетка таблицы92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1">
    <w:name w:val="Сетка таблицы192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1">
    <w:name w:val="Сетка таблицы102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1">
    <w:name w:val="Сетка таблицы20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1">
    <w:name w:val="Сетка таблицы24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1">
    <w:name w:val="Сетка таблицы25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1">
    <w:name w:val="Сетка таблицы26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1">
    <w:name w:val="Сетка таблицы27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1">
    <w:name w:val="Сетка таблицы152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1">
    <w:name w:val="Сетка таблицы1142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1">
    <w:name w:val="Сетка таблицы232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0">
    <w:name w:val="Темный список32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1">
    <w:name w:val="Сетка таблицы162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1">
    <w:name w:val="Сетка таблицы1102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1">
    <w:name w:val="Сетка таблицы28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0">
    <w:name w:val="Сетка таблицы22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Сетка таблицы512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0">
    <w:name w:val="Нет списка412"/>
    <w:next w:val="a5"/>
    <w:uiPriority w:val="99"/>
    <w:semiHidden/>
    <w:unhideWhenUsed/>
    <w:rsid w:val="006C7728"/>
  </w:style>
  <w:style w:type="numbering" w:customStyle="1" w:styleId="1312">
    <w:name w:val="Нет списка1312"/>
    <w:next w:val="a5"/>
    <w:uiPriority w:val="99"/>
    <w:semiHidden/>
    <w:unhideWhenUsed/>
    <w:rsid w:val="006C7728"/>
  </w:style>
  <w:style w:type="table" w:customStyle="1" w:styleId="18311">
    <w:name w:val="Сетка таблицы183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1">
    <w:name w:val="Сетка таблицы173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1">
    <w:name w:val="Сетка таблицы83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1">
    <w:name w:val="Сетка таблицы93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1">
    <w:name w:val="Сетка таблицы193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1">
    <w:name w:val="Сетка таблицы103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1">
    <w:name w:val="Сетка таблицы20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1">
    <w:name w:val="Сетка таблицы24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1">
    <w:name w:val="Сетка таблицы25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1">
    <w:name w:val="Сетка таблицы26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1">
    <w:name w:val="Сетка таблицы27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1">
    <w:name w:val="Сетка таблицы153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1">
    <w:name w:val="Сетка таблицы1143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1">
    <w:name w:val="Сетка таблицы233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">
    <w:name w:val="Темный список33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1">
    <w:name w:val="Сетка таблицы163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1">
    <w:name w:val="Сетка таблицы1103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1">
    <w:name w:val="Сетка таблицы28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1">
    <w:name w:val="Сетка таблицы29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">
    <w:name w:val="Сетка таблицы3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0">
    <w:name w:val="Нет списка2112"/>
    <w:next w:val="a5"/>
    <w:uiPriority w:val="99"/>
    <w:semiHidden/>
    <w:unhideWhenUsed/>
    <w:rsid w:val="006C7728"/>
  </w:style>
  <w:style w:type="table" w:customStyle="1" w:styleId="4211">
    <w:name w:val="Сетка таблицы42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">
    <w:name w:val="Нет списка111111"/>
    <w:next w:val="a5"/>
    <w:uiPriority w:val="99"/>
    <w:semiHidden/>
    <w:unhideWhenUsed/>
    <w:rsid w:val="006C7728"/>
  </w:style>
  <w:style w:type="table" w:customStyle="1" w:styleId="181111">
    <w:name w:val="Сетка таблицы181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1">
    <w:name w:val="Сетка таблицы17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1">
    <w:name w:val="Сетка таблицы8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1">
    <w:name w:val="Сетка таблицы9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1">
    <w:name w:val="Сетка таблицы19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1">
    <w:name w:val="Сетка таблицы10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1">
    <w:name w:val="Сетка таблицы20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1">
    <w:name w:val="Сетка таблицы24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1">
    <w:name w:val="Сетка таблицы25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1">
    <w:name w:val="Сетка таблицы26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1">
    <w:name w:val="Сетка таблицы27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1">
    <w:name w:val="Сетка таблицы15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1">
    <w:name w:val="Сетка таблицы1141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1">
    <w:name w:val="Сетка таблицы231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Темный список31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1">
    <w:name w:val="Сетка таблицы16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1">
    <w:name w:val="Сетка таблицы110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1">
    <w:name w:val="Сетка таблицы28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10">
    <w:name w:val="Сетка таблицы2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1">
    <w:name w:val="Нет списка3112"/>
    <w:next w:val="a5"/>
    <w:uiPriority w:val="99"/>
    <w:semiHidden/>
    <w:unhideWhenUsed/>
    <w:rsid w:val="006C7728"/>
  </w:style>
  <w:style w:type="table" w:customStyle="1" w:styleId="5211">
    <w:name w:val="Сетка таблицы52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2">
    <w:name w:val="Нет списка12112"/>
    <w:next w:val="a5"/>
    <w:uiPriority w:val="99"/>
    <w:semiHidden/>
    <w:unhideWhenUsed/>
    <w:rsid w:val="006C7728"/>
  </w:style>
  <w:style w:type="table" w:customStyle="1" w:styleId="182111">
    <w:name w:val="Сетка таблицы182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">
    <w:name w:val="Сетка таблицы12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1">
    <w:name w:val="Сетка таблицы172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1">
    <w:name w:val="Сетка таблицы82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1">
    <w:name w:val="Сетка таблицы92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1">
    <w:name w:val="Сетка таблицы192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1">
    <w:name w:val="Сетка таблицы102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1">
    <w:name w:val="Сетка таблицы20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1">
    <w:name w:val="Сетка таблицы24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1">
    <w:name w:val="Сетка таблицы25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1">
    <w:name w:val="Сетка таблицы26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1">
    <w:name w:val="Сетка таблицы27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1">
    <w:name w:val="Сетка таблицы152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1">
    <w:name w:val="Сетка таблицы1142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1">
    <w:name w:val="Сетка таблицы232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">
    <w:name w:val="Темный список32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1">
    <w:name w:val="Сетка таблицы162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1">
    <w:name w:val="Сетка таблицы1102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1">
    <w:name w:val="Сетка таблицы28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1">
    <w:name w:val="Сетка таблицы22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Сетка таблицы44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1">
    <w:name w:val="Сетка таблицы54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1">
    <w:name w:val="Сетка таблицы413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Сетка таблицы513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4"/>
    <w:next w:val="a6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1">
    <w:name w:val="Сетка таблицы45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1">
    <w:name w:val="Сетка таблицы55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1">
    <w:name w:val="Сетка таблицы414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Сетка таблицы514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">
    <w:name w:val="Сетка таблицы113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2">
    <w:name w:val="Нет списка61"/>
    <w:next w:val="a5"/>
    <w:uiPriority w:val="99"/>
    <w:semiHidden/>
    <w:unhideWhenUsed/>
    <w:rsid w:val="006C7728"/>
  </w:style>
  <w:style w:type="numbering" w:customStyle="1" w:styleId="1510">
    <w:name w:val="Нет списка151"/>
    <w:next w:val="a5"/>
    <w:uiPriority w:val="99"/>
    <w:semiHidden/>
    <w:unhideWhenUsed/>
    <w:rsid w:val="006C7728"/>
  </w:style>
  <w:style w:type="numbering" w:customStyle="1" w:styleId="2310">
    <w:name w:val="Нет списка231"/>
    <w:next w:val="a5"/>
    <w:uiPriority w:val="99"/>
    <w:semiHidden/>
    <w:unhideWhenUsed/>
    <w:rsid w:val="006C7728"/>
  </w:style>
  <w:style w:type="numbering" w:customStyle="1" w:styleId="11310">
    <w:name w:val="Нет списка1131"/>
    <w:next w:val="a5"/>
    <w:uiPriority w:val="99"/>
    <w:semiHidden/>
    <w:unhideWhenUsed/>
    <w:rsid w:val="006C7728"/>
  </w:style>
  <w:style w:type="numbering" w:customStyle="1" w:styleId="3310">
    <w:name w:val="Нет списка331"/>
    <w:next w:val="a5"/>
    <w:uiPriority w:val="99"/>
    <w:semiHidden/>
    <w:unhideWhenUsed/>
    <w:rsid w:val="006C7728"/>
  </w:style>
  <w:style w:type="numbering" w:customStyle="1" w:styleId="1231">
    <w:name w:val="Нет списка1231"/>
    <w:next w:val="a5"/>
    <w:uiPriority w:val="99"/>
    <w:semiHidden/>
    <w:unhideWhenUsed/>
    <w:rsid w:val="006C7728"/>
  </w:style>
  <w:style w:type="numbering" w:customStyle="1" w:styleId="4210">
    <w:name w:val="Нет списка421"/>
    <w:next w:val="a5"/>
    <w:uiPriority w:val="99"/>
    <w:semiHidden/>
    <w:unhideWhenUsed/>
    <w:rsid w:val="006C7728"/>
  </w:style>
  <w:style w:type="numbering" w:customStyle="1" w:styleId="1321">
    <w:name w:val="Нет списка1321"/>
    <w:next w:val="a5"/>
    <w:uiPriority w:val="99"/>
    <w:semiHidden/>
    <w:unhideWhenUsed/>
    <w:rsid w:val="006C7728"/>
  </w:style>
  <w:style w:type="numbering" w:customStyle="1" w:styleId="21211">
    <w:name w:val="Нет списка2121"/>
    <w:next w:val="a5"/>
    <w:uiPriority w:val="99"/>
    <w:semiHidden/>
    <w:unhideWhenUsed/>
    <w:rsid w:val="006C7728"/>
  </w:style>
  <w:style w:type="numbering" w:customStyle="1" w:styleId="111210">
    <w:name w:val="Нет списка11121"/>
    <w:next w:val="a5"/>
    <w:uiPriority w:val="99"/>
    <w:semiHidden/>
    <w:unhideWhenUsed/>
    <w:rsid w:val="006C7728"/>
  </w:style>
  <w:style w:type="numbering" w:customStyle="1" w:styleId="31211">
    <w:name w:val="Нет списка3121"/>
    <w:next w:val="a5"/>
    <w:uiPriority w:val="99"/>
    <w:semiHidden/>
    <w:unhideWhenUsed/>
    <w:rsid w:val="006C7728"/>
  </w:style>
  <w:style w:type="numbering" w:customStyle="1" w:styleId="12121">
    <w:name w:val="Нет списка12121"/>
    <w:next w:val="a5"/>
    <w:uiPriority w:val="99"/>
    <w:semiHidden/>
    <w:unhideWhenUsed/>
    <w:rsid w:val="006C7728"/>
  </w:style>
  <w:style w:type="numbering" w:customStyle="1" w:styleId="5110">
    <w:name w:val="Нет списка511"/>
    <w:next w:val="a5"/>
    <w:uiPriority w:val="99"/>
    <w:semiHidden/>
    <w:unhideWhenUsed/>
    <w:rsid w:val="006C7728"/>
  </w:style>
  <w:style w:type="numbering" w:customStyle="1" w:styleId="1411">
    <w:name w:val="Нет списка1411"/>
    <w:next w:val="a5"/>
    <w:uiPriority w:val="99"/>
    <w:semiHidden/>
    <w:unhideWhenUsed/>
    <w:rsid w:val="006C7728"/>
  </w:style>
  <w:style w:type="numbering" w:customStyle="1" w:styleId="22110">
    <w:name w:val="Нет списка2211"/>
    <w:next w:val="a5"/>
    <w:uiPriority w:val="99"/>
    <w:semiHidden/>
    <w:unhideWhenUsed/>
    <w:rsid w:val="006C7728"/>
  </w:style>
  <w:style w:type="numbering" w:customStyle="1" w:styleId="112110">
    <w:name w:val="Нет списка11211"/>
    <w:next w:val="a5"/>
    <w:uiPriority w:val="99"/>
    <w:semiHidden/>
    <w:unhideWhenUsed/>
    <w:rsid w:val="006C7728"/>
  </w:style>
  <w:style w:type="numbering" w:customStyle="1" w:styleId="32110">
    <w:name w:val="Нет списка3211"/>
    <w:next w:val="a5"/>
    <w:uiPriority w:val="99"/>
    <w:semiHidden/>
    <w:unhideWhenUsed/>
    <w:rsid w:val="006C7728"/>
  </w:style>
  <w:style w:type="numbering" w:customStyle="1" w:styleId="12211">
    <w:name w:val="Нет списка12211"/>
    <w:next w:val="a5"/>
    <w:uiPriority w:val="99"/>
    <w:semiHidden/>
    <w:unhideWhenUsed/>
    <w:rsid w:val="006C7728"/>
  </w:style>
  <w:style w:type="numbering" w:customStyle="1" w:styleId="41110">
    <w:name w:val="Нет списка4111"/>
    <w:next w:val="a5"/>
    <w:uiPriority w:val="99"/>
    <w:semiHidden/>
    <w:unhideWhenUsed/>
    <w:rsid w:val="006C7728"/>
  </w:style>
  <w:style w:type="numbering" w:customStyle="1" w:styleId="13111">
    <w:name w:val="Нет списка13111"/>
    <w:next w:val="a5"/>
    <w:uiPriority w:val="99"/>
    <w:semiHidden/>
    <w:unhideWhenUsed/>
    <w:rsid w:val="006C7728"/>
  </w:style>
  <w:style w:type="numbering" w:customStyle="1" w:styleId="211111">
    <w:name w:val="Нет списка21111"/>
    <w:next w:val="a5"/>
    <w:uiPriority w:val="99"/>
    <w:semiHidden/>
    <w:unhideWhenUsed/>
    <w:rsid w:val="006C7728"/>
  </w:style>
  <w:style w:type="numbering" w:customStyle="1" w:styleId="111121">
    <w:name w:val="Нет списка111121"/>
    <w:next w:val="a5"/>
    <w:uiPriority w:val="99"/>
    <w:semiHidden/>
    <w:unhideWhenUsed/>
    <w:rsid w:val="006C7728"/>
  </w:style>
  <w:style w:type="numbering" w:customStyle="1" w:styleId="311111">
    <w:name w:val="Нет списка31111"/>
    <w:next w:val="a5"/>
    <w:uiPriority w:val="99"/>
    <w:semiHidden/>
    <w:unhideWhenUsed/>
    <w:rsid w:val="006C7728"/>
  </w:style>
  <w:style w:type="numbering" w:customStyle="1" w:styleId="1211110">
    <w:name w:val="Нет списка121111"/>
    <w:next w:val="a5"/>
    <w:uiPriority w:val="99"/>
    <w:semiHidden/>
    <w:unhideWhenUsed/>
    <w:rsid w:val="006C7728"/>
  </w:style>
  <w:style w:type="table" w:customStyle="1" w:styleId="1151">
    <w:name w:val="Сетка таблицы115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Сетка таблицы113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1">
    <w:name w:val="Нет списка71"/>
    <w:next w:val="a5"/>
    <w:uiPriority w:val="99"/>
    <w:semiHidden/>
    <w:unhideWhenUsed/>
    <w:rsid w:val="006C7728"/>
  </w:style>
  <w:style w:type="table" w:customStyle="1" w:styleId="301">
    <w:name w:val="Сетка таблицы301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6">
    <w:name w:val="Нет списка9"/>
    <w:next w:val="a5"/>
    <w:uiPriority w:val="99"/>
    <w:semiHidden/>
    <w:unhideWhenUsed/>
    <w:rsid w:val="006C7728"/>
  </w:style>
  <w:style w:type="numbering" w:customStyle="1" w:styleId="176">
    <w:name w:val="Нет списка17"/>
    <w:next w:val="a5"/>
    <w:uiPriority w:val="99"/>
    <w:semiHidden/>
    <w:unhideWhenUsed/>
    <w:rsid w:val="006C7728"/>
  </w:style>
  <w:style w:type="table" w:customStyle="1" w:styleId="13120">
    <w:name w:val="Сетка таблицы1312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4"/>
    <w:next w:val="a6"/>
    <w:uiPriority w:val="5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8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Нет списка115"/>
    <w:next w:val="a5"/>
    <w:uiPriority w:val="99"/>
    <w:semiHidden/>
    <w:unhideWhenUsed/>
    <w:rsid w:val="006C7728"/>
  </w:style>
  <w:style w:type="table" w:customStyle="1" w:styleId="119">
    <w:name w:val="Сетка таблицы119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Сетка таблицы111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6">
    <w:name w:val="Сетка таблицы216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60">
    <w:name w:val="Сетка таблицы36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7">
    <w:name w:val="Сетка таблицы47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7">
    <w:name w:val="Сетка таблицы57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6">
    <w:name w:val="Сетка таблицы66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20">
    <w:name w:val="Сетка таблицы7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40">
    <w:name w:val="Сетка таблицы12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50">
    <w:name w:val="Нет списка25"/>
    <w:next w:val="a5"/>
    <w:uiPriority w:val="99"/>
    <w:semiHidden/>
    <w:unhideWhenUsed/>
    <w:rsid w:val="006C7728"/>
  </w:style>
  <w:style w:type="table" w:customStyle="1" w:styleId="86">
    <w:name w:val="Сетка таблицы86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Сетка таблицы13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60">
    <w:name w:val="Сетка таблицы96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2">
    <w:name w:val="Сетка таблицы3742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6">
    <w:name w:val="Сетка таблицы156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6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20">
    <w:name w:val="Сетка таблицы61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2">
    <w:name w:val="Сетка таблицы622"/>
    <w:basedOn w:val="a4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52">
    <w:name w:val="Нет списка35"/>
    <w:next w:val="a5"/>
    <w:uiPriority w:val="99"/>
    <w:semiHidden/>
    <w:unhideWhenUsed/>
    <w:rsid w:val="006C7728"/>
  </w:style>
  <w:style w:type="table" w:customStyle="1" w:styleId="256">
    <w:name w:val="Сетка таблицы256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Сетка таблицы106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Сетка таблицы186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Сетка таблицы176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Сетка таблицы196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Сетка таблицы206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6">
    <w:name w:val="Сетка таблицы246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6">
    <w:name w:val="Сетка таблицы266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6">
    <w:name w:val="Сетка таблицы276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6">
    <w:name w:val="Сетка таблицы1146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Сетка таблицы236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">
    <w:name w:val="Темный список36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6">
    <w:name w:val="Сетка таблицы166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Сетка таблицы1106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Сетка таблицы286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6">
    <w:name w:val="Сетка таблицы416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4">
    <w:name w:val="Нет списка1114"/>
    <w:next w:val="a5"/>
    <w:uiPriority w:val="99"/>
    <w:semiHidden/>
    <w:unhideWhenUsed/>
    <w:rsid w:val="006C7728"/>
  </w:style>
  <w:style w:type="table" w:customStyle="1" w:styleId="1814">
    <w:name w:val="Сетка таблицы181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Сетка таблицы17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4">
    <w:name w:val="Сетка таблицы8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4">
    <w:name w:val="Сетка таблицы9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4">
    <w:name w:val="Сетка таблицы19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Сетка таблицы10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4">
    <w:name w:val="Сетка таблицы20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4">
    <w:name w:val="Сетка таблицы24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4">
    <w:name w:val="Сетка таблицы25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4">
    <w:name w:val="Сетка таблицы26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4">
    <w:name w:val="Сетка таблицы27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4">
    <w:name w:val="Сетка таблицы15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4">
    <w:name w:val="Сетка таблицы1141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Сетка таблицы231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0">
    <w:name w:val="Темный список31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4">
    <w:name w:val="Сетка таблицы16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Сетка таблицы110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Сетка таблицы28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7">
    <w:name w:val="Сетка таблицы217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Нет списка125"/>
    <w:next w:val="a5"/>
    <w:uiPriority w:val="99"/>
    <w:semiHidden/>
    <w:unhideWhenUsed/>
    <w:rsid w:val="006C7728"/>
  </w:style>
  <w:style w:type="table" w:customStyle="1" w:styleId="1824">
    <w:name w:val="Сетка таблицы182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Сетка таблицы172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4">
    <w:name w:val="Сетка таблицы82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4">
    <w:name w:val="Сетка таблицы92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4">
    <w:name w:val="Сетка таблицы192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Сетка таблицы102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4">
    <w:name w:val="Сетка таблицы20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4">
    <w:name w:val="Сетка таблицы24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4">
    <w:name w:val="Сетка таблицы25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4">
    <w:name w:val="Сетка таблицы26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4">
    <w:name w:val="Сетка таблицы27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4">
    <w:name w:val="Сетка таблицы152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4">
    <w:name w:val="Сетка таблицы1142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Сетка таблицы232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0">
    <w:name w:val="Темный список32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4">
    <w:name w:val="Сетка таблицы162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Сетка таблицы1102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Сетка таблицы28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4">
    <w:name w:val="Сетка таблицы22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Сетка таблицы4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Сетка таблицы511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0">
    <w:name w:val="Нет списка44"/>
    <w:next w:val="a5"/>
    <w:uiPriority w:val="99"/>
    <w:semiHidden/>
    <w:unhideWhenUsed/>
    <w:rsid w:val="006C7728"/>
  </w:style>
  <w:style w:type="numbering" w:customStyle="1" w:styleId="134">
    <w:name w:val="Нет списка134"/>
    <w:next w:val="a5"/>
    <w:uiPriority w:val="99"/>
    <w:semiHidden/>
    <w:unhideWhenUsed/>
    <w:rsid w:val="006C7728"/>
  </w:style>
  <w:style w:type="table" w:customStyle="1" w:styleId="1833">
    <w:name w:val="Сетка таблицы183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Сетка таблицы173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3">
    <w:name w:val="Сетка таблицы83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3">
    <w:name w:val="Сетка таблицы93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3">
    <w:name w:val="Сетка таблицы193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Сетка таблицы103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3">
    <w:name w:val="Сетка таблицы20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3">
    <w:name w:val="Сетка таблицы24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3">
    <w:name w:val="Сетка таблицы25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3">
    <w:name w:val="Сетка таблицы26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3">
    <w:name w:val="Сетка таблицы27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3">
    <w:name w:val="Сетка таблицы153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3">
    <w:name w:val="Сетка таблицы1143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Сетка таблицы233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0">
    <w:name w:val="Темный список33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3">
    <w:name w:val="Сетка таблицы163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Сетка таблицы1103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Сетка таблицы28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3">
    <w:name w:val="Сетка таблицы29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Сетка таблицы3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1">
    <w:name w:val="Нет списка214"/>
    <w:next w:val="a5"/>
    <w:uiPriority w:val="99"/>
    <w:semiHidden/>
    <w:unhideWhenUsed/>
    <w:rsid w:val="006C7728"/>
  </w:style>
  <w:style w:type="table" w:customStyle="1" w:styleId="423">
    <w:name w:val="Сетка таблицы42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4">
    <w:name w:val="Нет списка11114"/>
    <w:next w:val="a5"/>
    <w:uiPriority w:val="99"/>
    <w:semiHidden/>
    <w:unhideWhenUsed/>
    <w:rsid w:val="006C7728"/>
  </w:style>
  <w:style w:type="table" w:customStyle="1" w:styleId="18113">
    <w:name w:val="Сетка таблицы181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3">
    <w:name w:val="Сетка таблицы17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3">
    <w:name w:val="Сетка таблицы8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3">
    <w:name w:val="Сетка таблицы9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3">
    <w:name w:val="Сетка таблицы19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3">
    <w:name w:val="Сетка таблицы10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3">
    <w:name w:val="Сетка таблицы20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3">
    <w:name w:val="Сетка таблицы24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3">
    <w:name w:val="Сетка таблицы25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3">
    <w:name w:val="Сетка таблицы26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3">
    <w:name w:val="Сетка таблицы27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3">
    <w:name w:val="Сетка таблицы15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3">
    <w:name w:val="Сетка таблицы1141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3">
    <w:name w:val="Сетка таблицы231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Темный список31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3">
    <w:name w:val="Сетка таблицы16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3">
    <w:name w:val="Сетка таблицы110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3">
    <w:name w:val="Сетка таблицы28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3">
    <w:name w:val="Сетка таблицы2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1">
    <w:name w:val="Нет списка314"/>
    <w:next w:val="a5"/>
    <w:uiPriority w:val="99"/>
    <w:semiHidden/>
    <w:unhideWhenUsed/>
    <w:rsid w:val="006C7728"/>
  </w:style>
  <w:style w:type="table" w:customStyle="1" w:styleId="523">
    <w:name w:val="Сетка таблицы52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4">
    <w:name w:val="Нет списка1214"/>
    <w:next w:val="a5"/>
    <w:uiPriority w:val="99"/>
    <w:semiHidden/>
    <w:unhideWhenUsed/>
    <w:rsid w:val="006C7728"/>
  </w:style>
  <w:style w:type="table" w:customStyle="1" w:styleId="18213">
    <w:name w:val="Сетка таблицы182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3">
    <w:name w:val="Сетка таблицы172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3">
    <w:name w:val="Сетка таблицы82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3">
    <w:name w:val="Сетка таблицы92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3">
    <w:name w:val="Сетка таблицы192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3">
    <w:name w:val="Сетка таблицы102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3">
    <w:name w:val="Сетка таблицы20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3">
    <w:name w:val="Сетка таблицы24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3">
    <w:name w:val="Сетка таблицы25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3">
    <w:name w:val="Сетка таблицы26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3">
    <w:name w:val="Сетка таблицы27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3">
    <w:name w:val="Сетка таблицы152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3">
    <w:name w:val="Сетка таблицы1142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3">
    <w:name w:val="Сетка таблицы232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0">
    <w:name w:val="Темный список32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3">
    <w:name w:val="Сетка таблицы162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3">
    <w:name w:val="Сетка таблицы1102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3">
    <w:name w:val="Сетка таблицы28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3">
    <w:name w:val="Сетка таблицы22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2">
    <w:name w:val="Нет списка53"/>
    <w:next w:val="a5"/>
    <w:uiPriority w:val="99"/>
    <w:semiHidden/>
    <w:unhideWhenUsed/>
    <w:rsid w:val="006C7728"/>
  </w:style>
  <w:style w:type="numbering" w:customStyle="1" w:styleId="143">
    <w:name w:val="Нет списка143"/>
    <w:next w:val="a5"/>
    <w:uiPriority w:val="99"/>
    <w:semiHidden/>
    <w:unhideWhenUsed/>
    <w:rsid w:val="006C7728"/>
  </w:style>
  <w:style w:type="table" w:customStyle="1" w:styleId="1842">
    <w:name w:val="Сетка таблицы184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Сетка таблицы174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2">
    <w:name w:val="Сетка таблицы84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2">
    <w:name w:val="Сетка таблицы94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2">
    <w:name w:val="Сетка таблицы194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Сетка таблицы104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2">
    <w:name w:val="Сетка таблицы20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2">
    <w:name w:val="Сетка таблицы24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2">
    <w:name w:val="Сетка таблицы25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2">
    <w:name w:val="Сетка таблицы26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2">
    <w:name w:val="Сетка таблицы27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2">
    <w:name w:val="Сетка таблицы154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2">
    <w:name w:val="Сетка таблицы1144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Сетка таблицы234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0">
    <w:name w:val="Темный список34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2">
    <w:name w:val="Сетка таблицы164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Сетка таблицы1104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Сетка таблицы28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2">
    <w:name w:val="Сетка таблицы210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31">
    <w:name w:val="Нет списка223"/>
    <w:next w:val="a5"/>
    <w:uiPriority w:val="99"/>
    <w:semiHidden/>
    <w:unhideWhenUsed/>
    <w:rsid w:val="006C7728"/>
  </w:style>
  <w:style w:type="table" w:customStyle="1" w:styleId="432">
    <w:name w:val="Сетка таблицы43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3">
    <w:name w:val="Нет списка1123"/>
    <w:next w:val="a5"/>
    <w:uiPriority w:val="99"/>
    <w:semiHidden/>
    <w:unhideWhenUsed/>
    <w:rsid w:val="006C7728"/>
  </w:style>
  <w:style w:type="table" w:customStyle="1" w:styleId="18122">
    <w:name w:val="Сетка таблицы181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2">
    <w:name w:val="Сетка таблицы17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2">
    <w:name w:val="Сетка таблицы8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2">
    <w:name w:val="Сетка таблицы9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2">
    <w:name w:val="Сетка таблицы19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2">
    <w:name w:val="Сетка таблицы10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2">
    <w:name w:val="Сетка таблицы20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2">
    <w:name w:val="Сетка таблицы24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2">
    <w:name w:val="Сетка таблицы25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2">
    <w:name w:val="Сетка таблицы26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2">
    <w:name w:val="Сетка таблицы27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2">
    <w:name w:val="Сетка таблицы15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2">
    <w:name w:val="Сетка таблицы1141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2">
    <w:name w:val="Сетка таблицы231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0">
    <w:name w:val="Темный список31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2">
    <w:name w:val="Сетка таблицы16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2">
    <w:name w:val="Сетка таблицы110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2">
    <w:name w:val="Сетка таблицы28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2">
    <w:name w:val="Сетка таблицы2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1">
    <w:name w:val="Нет списка323"/>
    <w:next w:val="a5"/>
    <w:uiPriority w:val="99"/>
    <w:semiHidden/>
    <w:unhideWhenUsed/>
    <w:rsid w:val="006C7728"/>
  </w:style>
  <w:style w:type="table" w:customStyle="1" w:styleId="5320">
    <w:name w:val="Сетка таблицы53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3">
    <w:name w:val="Нет списка1223"/>
    <w:next w:val="a5"/>
    <w:uiPriority w:val="99"/>
    <w:semiHidden/>
    <w:unhideWhenUsed/>
    <w:rsid w:val="006C7728"/>
  </w:style>
  <w:style w:type="table" w:customStyle="1" w:styleId="18222">
    <w:name w:val="Сетка таблицы182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0">
    <w:name w:val="Сетка таблицы12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2">
    <w:name w:val="Сетка таблицы172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2">
    <w:name w:val="Сетка таблицы82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2">
    <w:name w:val="Сетка таблицы92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2">
    <w:name w:val="Сетка таблицы192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2">
    <w:name w:val="Сетка таблицы102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2">
    <w:name w:val="Сетка таблицы20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2">
    <w:name w:val="Сетка таблицы24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2">
    <w:name w:val="Сетка таблицы25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2">
    <w:name w:val="Сетка таблицы26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2">
    <w:name w:val="Сетка таблицы27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2">
    <w:name w:val="Сетка таблицы152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2">
    <w:name w:val="Сетка таблицы1142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2">
    <w:name w:val="Сетка таблицы232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0">
    <w:name w:val="Темный список32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2">
    <w:name w:val="Сетка таблицы162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2">
    <w:name w:val="Сетка таблицы1102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2">
    <w:name w:val="Сетка таблицы28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2">
    <w:name w:val="Сетка таблицы22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Сетка таблицы4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Сетка таблицы512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2">
    <w:name w:val="Нет списка413"/>
    <w:next w:val="a5"/>
    <w:uiPriority w:val="99"/>
    <w:semiHidden/>
    <w:unhideWhenUsed/>
    <w:rsid w:val="006C7728"/>
  </w:style>
  <w:style w:type="numbering" w:customStyle="1" w:styleId="1313">
    <w:name w:val="Нет списка1313"/>
    <w:next w:val="a5"/>
    <w:uiPriority w:val="99"/>
    <w:semiHidden/>
    <w:unhideWhenUsed/>
    <w:rsid w:val="006C7728"/>
  </w:style>
  <w:style w:type="table" w:customStyle="1" w:styleId="18312">
    <w:name w:val="Сетка таблицы183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2">
    <w:name w:val="Сетка таблицы173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2">
    <w:name w:val="Сетка таблицы83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2">
    <w:name w:val="Сетка таблицы93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2">
    <w:name w:val="Сетка таблицы193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2">
    <w:name w:val="Сетка таблицы103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2">
    <w:name w:val="Сетка таблицы20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2">
    <w:name w:val="Сетка таблицы24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2">
    <w:name w:val="Сетка таблицы25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2">
    <w:name w:val="Сетка таблицы26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2">
    <w:name w:val="Сетка таблицы27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2">
    <w:name w:val="Сетка таблицы153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2">
    <w:name w:val="Сетка таблицы1143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2">
    <w:name w:val="Сетка таблицы233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Темный список33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2">
    <w:name w:val="Сетка таблицы163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2">
    <w:name w:val="Сетка таблицы1103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2">
    <w:name w:val="Сетка таблицы28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2">
    <w:name w:val="Сетка таблицы29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2">
    <w:name w:val="Сетка таблицы3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30">
    <w:name w:val="Нет списка2113"/>
    <w:next w:val="a5"/>
    <w:uiPriority w:val="99"/>
    <w:semiHidden/>
    <w:unhideWhenUsed/>
    <w:rsid w:val="006C7728"/>
  </w:style>
  <w:style w:type="table" w:customStyle="1" w:styleId="4212">
    <w:name w:val="Сетка таблицы42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2">
    <w:name w:val="Нет списка111112"/>
    <w:next w:val="a5"/>
    <w:uiPriority w:val="99"/>
    <w:semiHidden/>
    <w:unhideWhenUsed/>
    <w:rsid w:val="006C7728"/>
  </w:style>
  <w:style w:type="table" w:customStyle="1" w:styleId="181112">
    <w:name w:val="Сетка таблицы181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2">
    <w:name w:val="Сетка таблицы17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2">
    <w:name w:val="Сетка таблицы8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2">
    <w:name w:val="Сетка таблицы9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2">
    <w:name w:val="Сетка таблицы19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2">
    <w:name w:val="Сетка таблицы10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2">
    <w:name w:val="Сетка таблицы20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2">
    <w:name w:val="Сетка таблицы24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2">
    <w:name w:val="Сетка таблицы25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2">
    <w:name w:val="Сетка таблицы26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2">
    <w:name w:val="Сетка таблицы27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2">
    <w:name w:val="Сетка таблицы15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2">
    <w:name w:val="Сетка таблицы1141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2">
    <w:name w:val="Сетка таблицы231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0">
    <w:name w:val="Темный список31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2">
    <w:name w:val="Сетка таблицы16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2">
    <w:name w:val="Сетка таблицы110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2">
    <w:name w:val="Сетка таблицы28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2">
    <w:name w:val="Сетка таблицы2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30">
    <w:name w:val="Нет списка3113"/>
    <w:next w:val="a5"/>
    <w:uiPriority w:val="99"/>
    <w:semiHidden/>
    <w:unhideWhenUsed/>
    <w:rsid w:val="006C7728"/>
  </w:style>
  <w:style w:type="table" w:customStyle="1" w:styleId="5212">
    <w:name w:val="Сетка таблицы52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3">
    <w:name w:val="Нет списка12113"/>
    <w:next w:val="a5"/>
    <w:uiPriority w:val="99"/>
    <w:semiHidden/>
    <w:unhideWhenUsed/>
    <w:rsid w:val="006C7728"/>
  </w:style>
  <w:style w:type="table" w:customStyle="1" w:styleId="182112">
    <w:name w:val="Сетка таблицы182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2">
    <w:name w:val="Сетка таблицы172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2">
    <w:name w:val="Сетка таблицы82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2">
    <w:name w:val="Сетка таблицы92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2">
    <w:name w:val="Сетка таблицы192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2">
    <w:name w:val="Сетка таблицы102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2">
    <w:name w:val="Сетка таблицы20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2">
    <w:name w:val="Сетка таблицы24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2">
    <w:name w:val="Сетка таблицы25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2">
    <w:name w:val="Сетка таблицы26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2">
    <w:name w:val="Сетка таблицы27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2">
    <w:name w:val="Сетка таблицы152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2">
    <w:name w:val="Сетка таблицы1142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2">
    <w:name w:val="Сетка таблицы232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Темный список32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2">
    <w:name w:val="Сетка таблицы162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2">
    <w:name w:val="Сетка таблицы1102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2">
    <w:name w:val="Сетка таблицы28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2">
    <w:name w:val="Сетка таблицы22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2">
    <w:name w:val="Сетка таблицы4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2">
    <w:name w:val="Сетка таблицы511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2">
    <w:name w:val="Сетка таблицы54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20">
    <w:name w:val="Сетка таблицы413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Сетка таблицы513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2">
    <w:name w:val="Сетка таблицы45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2">
    <w:name w:val="Сетка таблицы55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2">
    <w:name w:val="Сетка таблицы414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Сетка таблицы514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2">
    <w:name w:val="Сетка таблицы64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3">
    <w:name w:val="Сетка таблицы113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0">
    <w:name w:val="Нет списка62"/>
    <w:next w:val="a5"/>
    <w:uiPriority w:val="99"/>
    <w:semiHidden/>
    <w:unhideWhenUsed/>
    <w:rsid w:val="006C7728"/>
  </w:style>
  <w:style w:type="numbering" w:customStyle="1" w:styleId="1520">
    <w:name w:val="Нет списка152"/>
    <w:next w:val="a5"/>
    <w:uiPriority w:val="99"/>
    <w:semiHidden/>
    <w:unhideWhenUsed/>
    <w:rsid w:val="006C7728"/>
  </w:style>
  <w:style w:type="numbering" w:customStyle="1" w:styleId="2320">
    <w:name w:val="Нет списка232"/>
    <w:next w:val="a5"/>
    <w:uiPriority w:val="99"/>
    <w:semiHidden/>
    <w:unhideWhenUsed/>
    <w:rsid w:val="006C7728"/>
  </w:style>
  <w:style w:type="numbering" w:customStyle="1" w:styleId="11320">
    <w:name w:val="Нет списка1132"/>
    <w:next w:val="a5"/>
    <w:uiPriority w:val="99"/>
    <w:semiHidden/>
    <w:unhideWhenUsed/>
    <w:rsid w:val="006C7728"/>
  </w:style>
  <w:style w:type="numbering" w:customStyle="1" w:styleId="3321">
    <w:name w:val="Нет списка332"/>
    <w:next w:val="a5"/>
    <w:uiPriority w:val="99"/>
    <w:semiHidden/>
    <w:unhideWhenUsed/>
    <w:rsid w:val="006C7728"/>
  </w:style>
  <w:style w:type="numbering" w:customStyle="1" w:styleId="1232">
    <w:name w:val="Нет списка1232"/>
    <w:next w:val="a5"/>
    <w:uiPriority w:val="99"/>
    <w:semiHidden/>
    <w:unhideWhenUsed/>
    <w:rsid w:val="006C7728"/>
  </w:style>
  <w:style w:type="numbering" w:customStyle="1" w:styleId="4221">
    <w:name w:val="Нет списка422"/>
    <w:next w:val="a5"/>
    <w:uiPriority w:val="99"/>
    <w:semiHidden/>
    <w:unhideWhenUsed/>
    <w:rsid w:val="006C7728"/>
  </w:style>
  <w:style w:type="numbering" w:customStyle="1" w:styleId="1322">
    <w:name w:val="Нет списка1322"/>
    <w:next w:val="a5"/>
    <w:uiPriority w:val="99"/>
    <w:semiHidden/>
    <w:unhideWhenUsed/>
    <w:rsid w:val="006C7728"/>
  </w:style>
  <w:style w:type="numbering" w:customStyle="1" w:styleId="21220">
    <w:name w:val="Нет списка2122"/>
    <w:next w:val="a5"/>
    <w:uiPriority w:val="99"/>
    <w:semiHidden/>
    <w:unhideWhenUsed/>
    <w:rsid w:val="006C7728"/>
  </w:style>
  <w:style w:type="numbering" w:customStyle="1" w:styleId="11122">
    <w:name w:val="Нет списка11122"/>
    <w:next w:val="a5"/>
    <w:uiPriority w:val="99"/>
    <w:semiHidden/>
    <w:unhideWhenUsed/>
    <w:rsid w:val="006C7728"/>
  </w:style>
  <w:style w:type="numbering" w:customStyle="1" w:styleId="31221">
    <w:name w:val="Нет списка3122"/>
    <w:next w:val="a5"/>
    <w:uiPriority w:val="99"/>
    <w:semiHidden/>
    <w:unhideWhenUsed/>
    <w:rsid w:val="006C7728"/>
  </w:style>
  <w:style w:type="numbering" w:customStyle="1" w:styleId="12122">
    <w:name w:val="Нет списка12122"/>
    <w:next w:val="a5"/>
    <w:uiPriority w:val="99"/>
    <w:semiHidden/>
    <w:unhideWhenUsed/>
    <w:rsid w:val="006C7728"/>
  </w:style>
  <w:style w:type="numbering" w:customStyle="1" w:styleId="5120">
    <w:name w:val="Нет списка512"/>
    <w:next w:val="a5"/>
    <w:uiPriority w:val="99"/>
    <w:semiHidden/>
    <w:unhideWhenUsed/>
    <w:rsid w:val="006C7728"/>
  </w:style>
  <w:style w:type="numbering" w:customStyle="1" w:styleId="1412">
    <w:name w:val="Нет списка1412"/>
    <w:next w:val="a5"/>
    <w:uiPriority w:val="99"/>
    <w:semiHidden/>
    <w:unhideWhenUsed/>
    <w:rsid w:val="006C7728"/>
  </w:style>
  <w:style w:type="numbering" w:customStyle="1" w:styleId="22120">
    <w:name w:val="Нет списка2212"/>
    <w:next w:val="a5"/>
    <w:uiPriority w:val="99"/>
    <w:semiHidden/>
    <w:unhideWhenUsed/>
    <w:rsid w:val="006C7728"/>
  </w:style>
  <w:style w:type="numbering" w:customStyle="1" w:styleId="11212">
    <w:name w:val="Нет списка11212"/>
    <w:next w:val="a5"/>
    <w:uiPriority w:val="99"/>
    <w:semiHidden/>
    <w:unhideWhenUsed/>
    <w:rsid w:val="006C7728"/>
  </w:style>
  <w:style w:type="numbering" w:customStyle="1" w:styleId="32120">
    <w:name w:val="Нет списка3212"/>
    <w:next w:val="a5"/>
    <w:uiPriority w:val="99"/>
    <w:semiHidden/>
    <w:unhideWhenUsed/>
    <w:rsid w:val="006C7728"/>
  </w:style>
  <w:style w:type="numbering" w:customStyle="1" w:styleId="12212">
    <w:name w:val="Нет списка12212"/>
    <w:next w:val="a5"/>
    <w:uiPriority w:val="99"/>
    <w:semiHidden/>
    <w:unhideWhenUsed/>
    <w:rsid w:val="006C7728"/>
  </w:style>
  <w:style w:type="numbering" w:customStyle="1" w:styleId="41120">
    <w:name w:val="Нет списка4112"/>
    <w:next w:val="a5"/>
    <w:uiPriority w:val="99"/>
    <w:semiHidden/>
    <w:unhideWhenUsed/>
    <w:rsid w:val="006C7728"/>
  </w:style>
  <w:style w:type="numbering" w:customStyle="1" w:styleId="13112">
    <w:name w:val="Нет списка13112"/>
    <w:next w:val="a5"/>
    <w:uiPriority w:val="99"/>
    <w:semiHidden/>
    <w:unhideWhenUsed/>
    <w:rsid w:val="006C7728"/>
  </w:style>
  <w:style w:type="numbering" w:customStyle="1" w:styleId="211120">
    <w:name w:val="Нет списка21112"/>
    <w:next w:val="a5"/>
    <w:uiPriority w:val="99"/>
    <w:semiHidden/>
    <w:unhideWhenUsed/>
    <w:rsid w:val="006C7728"/>
  </w:style>
  <w:style w:type="numbering" w:customStyle="1" w:styleId="111122">
    <w:name w:val="Нет списка111122"/>
    <w:next w:val="a5"/>
    <w:uiPriority w:val="99"/>
    <w:semiHidden/>
    <w:unhideWhenUsed/>
    <w:rsid w:val="006C7728"/>
  </w:style>
  <w:style w:type="numbering" w:customStyle="1" w:styleId="311121">
    <w:name w:val="Нет списка31112"/>
    <w:next w:val="a5"/>
    <w:uiPriority w:val="99"/>
    <w:semiHidden/>
    <w:unhideWhenUsed/>
    <w:rsid w:val="006C7728"/>
  </w:style>
  <w:style w:type="numbering" w:customStyle="1" w:styleId="121112">
    <w:name w:val="Нет списка121112"/>
    <w:next w:val="a5"/>
    <w:uiPriority w:val="99"/>
    <w:semiHidden/>
    <w:unhideWhenUsed/>
    <w:rsid w:val="006C7728"/>
  </w:style>
  <w:style w:type="table" w:customStyle="1" w:styleId="1152">
    <w:name w:val="Сетка таблицы115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"/>
    <w:next w:val="a5"/>
    <w:uiPriority w:val="99"/>
    <w:semiHidden/>
    <w:unhideWhenUsed/>
    <w:rsid w:val="006C7728"/>
  </w:style>
  <w:style w:type="table" w:customStyle="1" w:styleId="302">
    <w:name w:val="Сетка таблицы302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5">
    <w:name w:val="Нет списка81"/>
    <w:next w:val="a5"/>
    <w:uiPriority w:val="99"/>
    <w:semiHidden/>
    <w:unhideWhenUsed/>
    <w:rsid w:val="006C7728"/>
  </w:style>
  <w:style w:type="numbering" w:customStyle="1" w:styleId="1610">
    <w:name w:val="Нет списка161"/>
    <w:next w:val="a5"/>
    <w:uiPriority w:val="99"/>
    <w:semiHidden/>
    <w:unhideWhenUsed/>
    <w:rsid w:val="006C7728"/>
  </w:style>
  <w:style w:type="table" w:customStyle="1" w:styleId="131110">
    <w:name w:val="Сетка таблицы13111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3">
    <w:name w:val="Сетка таблицы331"/>
    <w:basedOn w:val="a4"/>
    <w:next w:val="a6"/>
    <w:uiPriority w:val="9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Сетка таблицы116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10">
    <w:name w:val="Нет списка1141"/>
    <w:next w:val="a5"/>
    <w:uiPriority w:val="99"/>
    <w:semiHidden/>
    <w:unhideWhenUsed/>
    <w:rsid w:val="006C7728"/>
  </w:style>
  <w:style w:type="table" w:customStyle="1" w:styleId="1171">
    <w:name w:val="Сетка таблицы1171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1">
    <w:name w:val="Сетка таблицы1112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410">
    <w:name w:val="Сетка таблицы214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411">
    <w:name w:val="Сетка таблицы34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61">
    <w:name w:val="Сетка таблицы46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61">
    <w:name w:val="Сетка таблицы561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51">
    <w:name w:val="Сетка таблицы65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110">
    <w:name w:val="Сетка таблицы71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310">
    <w:name w:val="Сетка таблицы123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410">
    <w:name w:val="Нет списка241"/>
    <w:next w:val="a5"/>
    <w:uiPriority w:val="99"/>
    <w:semiHidden/>
    <w:unhideWhenUsed/>
    <w:rsid w:val="006C7728"/>
  </w:style>
  <w:style w:type="table" w:customStyle="1" w:styleId="851">
    <w:name w:val="Сетка таблицы851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Сетка таблицы132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51">
    <w:name w:val="Сетка таблицы951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11">
    <w:name w:val="Сетка таблицы37411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51">
    <w:name w:val="Сетка таблицы155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1">
    <w:name w:val="Сетка таблицы5151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11">
    <w:name w:val="Сетка таблицы611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11">
    <w:name w:val="Сетка таблицы6211"/>
    <w:basedOn w:val="a4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412">
    <w:name w:val="Нет списка341"/>
    <w:next w:val="a5"/>
    <w:uiPriority w:val="99"/>
    <w:semiHidden/>
    <w:unhideWhenUsed/>
    <w:rsid w:val="006C7728"/>
  </w:style>
  <w:style w:type="table" w:customStyle="1" w:styleId="2551">
    <w:name w:val="Сетка таблицы2551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1">
    <w:name w:val="Сетка таблицы105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1">
    <w:name w:val="Сетка таблицы185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1">
    <w:name w:val="Сетка таблицы175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1">
    <w:name w:val="Сетка таблицы195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1">
    <w:name w:val="Сетка таблицы20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51">
    <w:name w:val="Сетка таблицы24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51">
    <w:name w:val="Сетка таблицы26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51">
    <w:name w:val="Сетка таблицы27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51">
    <w:name w:val="Сетка таблицы1145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1">
    <w:name w:val="Сетка таблицы235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Темный список35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51">
    <w:name w:val="Сетка таблицы165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1">
    <w:name w:val="Сетка таблицы1105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1">
    <w:name w:val="Сетка таблицы28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51">
    <w:name w:val="Сетка таблицы415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31">
    <w:name w:val="Нет списка11131"/>
    <w:next w:val="a5"/>
    <w:uiPriority w:val="99"/>
    <w:semiHidden/>
    <w:unhideWhenUsed/>
    <w:rsid w:val="006C7728"/>
  </w:style>
  <w:style w:type="table" w:customStyle="1" w:styleId="18131">
    <w:name w:val="Сетка таблицы1813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1">
    <w:name w:val="Сетка таблицы171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31">
    <w:name w:val="Сетка таблицы81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31">
    <w:name w:val="Сетка таблицы91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31">
    <w:name w:val="Сетка таблицы191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1">
    <w:name w:val="Сетка таблицы101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31">
    <w:name w:val="Сетка таблицы20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31">
    <w:name w:val="Сетка таблицы24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31">
    <w:name w:val="Сетка таблицы25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31">
    <w:name w:val="Сетка таблицы26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31">
    <w:name w:val="Сетка таблицы27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31">
    <w:name w:val="Сетка таблицы151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1">
    <w:name w:val="Сетка таблицы11413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1">
    <w:name w:val="Сетка таблицы2313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0">
    <w:name w:val="Темный список313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31">
    <w:name w:val="Сетка таблицы161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1">
    <w:name w:val="Сетка таблицы1101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1">
    <w:name w:val="Сетка таблицы28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1">
    <w:name w:val="Сетка таблицы215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1">
    <w:name w:val="Нет списка1241"/>
    <w:next w:val="a5"/>
    <w:uiPriority w:val="99"/>
    <w:semiHidden/>
    <w:unhideWhenUsed/>
    <w:rsid w:val="006C7728"/>
  </w:style>
  <w:style w:type="table" w:customStyle="1" w:styleId="18231">
    <w:name w:val="Сетка таблицы1823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1">
    <w:name w:val="Сетка таблицы172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31">
    <w:name w:val="Сетка таблицы82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31">
    <w:name w:val="Сетка таблицы92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31">
    <w:name w:val="Сетка таблицы192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1">
    <w:name w:val="Сетка таблицы102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31">
    <w:name w:val="Сетка таблицы20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31">
    <w:name w:val="Сетка таблицы24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31">
    <w:name w:val="Сетка таблицы25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31">
    <w:name w:val="Сетка таблицы26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31">
    <w:name w:val="Сетка таблицы27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31">
    <w:name w:val="Сетка таблицы152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31">
    <w:name w:val="Сетка таблицы11423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1">
    <w:name w:val="Сетка таблицы2323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0">
    <w:name w:val="Темный список323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31">
    <w:name w:val="Сетка таблицы162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1">
    <w:name w:val="Сетка таблицы1102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1">
    <w:name w:val="Сетка таблицы28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10">
    <w:name w:val="Сетка таблицы223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1">
    <w:name w:val="Сетка таблицы41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1">
    <w:name w:val="Сетка таблицы5112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10">
    <w:name w:val="Нет списка431"/>
    <w:next w:val="a5"/>
    <w:uiPriority w:val="99"/>
    <w:semiHidden/>
    <w:unhideWhenUsed/>
    <w:rsid w:val="006C7728"/>
  </w:style>
  <w:style w:type="numbering" w:customStyle="1" w:styleId="1331">
    <w:name w:val="Нет списка1331"/>
    <w:next w:val="a5"/>
    <w:uiPriority w:val="99"/>
    <w:semiHidden/>
    <w:unhideWhenUsed/>
    <w:rsid w:val="006C7728"/>
  </w:style>
  <w:style w:type="table" w:customStyle="1" w:styleId="18321">
    <w:name w:val="Сетка таблицы183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1">
    <w:name w:val="Сетка таблицы173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21">
    <w:name w:val="Сетка таблицы83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21">
    <w:name w:val="Сетка таблицы93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21">
    <w:name w:val="Сетка таблицы193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1">
    <w:name w:val="Сетка таблицы103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21">
    <w:name w:val="Сетка таблицы20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21">
    <w:name w:val="Сетка таблицы24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21">
    <w:name w:val="Сетка таблицы25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21">
    <w:name w:val="Сетка таблицы26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21">
    <w:name w:val="Сетка таблицы27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21">
    <w:name w:val="Сетка таблицы153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21">
    <w:name w:val="Сетка таблицы1143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1">
    <w:name w:val="Сетка таблицы233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10">
    <w:name w:val="Темный список33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21">
    <w:name w:val="Сетка таблицы163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1">
    <w:name w:val="Сетка таблицы1103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1">
    <w:name w:val="Сетка таблицы28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21">
    <w:name w:val="Сетка таблицы29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2">
    <w:name w:val="Сетка таблицы3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11">
    <w:name w:val="Нет списка2131"/>
    <w:next w:val="a5"/>
    <w:uiPriority w:val="99"/>
    <w:semiHidden/>
    <w:unhideWhenUsed/>
    <w:rsid w:val="006C7728"/>
  </w:style>
  <w:style w:type="table" w:customStyle="1" w:styleId="42210">
    <w:name w:val="Сетка таблицы422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1">
    <w:name w:val="Нет списка111131"/>
    <w:next w:val="a5"/>
    <w:uiPriority w:val="99"/>
    <w:semiHidden/>
    <w:unhideWhenUsed/>
    <w:rsid w:val="006C7728"/>
  </w:style>
  <w:style w:type="table" w:customStyle="1" w:styleId="181121">
    <w:name w:val="Сетка таблицы1811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21">
    <w:name w:val="Сетка таблицы171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21">
    <w:name w:val="Сетка таблицы81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21">
    <w:name w:val="Сетка таблицы91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21">
    <w:name w:val="Сетка таблицы191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21">
    <w:name w:val="Сетка таблицы101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21">
    <w:name w:val="Сетка таблицы20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21">
    <w:name w:val="Сетка таблицы24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21">
    <w:name w:val="Сетка таблицы25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21">
    <w:name w:val="Сетка таблицы26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21">
    <w:name w:val="Сетка таблицы27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21">
    <w:name w:val="Сетка таблицы151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21">
    <w:name w:val="Сетка таблицы11411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21">
    <w:name w:val="Сетка таблицы2311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10">
    <w:name w:val="Темный список311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21">
    <w:name w:val="Сетка таблицы161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21">
    <w:name w:val="Сетка таблицы1101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21">
    <w:name w:val="Сетка таблицы28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1">
    <w:name w:val="Сетка таблицы21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11">
    <w:name w:val="Нет списка3131"/>
    <w:next w:val="a5"/>
    <w:uiPriority w:val="99"/>
    <w:semiHidden/>
    <w:unhideWhenUsed/>
    <w:rsid w:val="006C7728"/>
  </w:style>
  <w:style w:type="table" w:customStyle="1" w:styleId="5221">
    <w:name w:val="Сетка таблицы522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31">
    <w:name w:val="Нет списка12131"/>
    <w:next w:val="a5"/>
    <w:uiPriority w:val="99"/>
    <w:semiHidden/>
    <w:unhideWhenUsed/>
    <w:rsid w:val="006C7728"/>
  </w:style>
  <w:style w:type="table" w:customStyle="1" w:styleId="182121">
    <w:name w:val="Сетка таблицы1821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21">
    <w:name w:val="Сетка таблицы172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21">
    <w:name w:val="Сетка таблицы82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21">
    <w:name w:val="Сетка таблицы92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21">
    <w:name w:val="Сетка таблицы192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21">
    <w:name w:val="Сетка таблицы102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21">
    <w:name w:val="Сетка таблицы20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21">
    <w:name w:val="Сетка таблицы24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21">
    <w:name w:val="Сетка таблицы25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21">
    <w:name w:val="Сетка таблицы26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21">
    <w:name w:val="Сетка таблицы27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21">
    <w:name w:val="Сетка таблицы152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21">
    <w:name w:val="Сетка таблицы11421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21">
    <w:name w:val="Сетка таблицы2321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1">
    <w:name w:val="Темный список321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21">
    <w:name w:val="Сетка таблицы162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21">
    <w:name w:val="Сетка таблицы1102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21">
    <w:name w:val="Сетка таблицы28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21">
    <w:name w:val="Сетка таблицы22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0">
    <w:name w:val="Нет списка521"/>
    <w:next w:val="a5"/>
    <w:uiPriority w:val="99"/>
    <w:semiHidden/>
    <w:unhideWhenUsed/>
    <w:rsid w:val="006C7728"/>
  </w:style>
  <w:style w:type="numbering" w:customStyle="1" w:styleId="1421">
    <w:name w:val="Нет списка1421"/>
    <w:next w:val="a5"/>
    <w:uiPriority w:val="99"/>
    <w:semiHidden/>
    <w:unhideWhenUsed/>
    <w:rsid w:val="006C7728"/>
  </w:style>
  <w:style w:type="table" w:customStyle="1" w:styleId="18411">
    <w:name w:val="Сетка таблицы184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1">
    <w:name w:val="Сетка таблицы174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11">
    <w:name w:val="Сетка таблицы84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11">
    <w:name w:val="Сетка таблицы94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11">
    <w:name w:val="Сетка таблицы194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1">
    <w:name w:val="Сетка таблицы104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11">
    <w:name w:val="Сетка таблицы20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11">
    <w:name w:val="Сетка таблицы24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11">
    <w:name w:val="Сетка таблицы25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11">
    <w:name w:val="Сетка таблицы26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11">
    <w:name w:val="Сетка таблицы27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11">
    <w:name w:val="Сетка таблицы154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1">
    <w:name w:val="Сетка таблицы1144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1">
    <w:name w:val="Сетка таблицы234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Темный список34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11">
    <w:name w:val="Сетка таблицы164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1">
    <w:name w:val="Сетка таблицы1104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1">
    <w:name w:val="Сетка таблицы28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11">
    <w:name w:val="Сетка таблицы210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3">
    <w:name w:val="Сетка таблицы3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11">
    <w:name w:val="Нет списка2221"/>
    <w:next w:val="a5"/>
    <w:uiPriority w:val="99"/>
    <w:semiHidden/>
    <w:unhideWhenUsed/>
    <w:rsid w:val="006C7728"/>
  </w:style>
  <w:style w:type="table" w:customStyle="1" w:styleId="4311">
    <w:name w:val="Сетка таблицы43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1">
    <w:name w:val="Нет списка11221"/>
    <w:next w:val="a5"/>
    <w:uiPriority w:val="99"/>
    <w:semiHidden/>
    <w:unhideWhenUsed/>
    <w:rsid w:val="006C7728"/>
  </w:style>
  <w:style w:type="table" w:customStyle="1" w:styleId="181211">
    <w:name w:val="Сетка таблицы1812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1">
    <w:name w:val="Сетка таблицы171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11">
    <w:name w:val="Сетка таблицы81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11">
    <w:name w:val="Сетка таблицы91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11">
    <w:name w:val="Сетка таблицы191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11">
    <w:name w:val="Сетка таблицы101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11">
    <w:name w:val="Сетка таблицы20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11">
    <w:name w:val="Сетка таблицы24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11">
    <w:name w:val="Сетка таблицы25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11">
    <w:name w:val="Сетка таблицы26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11">
    <w:name w:val="Сетка таблицы27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11">
    <w:name w:val="Сетка таблицы151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1">
    <w:name w:val="Сетка таблицы11412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11">
    <w:name w:val="Сетка таблицы2312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10">
    <w:name w:val="Темный список312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11">
    <w:name w:val="Сетка таблицы161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11">
    <w:name w:val="Сетка таблицы1101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11">
    <w:name w:val="Сетка таблицы28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10">
    <w:name w:val="Сетка таблицы21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11">
    <w:name w:val="Нет списка3221"/>
    <w:next w:val="a5"/>
    <w:uiPriority w:val="99"/>
    <w:semiHidden/>
    <w:unhideWhenUsed/>
    <w:rsid w:val="006C7728"/>
  </w:style>
  <w:style w:type="table" w:customStyle="1" w:styleId="5311">
    <w:name w:val="Сетка таблицы53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21">
    <w:name w:val="Нет списка12221"/>
    <w:next w:val="a5"/>
    <w:uiPriority w:val="99"/>
    <w:semiHidden/>
    <w:unhideWhenUsed/>
    <w:rsid w:val="006C7728"/>
  </w:style>
  <w:style w:type="table" w:customStyle="1" w:styleId="182211">
    <w:name w:val="Сетка таблицы1822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0">
    <w:name w:val="Сетка таблицы12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11">
    <w:name w:val="Сетка таблицы172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11">
    <w:name w:val="Сетка таблицы82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11">
    <w:name w:val="Сетка таблицы92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11">
    <w:name w:val="Сетка таблицы192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11">
    <w:name w:val="Сетка таблицы102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11">
    <w:name w:val="Сетка таблицы20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11">
    <w:name w:val="Сетка таблицы24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11">
    <w:name w:val="Сетка таблицы25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11">
    <w:name w:val="Сетка таблицы26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11">
    <w:name w:val="Сетка таблицы27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11">
    <w:name w:val="Сетка таблицы152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11">
    <w:name w:val="Сетка таблицы11422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11">
    <w:name w:val="Сетка таблицы2322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10">
    <w:name w:val="Темный список322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11">
    <w:name w:val="Сетка таблицы162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11">
    <w:name w:val="Сетка таблицы1102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11">
    <w:name w:val="Сетка таблицы28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10">
    <w:name w:val="Сетка таблицы22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Сетка таблицы41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1">
    <w:name w:val="Сетка таблицы512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10">
    <w:name w:val="Нет списка4121"/>
    <w:next w:val="a5"/>
    <w:uiPriority w:val="99"/>
    <w:semiHidden/>
    <w:unhideWhenUsed/>
    <w:rsid w:val="006C7728"/>
  </w:style>
  <w:style w:type="numbering" w:customStyle="1" w:styleId="13121">
    <w:name w:val="Нет списка13121"/>
    <w:next w:val="a5"/>
    <w:uiPriority w:val="99"/>
    <w:semiHidden/>
    <w:unhideWhenUsed/>
    <w:rsid w:val="006C7728"/>
  </w:style>
  <w:style w:type="table" w:customStyle="1" w:styleId="183111">
    <w:name w:val="Сетка таблицы183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11">
    <w:name w:val="Сетка таблицы173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11">
    <w:name w:val="Сетка таблицы83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11">
    <w:name w:val="Сетка таблицы93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11">
    <w:name w:val="Сетка таблицы193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11">
    <w:name w:val="Сетка таблицы103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11">
    <w:name w:val="Сетка таблицы20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11">
    <w:name w:val="Сетка таблицы24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11">
    <w:name w:val="Сетка таблицы25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11">
    <w:name w:val="Сетка таблицы26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11">
    <w:name w:val="Сетка таблицы27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11">
    <w:name w:val="Сетка таблицы153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11">
    <w:name w:val="Сетка таблицы1143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11">
    <w:name w:val="Сетка таблицы233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">
    <w:name w:val="Темный список33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11">
    <w:name w:val="Сетка таблицы163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11">
    <w:name w:val="Сетка таблицы1103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11">
    <w:name w:val="Сетка таблицы28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11">
    <w:name w:val="Сетка таблицы29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2">
    <w:name w:val="Сетка таблицы3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10">
    <w:name w:val="Нет списка21121"/>
    <w:next w:val="a5"/>
    <w:uiPriority w:val="99"/>
    <w:semiHidden/>
    <w:unhideWhenUsed/>
    <w:rsid w:val="006C7728"/>
  </w:style>
  <w:style w:type="table" w:customStyle="1" w:styleId="42111">
    <w:name w:val="Сетка таблицы421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1">
    <w:name w:val="Нет списка1111111"/>
    <w:next w:val="a5"/>
    <w:uiPriority w:val="99"/>
    <w:semiHidden/>
    <w:unhideWhenUsed/>
    <w:rsid w:val="006C7728"/>
  </w:style>
  <w:style w:type="table" w:customStyle="1" w:styleId="1811111">
    <w:name w:val="Сетка таблицы1811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11">
    <w:name w:val="Сетка таблицы171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11">
    <w:name w:val="Сетка таблицы81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11">
    <w:name w:val="Сетка таблицы91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11">
    <w:name w:val="Сетка таблицы191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11">
    <w:name w:val="Сетка таблицы101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11">
    <w:name w:val="Сетка таблицы20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11">
    <w:name w:val="Сетка таблицы24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11">
    <w:name w:val="Сетка таблицы25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11">
    <w:name w:val="Сетка таблицы26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11">
    <w:name w:val="Сетка таблицы27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11">
    <w:name w:val="Сетка таблицы151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11">
    <w:name w:val="Сетка таблицы11411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11">
    <w:name w:val="Сетка таблицы2311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10">
    <w:name w:val="Темный список311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11">
    <w:name w:val="Сетка таблицы161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11">
    <w:name w:val="Сетка таблицы1101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11">
    <w:name w:val="Сетка таблицы28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110">
    <w:name w:val="Сетка таблицы21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11">
    <w:name w:val="Нет списка31121"/>
    <w:next w:val="a5"/>
    <w:uiPriority w:val="99"/>
    <w:semiHidden/>
    <w:unhideWhenUsed/>
    <w:rsid w:val="006C7728"/>
  </w:style>
  <w:style w:type="table" w:customStyle="1" w:styleId="52111">
    <w:name w:val="Сетка таблицы521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21">
    <w:name w:val="Нет списка121121"/>
    <w:next w:val="a5"/>
    <w:uiPriority w:val="99"/>
    <w:semiHidden/>
    <w:unhideWhenUsed/>
    <w:rsid w:val="006C7728"/>
  </w:style>
  <w:style w:type="table" w:customStyle="1" w:styleId="1821111">
    <w:name w:val="Сетка таблицы1821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1">
    <w:name w:val="Сетка таблицы12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11">
    <w:name w:val="Сетка таблицы172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11">
    <w:name w:val="Сетка таблицы82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11">
    <w:name w:val="Сетка таблицы92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11">
    <w:name w:val="Сетка таблицы192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11">
    <w:name w:val="Сетка таблицы102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11">
    <w:name w:val="Сетка таблицы20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11">
    <w:name w:val="Сетка таблицы24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11">
    <w:name w:val="Сетка таблицы25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11">
    <w:name w:val="Сетка таблицы26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11">
    <w:name w:val="Сетка таблицы27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11">
    <w:name w:val="Сетка таблицы152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11">
    <w:name w:val="Сетка таблицы11421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11">
    <w:name w:val="Сетка таблицы2321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1">
    <w:name w:val="Темный список321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11">
    <w:name w:val="Сетка таблицы162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11">
    <w:name w:val="Сетка таблицы1102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11">
    <w:name w:val="Сетка таблицы28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11">
    <w:name w:val="Сетка таблицы22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1">
    <w:name w:val="Сетка таблицы41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1">
    <w:name w:val="Сетка таблицы5111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Сетка таблицы44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11">
    <w:name w:val="Сетка таблицы54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11">
    <w:name w:val="Сетка таблицы413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1">
    <w:name w:val="Сетка таблицы513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11">
    <w:name w:val="Сетка таблицы45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11">
    <w:name w:val="Сетка таблицы55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11">
    <w:name w:val="Сетка таблицы414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1">
    <w:name w:val="Сетка таблицы514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1">
    <w:name w:val="Сетка таблицы64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1">
    <w:name w:val="Сетка таблицы113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10">
    <w:name w:val="Нет списка611"/>
    <w:next w:val="a5"/>
    <w:uiPriority w:val="99"/>
    <w:semiHidden/>
    <w:unhideWhenUsed/>
    <w:rsid w:val="006C7728"/>
  </w:style>
  <w:style w:type="numbering" w:customStyle="1" w:styleId="15110">
    <w:name w:val="Нет списка1511"/>
    <w:next w:val="a5"/>
    <w:uiPriority w:val="99"/>
    <w:semiHidden/>
    <w:unhideWhenUsed/>
    <w:rsid w:val="006C7728"/>
  </w:style>
  <w:style w:type="numbering" w:customStyle="1" w:styleId="23110">
    <w:name w:val="Нет списка2311"/>
    <w:next w:val="a5"/>
    <w:uiPriority w:val="99"/>
    <w:semiHidden/>
    <w:unhideWhenUsed/>
    <w:rsid w:val="006C7728"/>
  </w:style>
  <w:style w:type="numbering" w:customStyle="1" w:styleId="113110">
    <w:name w:val="Нет списка11311"/>
    <w:next w:val="a5"/>
    <w:uiPriority w:val="99"/>
    <w:semiHidden/>
    <w:unhideWhenUsed/>
    <w:rsid w:val="006C7728"/>
  </w:style>
  <w:style w:type="numbering" w:customStyle="1" w:styleId="33110">
    <w:name w:val="Нет списка3311"/>
    <w:next w:val="a5"/>
    <w:uiPriority w:val="99"/>
    <w:semiHidden/>
    <w:unhideWhenUsed/>
    <w:rsid w:val="006C7728"/>
  </w:style>
  <w:style w:type="numbering" w:customStyle="1" w:styleId="12311">
    <w:name w:val="Нет списка12311"/>
    <w:next w:val="a5"/>
    <w:uiPriority w:val="99"/>
    <w:semiHidden/>
    <w:unhideWhenUsed/>
    <w:rsid w:val="006C7728"/>
  </w:style>
  <w:style w:type="numbering" w:customStyle="1" w:styleId="42110">
    <w:name w:val="Нет списка4211"/>
    <w:next w:val="a5"/>
    <w:uiPriority w:val="99"/>
    <w:semiHidden/>
    <w:unhideWhenUsed/>
    <w:rsid w:val="006C7728"/>
  </w:style>
  <w:style w:type="numbering" w:customStyle="1" w:styleId="13211">
    <w:name w:val="Нет списка13211"/>
    <w:next w:val="a5"/>
    <w:uiPriority w:val="99"/>
    <w:semiHidden/>
    <w:unhideWhenUsed/>
    <w:rsid w:val="006C7728"/>
  </w:style>
  <w:style w:type="numbering" w:customStyle="1" w:styleId="212111">
    <w:name w:val="Нет списка21211"/>
    <w:next w:val="a5"/>
    <w:uiPriority w:val="99"/>
    <w:semiHidden/>
    <w:unhideWhenUsed/>
    <w:rsid w:val="006C7728"/>
  </w:style>
  <w:style w:type="numbering" w:customStyle="1" w:styleId="1112110">
    <w:name w:val="Нет списка111211"/>
    <w:next w:val="a5"/>
    <w:uiPriority w:val="99"/>
    <w:semiHidden/>
    <w:unhideWhenUsed/>
    <w:rsid w:val="006C7728"/>
  </w:style>
  <w:style w:type="numbering" w:customStyle="1" w:styleId="312111">
    <w:name w:val="Нет списка31211"/>
    <w:next w:val="a5"/>
    <w:uiPriority w:val="99"/>
    <w:semiHidden/>
    <w:unhideWhenUsed/>
    <w:rsid w:val="006C7728"/>
  </w:style>
  <w:style w:type="numbering" w:customStyle="1" w:styleId="121211">
    <w:name w:val="Нет списка121211"/>
    <w:next w:val="a5"/>
    <w:uiPriority w:val="99"/>
    <w:semiHidden/>
    <w:unhideWhenUsed/>
    <w:rsid w:val="006C7728"/>
  </w:style>
  <w:style w:type="numbering" w:customStyle="1" w:styleId="51110">
    <w:name w:val="Нет списка5111"/>
    <w:next w:val="a5"/>
    <w:uiPriority w:val="99"/>
    <w:semiHidden/>
    <w:unhideWhenUsed/>
    <w:rsid w:val="006C7728"/>
  </w:style>
  <w:style w:type="numbering" w:customStyle="1" w:styleId="14111">
    <w:name w:val="Нет списка14111"/>
    <w:next w:val="a5"/>
    <w:uiPriority w:val="99"/>
    <w:semiHidden/>
    <w:unhideWhenUsed/>
    <w:rsid w:val="006C7728"/>
  </w:style>
  <w:style w:type="numbering" w:customStyle="1" w:styleId="221110">
    <w:name w:val="Нет списка22111"/>
    <w:next w:val="a5"/>
    <w:uiPriority w:val="99"/>
    <w:semiHidden/>
    <w:unhideWhenUsed/>
    <w:rsid w:val="006C7728"/>
  </w:style>
  <w:style w:type="numbering" w:customStyle="1" w:styleId="1121110">
    <w:name w:val="Нет списка112111"/>
    <w:next w:val="a5"/>
    <w:uiPriority w:val="99"/>
    <w:semiHidden/>
    <w:unhideWhenUsed/>
    <w:rsid w:val="006C7728"/>
  </w:style>
  <w:style w:type="numbering" w:customStyle="1" w:styleId="321110">
    <w:name w:val="Нет списка32111"/>
    <w:next w:val="a5"/>
    <w:uiPriority w:val="99"/>
    <w:semiHidden/>
    <w:unhideWhenUsed/>
    <w:rsid w:val="006C7728"/>
  </w:style>
  <w:style w:type="numbering" w:customStyle="1" w:styleId="122111">
    <w:name w:val="Нет списка122111"/>
    <w:next w:val="a5"/>
    <w:uiPriority w:val="99"/>
    <w:semiHidden/>
    <w:unhideWhenUsed/>
    <w:rsid w:val="006C7728"/>
  </w:style>
  <w:style w:type="numbering" w:customStyle="1" w:styleId="411110">
    <w:name w:val="Нет списка41111"/>
    <w:next w:val="a5"/>
    <w:uiPriority w:val="99"/>
    <w:semiHidden/>
    <w:unhideWhenUsed/>
    <w:rsid w:val="006C7728"/>
  </w:style>
  <w:style w:type="numbering" w:customStyle="1" w:styleId="131111">
    <w:name w:val="Нет списка131111"/>
    <w:next w:val="a5"/>
    <w:uiPriority w:val="99"/>
    <w:semiHidden/>
    <w:unhideWhenUsed/>
    <w:rsid w:val="006C7728"/>
  </w:style>
  <w:style w:type="numbering" w:customStyle="1" w:styleId="2111111">
    <w:name w:val="Нет списка211111"/>
    <w:next w:val="a5"/>
    <w:uiPriority w:val="99"/>
    <w:semiHidden/>
    <w:unhideWhenUsed/>
    <w:rsid w:val="006C7728"/>
  </w:style>
  <w:style w:type="numbering" w:customStyle="1" w:styleId="1111211">
    <w:name w:val="Нет списка1111211"/>
    <w:next w:val="a5"/>
    <w:uiPriority w:val="99"/>
    <w:semiHidden/>
    <w:unhideWhenUsed/>
    <w:rsid w:val="006C7728"/>
  </w:style>
  <w:style w:type="numbering" w:customStyle="1" w:styleId="3111111">
    <w:name w:val="Нет списка311111"/>
    <w:next w:val="a5"/>
    <w:uiPriority w:val="99"/>
    <w:semiHidden/>
    <w:unhideWhenUsed/>
    <w:rsid w:val="006C7728"/>
  </w:style>
  <w:style w:type="numbering" w:customStyle="1" w:styleId="12111110">
    <w:name w:val="Нет списка1211111"/>
    <w:next w:val="a5"/>
    <w:uiPriority w:val="99"/>
    <w:semiHidden/>
    <w:unhideWhenUsed/>
    <w:rsid w:val="006C7728"/>
  </w:style>
  <w:style w:type="table" w:customStyle="1" w:styleId="11511">
    <w:name w:val="Сетка таблицы115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1">
    <w:name w:val="Сетка таблицы113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11">
    <w:name w:val="Нет списка711"/>
    <w:next w:val="a5"/>
    <w:uiPriority w:val="99"/>
    <w:semiHidden/>
    <w:unhideWhenUsed/>
    <w:rsid w:val="006C7728"/>
  </w:style>
  <w:style w:type="table" w:customStyle="1" w:styleId="3011">
    <w:name w:val="Сетка таблицы3011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7">
    <w:name w:val="Нет списка10"/>
    <w:next w:val="a5"/>
    <w:uiPriority w:val="99"/>
    <w:semiHidden/>
    <w:unhideWhenUsed/>
    <w:rsid w:val="006C7728"/>
  </w:style>
  <w:style w:type="numbering" w:customStyle="1" w:styleId="180">
    <w:name w:val="Нет списка18"/>
    <w:next w:val="a5"/>
    <w:uiPriority w:val="99"/>
    <w:semiHidden/>
    <w:unhideWhenUsed/>
    <w:rsid w:val="006C7728"/>
  </w:style>
  <w:style w:type="table" w:customStyle="1" w:styleId="13130">
    <w:name w:val="Сетка таблицы1313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4"/>
    <w:next w:val="a6"/>
    <w:uiPriority w:val="9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Сетка таблицы120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Нет списка116"/>
    <w:next w:val="a5"/>
    <w:uiPriority w:val="99"/>
    <w:semiHidden/>
    <w:unhideWhenUsed/>
    <w:rsid w:val="006C7728"/>
  </w:style>
  <w:style w:type="table" w:customStyle="1" w:styleId="11100">
    <w:name w:val="Сетка таблицы1110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Сетка таблицы111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8">
    <w:name w:val="Сетка таблицы218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80">
    <w:name w:val="Сетка таблицы38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8">
    <w:name w:val="Сетка таблицы48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8">
    <w:name w:val="Сетка таблицы58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7">
    <w:name w:val="Сетка таблицы67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30">
    <w:name w:val="Сетка таблицы73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50">
    <w:name w:val="Сетка таблицы125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67">
    <w:name w:val="Нет списка26"/>
    <w:next w:val="a5"/>
    <w:uiPriority w:val="99"/>
    <w:semiHidden/>
    <w:unhideWhenUsed/>
    <w:rsid w:val="006C7728"/>
  </w:style>
  <w:style w:type="table" w:customStyle="1" w:styleId="87">
    <w:name w:val="Сетка таблицы87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Сетка таблицы13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7">
    <w:name w:val="Сетка таблицы97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3">
    <w:name w:val="Сетка таблицы3743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7">
    <w:name w:val="Сетка таблицы157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Сетка таблицы517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3">
    <w:name w:val="Сетка таблицы613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3">
    <w:name w:val="Сетка таблицы623"/>
    <w:basedOn w:val="a4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62">
    <w:name w:val="Нет списка36"/>
    <w:next w:val="a5"/>
    <w:uiPriority w:val="99"/>
    <w:semiHidden/>
    <w:unhideWhenUsed/>
    <w:rsid w:val="006C7728"/>
  </w:style>
  <w:style w:type="table" w:customStyle="1" w:styleId="257">
    <w:name w:val="Сетка таблицы257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0">
    <w:name w:val="Сетка таблицы107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Сетка таблицы187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Сетка таблицы177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Сетка таблицы197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Сетка таблицы207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7">
    <w:name w:val="Сетка таблицы247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70">
    <w:name w:val="Сетка таблицы267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7">
    <w:name w:val="Сетка таблицы277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7">
    <w:name w:val="Сетка таблицы1147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Сетка таблицы237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">
    <w:name w:val="Темный список37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7">
    <w:name w:val="Сетка таблицы167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Сетка таблицы1107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Сетка таблицы287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7">
    <w:name w:val="Сетка таблицы417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5">
    <w:name w:val="Нет списка1115"/>
    <w:next w:val="a5"/>
    <w:uiPriority w:val="99"/>
    <w:semiHidden/>
    <w:unhideWhenUsed/>
    <w:rsid w:val="006C7728"/>
  </w:style>
  <w:style w:type="table" w:customStyle="1" w:styleId="1815">
    <w:name w:val="Сетка таблицы1815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Сетка таблицы171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50">
    <w:name w:val="Сетка таблицы81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5">
    <w:name w:val="Сетка таблицы91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5">
    <w:name w:val="Сетка таблицы191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Сетка таблицы101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5">
    <w:name w:val="Сетка таблицы20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5">
    <w:name w:val="Сетка таблицы24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5">
    <w:name w:val="Сетка таблицы25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5">
    <w:name w:val="Сетка таблицы26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5">
    <w:name w:val="Сетка таблицы27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5">
    <w:name w:val="Сетка таблицы151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5">
    <w:name w:val="Сетка таблицы11415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Сетка таблицы2315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0">
    <w:name w:val="Темный список315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5">
    <w:name w:val="Сетка таблицы161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Сетка таблицы1101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Сетка таблицы28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9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6">
    <w:name w:val="Нет списка126"/>
    <w:next w:val="a5"/>
    <w:uiPriority w:val="99"/>
    <w:semiHidden/>
    <w:unhideWhenUsed/>
    <w:rsid w:val="006C7728"/>
  </w:style>
  <w:style w:type="table" w:customStyle="1" w:styleId="1825">
    <w:name w:val="Сетка таблицы1825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Сетка таблицы172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5">
    <w:name w:val="Сетка таблицы82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5">
    <w:name w:val="Сетка таблицы92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5">
    <w:name w:val="Сетка таблицы192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Сетка таблицы102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5">
    <w:name w:val="Сетка таблицы20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5">
    <w:name w:val="Сетка таблицы24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5">
    <w:name w:val="Сетка таблицы25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5">
    <w:name w:val="Сетка таблицы26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5">
    <w:name w:val="Сетка таблицы27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5">
    <w:name w:val="Сетка таблицы152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5">
    <w:name w:val="Сетка таблицы11425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Сетка таблицы2325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Темный список325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5">
    <w:name w:val="Сетка таблицы162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Сетка таблицы1102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Сетка таблицы28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5">
    <w:name w:val="Сетка таблицы225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Сетка таблицы41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Сетка таблицы5114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0">
    <w:name w:val="Нет списка45"/>
    <w:next w:val="a5"/>
    <w:uiPriority w:val="99"/>
    <w:semiHidden/>
    <w:unhideWhenUsed/>
    <w:rsid w:val="006C7728"/>
  </w:style>
  <w:style w:type="numbering" w:customStyle="1" w:styleId="135">
    <w:name w:val="Нет списка135"/>
    <w:next w:val="a5"/>
    <w:uiPriority w:val="99"/>
    <w:semiHidden/>
    <w:unhideWhenUsed/>
    <w:rsid w:val="006C7728"/>
  </w:style>
  <w:style w:type="table" w:customStyle="1" w:styleId="1834">
    <w:name w:val="Сетка таблицы183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Сетка таблицы173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4">
    <w:name w:val="Сетка таблицы83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4">
    <w:name w:val="Сетка таблицы93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4">
    <w:name w:val="Сетка таблицы193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Сетка таблицы103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4">
    <w:name w:val="Сетка таблицы20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4">
    <w:name w:val="Сетка таблицы24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4">
    <w:name w:val="Сетка таблицы25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4">
    <w:name w:val="Сетка таблицы26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4">
    <w:name w:val="Сетка таблицы27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4">
    <w:name w:val="Сетка таблицы153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4">
    <w:name w:val="Сетка таблицы1143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Сетка таблицы233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4">
    <w:name w:val="Темный список33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4">
    <w:name w:val="Сетка таблицы163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Сетка таблицы1103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Сетка таблицы28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4">
    <w:name w:val="Сетка таблицы29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Сетка таблицы3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0">
    <w:name w:val="Нет списка215"/>
    <w:next w:val="a5"/>
    <w:uiPriority w:val="99"/>
    <w:semiHidden/>
    <w:unhideWhenUsed/>
    <w:rsid w:val="006C7728"/>
  </w:style>
  <w:style w:type="table" w:customStyle="1" w:styleId="424">
    <w:name w:val="Сетка таблицы424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5">
    <w:name w:val="Нет списка11115"/>
    <w:next w:val="a5"/>
    <w:uiPriority w:val="99"/>
    <w:semiHidden/>
    <w:unhideWhenUsed/>
    <w:rsid w:val="006C7728"/>
  </w:style>
  <w:style w:type="table" w:customStyle="1" w:styleId="18114">
    <w:name w:val="Сетка таблицы1811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4">
    <w:name w:val="Сетка таблицы171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4">
    <w:name w:val="Сетка таблицы81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4">
    <w:name w:val="Сетка таблицы91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4">
    <w:name w:val="Сетка таблицы191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4">
    <w:name w:val="Сетка таблицы101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4">
    <w:name w:val="Сетка таблицы20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4">
    <w:name w:val="Сетка таблицы24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4">
    <w:name w:val="Сетка таблицы25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4">
    <w:name w:val="Сетка таблицы26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4">
    <w:name w:val="Сетка таблицы27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4">
    <w:name w:val="Сетка таблицы151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4">
    <w:name w:val="Сетка таблицы11411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4">
    <w:name w:val="Сетка таблицы2311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Темный список311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4">
    <w:name w:val="Сетка таблицы161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4">
    <w:name w:val="Сетка таблицы1101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4">
    <w:name w:val="Сетка таблицы28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4">
    <w:name w:val="Сетка таблицы21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1">
    <w:name w:val="Нет списка315"/>
    <w:next w:val="a5"/>
    <w:uiPriority w:val="99"/>
    <w:semiHidden/>
    <w:unhideWhenUsed/>
    <w:rsid w:val="006C7728"/>
  </w:style>
  <w:style w:type="table" w:customStyle="1" w:styleId="524">
    <w:name w:val="Сетка таблицы524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5">
    <w:name w:val="Нет списка1215"/>
    <w:next w:val="a5"/>
    <w:uiPriority w:val="99"/>
    <w:semiHidden/>
    <w:unhideWhenUsed/>
    <w:rsid w:val="006C7728"/>
  </w:style>
  <w:style w:type="table" w:customStyle="1" w:styleId="18214">
    <w:name w:val="Сетка таблицы1821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0">
    <w:name w:val="Сетка таблицы12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4">
    <w:name w:val="Сетка таблицы172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4">
    <w:name w:val="Сетка таблицы82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4">
    <w:name w:val="Сетка таблицы92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4">
    <w:name w:val="Сетка таблицы192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4">
    <w:name w:val="Сетка таблицы102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4">
    <w:name w:val="Сетка таблицы20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4">
    <w:name w:val="Сетка таблицы24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4">
    <w:name w:val="Сетка таблицы25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4">
    <w:name w:val="Сетка таблицы26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4">
    <w:name w:val="Сетка таблицы27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4">
    <w:name w:val="Сетка таблицы152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4">
    <w:name w:val="Сетка таблицы11421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4">
    <w:name w:val="Сетка таблицы2321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Темный список321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4">
    <w:name w:val="Сетка таблицы162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4">
    <w:name w:val="Сетка таблицы1102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4">
    <w:name w:val="Сетка таблицы28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4">
    <w:name w:val="Сетка таблицы22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0">
    <w:name w:val="Нет списка54"/>
    <w:next w:val="a5"/>
    <w:uiPriority w:val="99"/>
    <w:semiHidden/>
    <w:unhideWhenUsed/>
    <w:rsid w:val="006C7728"/>
  </w:style>
  <w:style w:type="numbering" w:customStyle="1" w:styleId="144">
    <w:name w:val="Нет списка144"/>
    <w:next w:val="a5"/>
    <w:uiPriority w:val="99"/>
    <w:semiHidden/>
    <w:unhideWhenUsed/>
    <w:rsid w:val="006C7728"/>
  </w:style>
  <w:style w:type="table" w:customStyle="1" w:styleId="1843">
    <w:name w:val="Сетка таблицы184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Сетка таблицы174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3">
    <w:name w:val="Сетка таблицы84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3">
    <w:name w:val="Сетка таблицы94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3">
    <w:name w:val="Сетка таблицы194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Сетка таблицы104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3">
    <w:name w:val="Сетка таблицы20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3">
    <w:name w:val="Сетка таблицы24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3">
    <w:name w:val="Сетка таблицы25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3">
    <w:name w:val="Сетка таблицы26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3">
    <w:name w:val="Сетка таблицы27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3">
    <w:name w:val="Сетка таблицы154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3">
    <w:name w:val="Сетка таблицы1144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Сетка таблицы234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3">
    <w:name w:val="Темный список34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3">
    <w:name w:val="Сетка таблицы164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Сетка таблицы1104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Сетка таблицы28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3">
    <w:name w:val="Сетка таблицы210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Сетка таблицы3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40">
    <w:name w:val="Нет списка224"/>
    <w:next w:val="a5"/>
    <w:uiPriority w:val="99"/>
    <w:semiHidden/>
    <w:unhideWhenUsed/>
    <w:rsid w:val="006C7728"/>
  </w:style>
  <w:style w:type="table" w:customStyle="1" w:styleId="433">
    <w:name w:val="Сетка таблицы43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4">
    <w:name w:val="Нет списка1124"/>
    <w:next w:val="a5"/>
    <w:uiPriority w:val="99"/>
    <w:semiHidden/>
    <w:unhideWhenUsed/>
    <w:rsid w:val="006C7728"/>
  </w:style>
  <w:style w:type="table" w:customStyle="1" w:styleId="18123">
    <w:name w:val="Сетка таблицы1812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3">
    <w:name w:val="Сетка таблицы171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3">
    <w:name w:val="Сетка таблицы81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3">
    <w:name w:val="Сетка таблицы91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3">
    <w:name w:val="Сетка таблицы191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3">
    <w:name w:val="Сетка таблицы101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3">
    <w:name w:val="Сетка таблицы20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3">
    <w:name w:val="Сетка таблицы24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3">
    <w:name w:val="Сетка таблицы25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3">
    <w:name w:val="Сетка таблицы26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3">
    <w:name w:val="Сетка таблицы27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3">
    <w:name w:val="Сетка таблицы151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3">
    <w:name w:val="Сетка таблицы11412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3">
    <w:name w:val="Сетка таблицы2312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Темный список312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3">
    <w:name w:val="Сетка таблицы161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3">
    <w:name w:val="Сетка таблицы1101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3">
    <w:name w:val="Сетка таблицы28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3">
    <w:name w:val="Сетка таблицы21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41">
    <w:name w:val="Нет списка324"/>
    <w:next w:val="a5"/>
    <w:uiPriority w:val="99"/>
    <w:semiHidden/>
    <w:unhideWhenUsed/>
    <w:rsid w:val="006C7728"/>
  </w:style>
  <w:style w:type="table" w:customStyle="1" w:styleId="533">
    <w:name w:val="Сетка таблицы53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4">
    <w:name w:val="Нет списка1224"/>
    <w:next w:val="a5"/>
    <w:uiPriority w:val="99"/>
    <w:semiHidden/>
    <w:unhideWhenUsed/>
    <w:rsid w:val="006C7728"/>
  </w:style>
  <w:style w:type="table" w:customStyle="1" w:styleId="18223">
    <w:name w:val="Сетка таблицы1822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0">
    <w:name w:val="Сетка таблицы12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3">
    <w:name w:val="Сетка таблицы172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3">
    <w:name w:val="Сетка таблицы82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3">
    <w:name w:val="Сетка таблицы92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3">
    <w:name w:val="Сетка таблицы192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3">
    <w:name w:val="Сетка таблицы102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3">
    <w:name w:val="Сетка таблицы20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3">
    <w:name w:val="Сетка таблицы24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3">
    <w:name w:val="Сетка таблицы25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3">
    <w:name w:val="Сетка таблицы26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3">
    <w:name w:val="Сетка таблицы27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3">
    <w:name w:val="Сетка таблицы152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3">
    <w:name w:val="Сетка таблицы11422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3">
    <w:name w:val="Сетка таблицы2322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Темный список322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3">
    <w:name w:val="Сетка таблицы162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3">
    <w:name w:val="Сетка таблицы1102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3">
    <w:name w:val="Сетка таблицы28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3">
    <w:name w:val="Сетка таблицы22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">
    <w:name w:val="Сетка таблицы41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Сетка таблицы512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40">
    <w:name w:val="Нет списка414"/>
    <w:next w:val="a5"/>
    <w:uiPriority w:val="99"/>
    <w:semiHidden/>
    <w:unhideWhenUsed/>
    <w:rsid w:val="006C7728"/>
  </w:style>
  <w:style w:type="numbering" w:customStyle="1" w:styleId="1314">
    <w:name w:val="Нет списка1314"/>
    <w:next w:val="a5"/>
    <w:uiPriority w:val="99"/>
    <w:semiHidden/>
    <w:unhideWhenUsed/>
    <w:rsid w:val="006C7728"/>
  </w:style>
  <w:style w:type="table" w:customStyle="1" w:styleId="18313">
    <w:name w:val="Сетка таблицы183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3">
    <w:name w:val="Сетка таблицы173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3">
    <w:name w:val="Сетка таблицы83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3">
    <w:name w:val="Сетка таблицы93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3">
    <w:name w:val="Сетка таблицы193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3">
    <w:name w:val="Сетка таблицы103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3">
    <w:name w:val="Сетка таблицы20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3">
    <w:name w:val="Сетка таблицы24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3">
    <w:name w:val="Сетка таблицы25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3">
    <w:name w:val="Сетка таблицы26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3">
    <w:name w:val="Сетка таблицы27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3">
    <w:name w:val="Сетка таблицы153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3">
    <w:name w:val="Сетка таблицы1143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3">
    <w:name w:val="Сетка таблицы233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30">
    <w:name w:val="Темный список33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3">
    <w:name w:val="Сетка таблицы163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3">
    <w:name w:val="Сетка таблицы1103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3">
    <w:name w:val="Сетка таблицы28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3">
    <w:name w:val="Сетка таблицы29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1">
    <w:name w:val="Сетка таблицы3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40">
    <w:name w:val="Нет списка2114"/>
    <w:next w:val="a5"/>
    <w:uiPriority w:val="99"/>
    <w:semiHidden/>
    <w:unhideWhenUsed/>
    <w:rsid w:val="006C7728"/>
  </w:style>
  <w:style w:type="table" w:customStyle="1" w:styleId="4213">
    <w:name w:val="Сетка таблицы421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3">
    <w:name w:val="Нет списка111113"/>
    <w:next w:val="a5"/>
    <w:uiPriority w:val="99"/>
    <w:semiHidden/>
    <w:unhideWhenUsed/>
    <w:rsid w:val="006C7728"/>
  </w:style>
  <w:style w:type="table" w:customStyle="1" w:styleId="181113">
    <w:name w:val="Сетка таблицы1811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3">
    <w:name w:val="Сетка таблицы171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3">
    <w:name w:val="Сетка таблицы81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3">
    <w:name w:val="Сетка таблицы91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3">
    <w:name w:val="Сетка таблицы191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3">
    <w:name w:val="Сетка таблицы101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3">
    <w:name w:val="Сетка таблицы20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3">
    <w:name w:val="Сетка таблицы24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3">
    <w:name w:val="Сетка таблицы25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3">
    <w:name w:val="Сетка таблицы26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3">
    <w:name w:val="Сетка таблицы27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3">
    <w:name w:val="Сетка таблицы151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3">
    <w:name w:val="Сетка таблицы11411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3">
    <w:name w:val="Сетка таблицы2311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Темный список311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3">
    <w:name w:val="Сетка таблицы161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3">
    <w:name w:val="Сетка таблицы1101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3">
    <w:name w:val="Сетка таблицы28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3">
    <w:name w:val="Сетка таблицы21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40">
    <w:name w:val="Нет списка3114"/>
    <w:next w:val="a5"/>
    <w:uiPriority w:val="99"/>
    <w:semiHidden/>
    <w:unhideWhenUsed/>
    <w:rsid w:val="006C7728"/>
  </w:style>
  <w:style w:type="table" w:customStyle="1" w:styleId="5213">
    <w:name w:val="Сетка таблицы521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4">
    <w:name w:val="Нет списка12114"/>
    <w:next w:val="a5"/>
    <w:uiPriority w:val="99"/>
    <w:semiHidden/>
    <w:unhideWhenUsed/>
    <w:rsid w:val="006C7728"/>
  </w:style>
  <w:style w:type="table" w:customStyle="1" w:styleId="182113">
    <w:name w:val="Сетка таблицы1821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30">
    <w:name w:val="Сетка таблицы12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3">
    <w:name w:val="Сетка таблицы172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3">
    <w:name w:val="Сетка таблицы82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3">
    <w:name w:val="Сетка таблицы92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3">
    <w:name w:val="Сетка таблицы192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3">
    <w:name w:val="Сетка таблицы102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3">
    <w:name w:val="Сетка таблицы20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3">
    <w:name w:val="Сетка таблицы24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3">
    <w:name w:val="Сетка таблицы25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3">
    <w:name w:val="Сетка таблицы26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3">
    <w:name w:val="Сетка таблицы27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3">
    <w:name w:val="Сетка таблицы152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3">
    <w:name w:val="Сетка таблицы11421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3">
    <w:name w:val="Сетка таблицы2321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30">
    <w:name w:val="Темный список321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3">
    <w:name w:val="Сетка таблицы162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3">
    <w:name w:val="Сетка таблицы1102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3">
    <w:name w:val="Сетка таблицы28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3">
    <w:name w:val="Сетка таблицы22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3">
    <w:name w:val="Сетка таблицы41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3">
    <w:name w:val="Сетка таблицы5111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Сетка таблицы44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3">
    <w:name w:val="Сетка таблицы54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3">
    <w:name w:val="Сетка таблицы413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Сетка таблицы513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3">
    <w:name w:val="Сетка таблицы45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3">
    <w:name w:val="Сетка таблицы55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3">
    <w:name w:val="Сетка таблицы414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Сетка таблицы514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4">
    <w:name w:val="Сетка таблицы113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5"/>
    <w:uiPriority w:val="99"/>
    <w:semiHidden/>
    <w:unhideWhenUsed/>
    <w:rsid w:val="006C7728"/>
  </w:style>
  <w:style w:type="numbering" w:customStyle="1" w:styleId="1530">
    <w:name w:val="Нет списка153"/>
    <w:next w:val="a5"/>
    <w:uiPriority w:val="99"/>
    <w:semiHidden/>
    <w:unhideWhenUsed/>
    <w:rsid w:val="006C7728"/>
  </w:style>
  <w:style w:type="numbering" w:customStyle="1" w:styleId="2330">
    <w:name w:val="Нет списка233"/>
    <w:next w:val="a5"/>
    <w:uiPriority w:val="99"/>
    <w:semiHidden/>
    <w:unhideWhenUsed/>
    <w:rsid w:val="006C7728"/>
  </w:style>
  <w:style w:type="numbering" w:customStyle="1" w:styleId="11330">
    <w:name w:val="Нет списка1133"/>
    <w:next w:val="a5"/>
    <w:uiPriority w:val="99"/>
    <w:semiHidden/>
    <w:unhideWhenUsed/>
    <w:rsid w:val="006C7728"/>
  </w:style>
  <w:style w:type="numbering" w:customStyle="1" w:styleId="3331">
    <w:name w:val="Нет списка333"/>
    <w:next w:val="a5"/>
    <w:uiPriority w:val="99"/>
    <w:semiHidden/>
    <w:unhideWhenUsed/>
    <w:rsid w:val="006C7728"/>
  </w:style>
  <w:style w:type="numbering" w:customStyle="1" w:styleId="1233">
    <w:name w:val="Нет списка1233"/>
    <w:next w:val="a5"/>
    <w:uiPriority w:val="99"/>
    <w:semiHidden/>
    <w:unhideWhenUsed/>
    <w:rsid w:val="006C7728"/>
  </w:style>
  <w:style w:type="numbering" w:customStyle="1" w:styleId="4230">
    <w:name w:val="Нет списка423"/>
    <w:next w:val="a5"/>
    <w:uiPriority w:val="99"/>
    <w:semiHidden/>
    <w:unhideWhenUsed/>
    <w:rsid w:val="006C7728"/>
  </w:style>
  <w:style w:type="numbering" w:customStyle="1" w:styleId="1323">
    <w:name w:val="Нет списка1323"/>
    <w:next w:val="a5"/>
    <w:uiPriority w:val="99"/>
    <w:semiHidden/>
    <w:unhideWhenUsed/>
    <w:rsid w:val="006C7728"/>
  </w:style>
  <w:style w:type="numbering" w:customStyle="1" w:styleId="21230">
    <w:name w:val="Нет списка2123"/>
    <w:next w:val="a5"/>
    <w:uiPriority w:val="99"/>
    <w:semiHidden/>
    <w:unhideWhenUsed/>
    <w:rsid w:val="006C7728"/>
  </w:style>
  <w:style w:type="numbering" w:customStyle="1" w:styleId="11123">
    <w:name w:val="Нет списка11123"/>
    <w:next w:val="a5"/>
    <w:uiPriority w:val="99"/>
    <w:semiHidden/>
    <w:unhideWhenUsed/>
    <w:rsid w:val="006C7728"/>
  </w:style>
  <w:style w:type="numbering" w:customStyle="1" w:styleId="31230">
    <w:name w:val="Нет списка3123"/>
    <w:next w:val="a5"/>
    <w:uiPriority w:val="99"/>
    <w:semiHidden/>
    <w:unhideWhenUsed/>
    <w:rsid w:val="006C7728"/>
  </w:style>
  <w:style w:type="numbering" w:customStyle="1" w:styleId="12123">
    <w:name w:val="Нет списка12123"/>
    <w:next w:val="a5"/>
    <w:uiPriority w:val="99"/>
    <w:semiHidden/>
    <w:unhideWhenUsed/>
    <w:rsid w:val="006C7728"/>
  </w:style>
  <w:style w:type="numbering" w:customStyle="1" w:styleId="5130">
    <w:name w:val="Нет списка513"/>
    <w:next w:val="a5"/>
    <w:uiPriority w:val="99"/>
    <w:semiHidden/>
    <w:unhideWhenUsed/>
    <w:rsid w:val="006C7728"/>
  </w:style>
  <w:style w:type="numbering" w:customStyle="1" w:styleId="1413">
    <w:name w:val="Нет списка1413"/>
    <w:next w:val="a5"/>
    <w:uiPriority w:val="99"/>
    <w:semiHidden/>
    <w:unhideWhenUsed/>
    <w:rsid w:val="006C7728"/>
  </w:style>
  <w:style w:type="numbering" w:customStyle="1" w:styleId="22130">
    <w:name w:val="Нет списка2213"/>
    <w:next w:val="a5"/>
    <w:uiPriority w:val="99"/>
    <w:semiHidden/>
    <w:unhideWhenUsed/>
    <w:rsid w:val="006C7728"/>
  </w:style>
  <w:style w:type="numbering" w:customStyle="1" w:styleId="11213">
    <w:name w:val="Нет списка11213"/>
    <w:next w:val="a5"/>
    <w:uiPriority w:val="99"/>
    <w:semiHidden/>
    <w:unhideWhenUsed/>
    <w:rsid w:val="006C7728"/>
  </w:style>
  <w:style w:type="numbering" w:customStyle="1" w:styleId="32131">
    <w:name w:val="Нет списка3213"/>
    <w:next w:val="a5"/>
    <w:uiPriority w:val="99"/>
    <w:semiHidden/>
    <w:unhideWhenUsed/>
    <w:rsid w:val="006C7728"/>
  </w:style>
  <w:style w:type="numbering" w:customStyle="1" w:styleId="12213">
    <w:name w:val="Нет списка12213"/>
    <w:next w:val="a5"/>
    <w:uiPriority w:val="99"/>
    <w:semiHidden/>
    <w:unhideWhenUsed/>
    <w:rsid w:val="006C7728"/>
  </w:style>
  <w:style w:type="numbering" w:customStyle="1" w:styleId="41130">
    <w:name w:val="Нет списка4113"/>
    <w:next w:val="a5"/>
    <w:uiPriority w:val="99"/>
    <w:semiHidden/>
    <w:unhideWhenUsed/>
    <w:rsid w:val="006C7728"/>
  </w:style>
  <w:style w:type="numbering" w:customStyle="1" w:styleId="13113">
    <w:name w:val="Нет списка13113"/>
    <w:next w:val="a5"/>
    <w:uiPriority w:val="99"/>
    <w:semiHidden/>
    <w:unhideWhenUsed/>
    <w:rsid w:val="006C7728"/>
  </w:style>
  <w:style w:type="numbering" w:customStyle="1" w:styleId="211130">
    <w:name w:val="Нет списка21113"/>
    <w:next w:val="a5"/>
    <w:uiPriority w:val="99"/>
    <w:semiHidden/>
    <w:unhideWhenUsed/>
    <w:rsid w:val="006C7728"/>
  </w:style>
  <w:style w:type="numbering" w:customStyle="1" w:styleId="111123">
    <w:name w:val="Нет списка111123"/>
    <w:next w:val="a5"/>
    <w:uiPriority w:val="99"/>
    <w:semiHidden/>
    <w:unhideWhenUsed/>
    <w:rsid w:val="006C7728"/>
  </w:style>
  <w:style w:type="numbering" w:customStyle="1" w:styleId="311130">
    <w:name w:val="Нет списка31113"/>
    <w:next w:val="a5"/>
    <w:uiPriority w:val="99"/>
    <w:semiHidden/>
    <w:unhideWhenUsed/>
    <w:rsid w:val="006C7728"/>
  </w:style>
  <w:style w:type="numbering" w:customStyle="1" w:styleId="121113">
    <w:name w:val="Нет списка121113"/>
    <w:next w:val="a5"/>
    <w:uiPriority w:val="99"/>
    <w:semiHidden/>
    <w:unhideWhenUsed/>
    <w:rsid w:val="006C7728"/>
  </w:style>
  <w:style w:type="table" w:customStyle="1" w:styleId="1153">
    <w:name w:val="Сетка таблицы115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1">
    <w:name w:val="Нет списка73"/>
    <w:next w:val="a5"/>
    <w:uiPriority w:val="99"/>
    <w:semiHidden/>
    <w:unhideWhenUsed/>
    <w:rsid w:val="006C7728"/>
  </w:style>
  <w:style w:type="table" w:customStyle="1" w:styleId="303">
    <w:name w:val="Сетка таблицы303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0">
    <w:name w:val="Нет списка82"/>
    <w:next w:val="a5"/>
    <w:uiPriority w:val="99"/>
    <w:semiHidden/>
    <w:unhideWhenUsed/>
    <w:rsid w:val="006C7728"/>
  </w:style>
  <w:style w:type="numbering" w:customStyle="1" w:styleId="1620">
    <w:name w:val="Нет списка162"/>
    <w:next w:val="a5"/>
    <w:uiPriority w:val="99"/>
    <w:semiHidden/>
    <w:unhideWhenUsed/>
    <w:rsid w:val="006C7728"/>
  </w:style>
  <w:style w:type="table" w:customStyle="1" w:styleId="131120">
    <w:name w:val="Сетка таблицы13112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4"/>
    <w:next w:val="a6"/>
    <w:uiPriority w:val="9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Сетка таблицы116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20">
    <w:name w:val="Нет списка1142"/>
    <w:next w:val="a5"/>
    <w:uiPriority w:val="99"/>
    <w:semiHidden/>
    <w:unhideWhenUsed/>
    <w:rsid w:val="006C7728"/>
  </w:style>
  <w:style w:type="table" w:customStyle="1" w:styleId="1172">
    <w:name w:val="Сетка таблицы1172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0">
    <w:name w:val="Сетка таблицы1112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42">
    <w:name w:val="Сетка таблицы214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421">
    <w:name w:val="Сетка таблицы34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62">
    <w:name w:val="Сетка таблицы46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62">
    <w:name w:val="Сетка таблицы56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52">
    <w:name w:val="Сетка таблицы65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12">
    <w:name w:val="Сетка таблицы71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320">
    <w:name w:val="Сетка таблицы123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420">
    <w:name w:val="Нет списка242"/>
    <w:next w:val="a5"/>
    <w:uiPriority w:val="99"/>
    <w:semiHidden/>
    <w:unhideWhenUsed/>
    <w:rsid w:val="006C7728"/>
  </w:style>
  <w:style w:type="table" w:customStyle="1" w:styleId="852">
    <w:name w:val="Сетка таблицы852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Сетка таблицы132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52">
    <w:name w:val="Сетка таблицы95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12">
    <w:name w:val="Сетка таблицы37412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52">
    <w:name w:val="Сетка таблицы155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2">
    <w:name w:val="Сетка таблицы515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12">
    <w:name w:val="Сетка таблицы611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12">
    <w:name w:val="Сетка таблицы6212"/>
    <w:basedOn w:val="a4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422">
    <w:name w:val="Нет списка342"/>
    <w:next w:val="a5"/>
    <w:uiPriority w:val="99"/>
    <w:semiHidden/>
    <w:unhideWhenUsed/>
    <w:rsid w:val="006C7728"/>
  </w:style>
  <w:style w:type="table" w:customStyle="1" w:styleId="2552">
    <w:name w:val="Сетка таблицы2552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2">
    <w:name w:val="Сетка таблицы105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2">
    <w:name w:val="Сетка таблицы185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2">
    <w:name w:val="Сетка таблицы175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2">
    <w:name w:val="Сетка таблицы195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2">
    <w:name w:val="Сетка таблицы20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52">
    <w:name w:val="Сетка таблицы24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52">
    <w:name w:val="Сетка таблицы26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52">
    <w:name w:val="Сетка таблицы27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52">
    <w:name w:val="Сетка таблицы1145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2">
    <w:name w:val="Сетка таблицы235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Темный список35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52">
    <w:name w:val="Сетка таблицы165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2">
    <w:name w:val="Сетка таблицы1105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2">
    <w:name w:val="Сетка таблицы28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52">
    <w:name w:val="Сетка таблицы415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32">
    <w:name w:val="Нет списка11132"/>
    <w:next w:val="a5"/>
    <w:uiPriority w:val="99"/>
    <w:semiHidden/>
    <w:unhideWhenUsed/>
    <w:rsid w:val="006C7728"/>
  </w:style>
  <w:style w:type="table" w:customStyle="1" w:styleId="18132">
    <w:name w:val="Сетка таблицы1813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2">
    <w:name w:val="Сетка таблицы171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32">
    <w:name w:val="Сетка таблицы81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32">
    <w:name w:val="Сетка таблицы91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32">
    <w:name w:val="Сетка таблицы191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2">
    <w:name w:val="Сетка таблицы101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32">
    <w:name w:val="Сетка таблицы20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32">
    <w:name w:val="Сетка таблицы24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32">
    <w:name w:val="Сетка таблицы25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32">
    <w:name w:val="Сетка таблицы26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32">
    <w:name w:val="Сетка таблицы27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32">
    <w:name w:val="Сетка таблицы151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2">
    <w:name w:val="Сетка таблицы11413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2">
    <w:name w:val="Сетка таблицы2313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0">
    <w:name w:val="Темный список313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32">
    <w:name w:val="Сетка таблицы161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2">
    <w:name w:val="Сетка таблицы1101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2">
    <w:name w:val="Сетка таблицы28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2">
    <w:name w:val="Сетка таблицы215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2">
    <w:name w:val="Нет списка1242"/>
    <w:next w:val="a5"/>
    <w:uiPriority w:val="99"/>
    <w:semiHidden/>
    <w:unhideWhenUsed/>
    <w:rsid w:val="006C7728"/>
  </w:style>
  <w:style w:type="table" w:customStyle="1" w:styleId="18232">
    <w:name w:val="Сетка таблицы1823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2">
    <w:name w:val="Сетка таблицы172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32">
    <w:name w:val="Сетка таблицы82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32">
    <w:name w:val="Сетка таблицы92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32">
    <w:name w:val="Сетка таблицы192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2">
    <w:name w:val="Сетка таблицы102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32">
    <w:name w:val="Сетка таблицы20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32">
    <w:name w:val="Сетка таблицы24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32">
    <w:name w:val="Сетка таблицы25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32">
    <w:name w:val="Сетка таблицы26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32">
    <w:name w:val="Сетка таблицы27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32">
    <w:name w:val="Сетка таблицы152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32">
    <w:name w:val="Сетка таблицы11423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2">
    <w:name w:val="Сетка таблицы2323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0">
    <w:name w:val="Темный список323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32">
    <w:name w:val="Сетка таблицы162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2">
    <w:name w:val="Сетка таблицы1102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2">
    <w:name w:val="Сетка таблицы28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2">
    <w:name w:val="Сетка таблицы223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2">
    <w:name w:val="Сетка таблицы41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2">
    <w:name w:val="Сетка таблицы5112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20">
    <w:name w:val="Нет списка432"/>
    <w:next w:val="a5"/>
    <w:uiPriority w:val="99"/>
    <w:semiHidden/>
    <w:unhideWhenUsed/>
    <w:rsid w:val="006C7728"/>
  </w:style>
  <w:style w:type="numbering" w:customStyle="1" w:styleId="1332">
    <w:name w:val="Нет списка1332"/>
    <w:next w:val="a5"/>
    <w:uiPriority w:val="99"/>
    <w:semiHidden/>
    <w:unhideWhenUsed/>
    <w:rsid w:val="006C7728"/>
  </w:style>
  <w:style w:type="table" w:customStyle="1" w:styleId="18322">
    <w:name w:val="Сетка таблицы183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2">
    <w:name w:val="Сетка таблицы173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22">
    <w:name w:val="Сетка таблицы83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22">
    <w:name w:val="Сетка таблицы93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22">
    <w:name w:val="Сетка таблицы193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2">
    <w:name w:val="Сетка таблицы103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22">
    <w:name w:val="Сетка таблицы20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22">
    <w:name w:val="Сетка таблицы24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22">
    <w:name w:val="Сетка таблицы25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22">
    <w:name w:val="Сетка таблицы26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22">
    <w:name w:val="Сетка таблицы27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22">
    <w:name w:val="Сетка таблицы153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22">
    <w:name w:val="Сетка таблицы1143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2">
    <w:name w:val="Сетка таблицы233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0">
    <w:name w:val="Темный список33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22">
    <w:name w:val="Сетка таблицы163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2">
    <w:name w:val="Сетка таблицы1103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2">
    <w:name w:val="Сетка таблицы28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22">
    <w:name w:val="Сетка таблицы29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2">
    <w:name w:val="Сетка таблицы3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20">
    <w:name w:val="Нет списка2132"/>
    <w:next w:val="a5"/>
    <w:uiPriority w:val="99"/>
    <w:semiHidden/>
    <w:unhideWhenUsed/>
    <w:rsid w:val="006C7728"/>
  </w:style>
  <w:style w:type="table" w:customStyle="1" w:styleId="4222">
    <w:name w:val="Сетка таблицы422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2">
    <w:name w:val="Нет списка111132"/>
    <w:next w:val="a5"/>
    <w:uiPriority w:val="99"/>
    <w:semiHidden/>
    <w:unhideWhenUsed/>
    <w:rsid w:val="006C7728"/>
  </w:style>
  <w:style w:type="table" w:customStyle="1" w:styleId="181122">
    <w:name w:val="Сетка таблицы1811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22">
    <w:name w:val="Сетка таблицы171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22">
    <w:name w:val="Сетка таблицы81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22">
    <w:name w:val="Сетка таблицы91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22">
    <w:name w:val="Сетка таблицы191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22">
    <w:name w:val="Сетка таблицы101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22">
    <w:name w:val="Сетка таблицы20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22">
    <w:name w:val="Сетка таблицы24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22">
    <w:name w:val="Сетка таблицы25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22">
    <w:name w:val="Сетка таблицы26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22">
    <w:name w:val="Сетка таблицы27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22">
    <w:name w:val="Сетка таблицы151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22">
    <w:name w:val="Сетка таблицы11411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22">
    <w:name w:val="Сетка таблицы2311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20">
    <w:name w:val="Темный список311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22">
    <w:name w:val="Сетка таблицы161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22">
    <w:name w:val="Сетка таблицы1101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22">
    <w:name w:val="Сетка таблицы28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2">
    <w:name w:val="Сетка таблицы21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21">
    <w:name w:val="Нет списка3132"/>
    <w:next w:val="a5"/>
    <w:uiPriority w:val="99"/>
    <w:semiHidden/>
    <w:unhideWhenUsed/>
    <w:rsid w:val="006C7728"/>
  </w:style>
  <w:style w:type="table" w:customStyle="1" w:styleId="5222">
    <w:name w:val="Сетка таблицы522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32">
    <w:name w:val="Нет списка12132"/>
    <w:next w:val="a5"/>
    <w:uiPriority w:val="99"/>
    <w:semiHidden/>
    <w:unhideWhenUsed/>
    <w:rsid w:val="006C7728"/>
  </w:style>
  <w:style w:type="table" w:customStyle="1" w:styleId="182122">
    <w:name w:val="Сетка таблицы1821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20">
    <w:name w:val="Сетка таблицы12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22">
    <w:name w:val="Сетка таблицы172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22">
    <w:name w:val="Сетка таблицы82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22">
    <w:name w:val="Сетка таблицы92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22">
    <w:name w:val="Сетка таблицы192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22">
    <w:name w:val="Сетка таблицы102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22">
    <w:name w:val="Сетка таблицы20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22">
    <w:name w:val="Сетка таблицы24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22">
    <w:name w:val="Сетка таблицы25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22">
    <w:name w:val="Сетка таблицы26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22">
    <w:name w:val="Сетка таблицы27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22">
    <w:name w:val="Сетка таблицы152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22">
    <w:name w:val="Сетка таблицы11421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22">
    <w:name w:val="Сетка таблицы2321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2">
    <w:name w:val="Темный список321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22">
    <w:name w:val="Сетка таблицы162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22">
    <w:name w:val="Сетка таблицы1102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22">
    <w:name w:val="Сетка таблицы28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22">
    <w:name w:val="Сетка таблицы22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0">
    <w:name w:val="Нет списка522"/>
    <w:next w:val="a5"/>
    <w:uiPriority w:val="99"/>
    <w:semiHidden/>
    <w:unhideWhenUsed/>
    <w:rsid w:val="006C7728"/>
  </w:style>
  <w:style w:type="numbering" w:customStyle="1" w:styleId="1422">
    <w:name w:val="Нет списка1422"/>
    <w:next w:val="a5"/>
    <w:uiPriority w:val="99"/>
    <w:semiHidden/>
    <w:unhideWhenUsed/>
    <w:rsid w:val="006C7728"/>
  </w:style>
  <w:style w:type="table" w:customStyle="1" w:styleId="18412">
    <w:name w:val="Сетка таблицы184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2">
    <w:name w:val="Сетка таблицы174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12">
    <w:name w:val="Сетка таблицы84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12">
    <w:name w:val="Сетка таблицы94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12">
    <w:name w:val="Сетка таблицы194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2">
    <w:name w:val="Сетка таблицы104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12">
    <w:name w:val="Сетка таблицы20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12">
    <w:name w:val="Сетка таблицы24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12">
    <w:name w:val="Сетка таблицы25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12">
    <w:name w:val="Сетка таблицы26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12">
    <w:name w:val="Сетка таблицы27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12">
    <w:name w:val="Сетка таблицы154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2">
    <w:name w:val="Сетка таблицы1144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2">
    <w:name w:val="Сетка таблицы234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0">
    <w:name w:val="Темный список34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12">
    <w:name w:val="Сетка таблицы164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2">
    <w:name w:val="Сетка таблицы1104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2">
    <w:name w:val="Сетка таблицы28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12">
    <w:name w:val="Сетка таблицы210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3">
    <w:name w:val="Сетка таблицы3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20">
    <w:name w:val="Нет списка2222"/>
    <w:next w:val="a5"/>
    <w:uiPriority w:val="99"/>
    <w:semiHidden/>
    <w:unhideWhenUsed/>
    <w:rsid w:val="006C7728"/>
  </w:style>
  <w:style w:type="table" w:customStyle="1" w:styleId="4312">
    <w:name w:val="Сетка таблицы43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2">
    <w:name w:val="Нет списка11222"/>
    <w:next w:val="a5"/>
    <w:uiPriority w:val="99"/>
    <w:semiHidden/>
    <w:unhideWhenUsed/>
    <w:rsid w:val="006C7728"/>
  </w:style>
  <w:style w:type="table" w:customStyle="1" w:styleId="181212">
    <w:name w:val="Сетка таблицы1812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2">
    <w:name w:val="Сетка таблицы171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12">
    <w:name w:val="Сетка таблицы81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12">
    <w:name w:val="Сетка таблицы91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12">
    <w:name w:val="Сетка таблицы191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12">
    <w:name w:val="Сетка таблицы101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12">
    <w:name w:val="Сетка таблицы20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12">
    <w:name w:val="Сетка таблицы24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12">
    <w:name w:val="Сетка таблицы25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12">
    <w:name w:val="Сетка таблицы26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12">
    <w:name w:val="Сетка таблицы27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12">
    <w:name w:val="Сетка таблицы151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2">
    <w:name w:val="Сетка таблицы11412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12">
    <w:name w:val="Сетка таблицы2312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20">
    <w:name w:val="Темный список312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12">
    <w:name w:val="Сетка таблицы161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12">
    <w:name w:val="Сетка таблицы1101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12">
    <w:name w:val="Сетка таблицы28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2">
    <w:name w:val="Сетка таблицы21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21">
    <w:name w:val="Нет списка3222"/>
    <w:next w:val="a5"/>
    <w:uiPriority w:val="99"/>
    <w:semiHidden/>
    <w:unhideWhenUsed/>
    <w:rsid w:val="006C7728"/>
  </w:style>
  <w:style w:type="table" w:customStyle="1" w:styleId="5312">
    <w:name w:val="Сетка таблицы53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22">
    <w:name w:val="Нет списка12222"/>
    <w:next w:val="a5"/>
    <w:uiPriority w:val="99"/>
    <w:semiHidden/>
    <w:unhideWhenUsed/>
    <w:rsid w:val="006C7728"/>
  </w:style>
  <w:style w:type="table" w:customStyle="1" w:styleId="182212">
    <w:name w:val="Сетка таблицы1822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12">
    <w:name w:val="Сетка таблицы172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12">
    <w:name w:val="Сетка таблицы82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12">
    <w:name w:val="Сетка таблицы92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12">
    <w:name w:val="Сетка таблицы192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12">
    <w:name w:val="Сетка таблицы102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12">
    <w:name w:val="Сетка таблицы20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12">
    <w:name w:val="Сетка таблицы24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12">
    <w:name w:val="Сетка таблицы25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12">
    <w:name w:val="Сетка таблицы26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12">
    <w:name w:val="Сетка таблицы27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12">
    <w:name w:val="Сетка таблицы152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12">
    <w:name w:val="Сетка таблицы11422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12">
    <w:name w:val="Сетка таблицы2322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2">
    <w:name w:val="Темный список322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12">
    <w:name w:val="Сетка таблицы162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12">
    <w:name w:val="Сетка таблицы1102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12">
    <w:name w:val="Сетка таблицы28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2">
    <w:name w:val="Сетка таблицы22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2">
    <w:name w:val="Сетка таблицы41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2">
    <w:name w:val="Сетка таблицы512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20">
    <w:name w:val="Нет списка4122"/>
    <w:next w:val="a5"/>
    <w:uiPriority w:val="99"/>
    <w:semiHidden/>
    <w:unhideWhenUsed/>
    <w:rsid w:val="006C7728"/>
  </w:style>
  <w:style w:type="numbering" w:customStyle="1" w:styleId="13122">
    <w:name w:val="Нет списка13122"/>
    <w:next w:val="a5"/>
    <w:uiPriority w:val="99"/>
    <w:semiHidden/>
    <w:unhideWhenUsed/>
    <w:rsid w:val="006C7728"/>
  </w:style>
  <w:style w:type="table" w:customStyle="1" w:styleId="183112">
    <w:name w:val="Сетка таблицы183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12">
    <w:name w:val="Сетка таблицы173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12">
    <w:name w:val="Сетка таблицы83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12">
    <w:name w:val="Сетка таблицы93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12">
    <w:name w:val="Сетка таблицы193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12">
    <w:name w:val="Сетка таблицы103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12">
    <w:name w:val="Сетка таблицы20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12">
    <w:name w:val="Сетка таблицы24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12">
    <w:name w:val="Сетка таблицы25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12">
    <w:name w:val="Сетка таблицы26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12">
    <w:name w:val="Сетка таблицы27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12">
    <w:name w:val="Сетка таблицы153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12">
    <w:name w:val="Сетка таблицы1143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12">
    <w:name w:val="Сетка таблицы233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Темный список33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12">
    <w:name w:val="Сетка таблицы163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12">
    <w:name w:val="Сетка таблицы1103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12">
    <w:name w:val="Сетка таблицы28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12">
    <w:name w:val="Сетка таблицы29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2">
    <w:name w:val="Сетка таблицы3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20">
    <w:name w:val="Нет списка21122"/>
    <w:next w:val="a5"/>
    <w:uiPriority w:val="99"/>
    <w:semiHidden/>
    <w:unhideWhenUsed/>
    <w:rsid w:val="006C7728"/>
  </w:style>
  <w:style w:type="table" w:customStyle="1" w:styleId="42112">
    <w:name w:val="Сетка таблицы421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2">
    <w:name w:val="Нет списка1111112"/>
    <w:next w:val="a5"/>
    <w:uiPriority w:val="99"/>
    <w:semiHidden/>
    <w:unhideWhenUsed/>
    <w:rsid w:val="006C7728"/>
  </w:style>
  <w:style w:type="table" w:customStyle="1" w:styleId="1811112">
    <w:name w:val="Сетка таблицы1811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12">
    <w:name w:val="Сетка таблицы171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12">
    <w:name w:val="Сетка таблицы81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12">
    <w:name w:val="Сетка таблицы91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12">
    <w:name w:val="Сетка таблицы191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12">
    <w:name w:val="Сетка таблицы101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12">
    <w:name w:val="Сетка таблицы20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12">
    <w:name w:val="Сетка таблицы24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12">
    <w:name w:val="Сетка таблицы25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12">
    <w:name w:val="Сетка таблицы26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12">
    <w:name w:val="Сетка таблицы27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12">
    <w:name w:val="Сетка таблицы151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12">
    <w:name w:val="Сетка таблицы11411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12">
    <w:name w:val="Сетка таблицы2311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20">
    <w:name w:val="Темный список311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12">
    <w:name w:val="Сетка таблицы161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12">
    <w:name w:val="Сетка таблицы1101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12">
    <w:name w:val="Сетка таблицы28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12">
    <w:name w:val="Сетка таблицы21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21">
    <w:name w:val="Нет списка31122"/>
    <w:next w:val="a5"/>
    <w:uiPriority w:val="99"/>
    <w:semiHidden/>
    <w:unhideWhenUsed/>
    <w:rsid w:val="006C7728"/>
  </w:style>
  <w:style w:type="table" w:customStyle="1" w:styleId="52112">
    <w:name w:val="Сетка таблицы521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22">
    <w:name w:val="Нет списка121122"/>
    <w:next w:val="a5"/>
    <w:uiPriority w:val="99"/>
    <w:semiHidden/>
    <w:unhideWhenUsed/>
    <w:rsid w:val="006C7728"/>
  </w:style>
  <w:style w:type="table" w:customStyle="1" w:styleId="1821112">
    <w:name w:val="Сетка таблицы1821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20">
    <w:name w:val="Сетка таблицы12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12">
    <w:name w:val="Сетка таблицы172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12">
    <w:name w:val="Сетка таблицы82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12">
    <w:name w:val="Сетка таблицы92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12">
    <w:name w:val="Сетка таблицы192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12">
    <w:name w:val="Сетка таблицы102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12">
    <w:name w:val="Сетка таблицы20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12">
    <w:name w:val="Сетка таблицы24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12">
    <w:name w:val="Сетка таблицы25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12">
    <w:name w:val="Сетка таблицы26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12">
    <w:name w:val="Сетка таблицы27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12">
    <w:name w:val="Сетка таблицы152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12">
    <w:name w:val="Сетка таблицы11421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12">
    <w:name w:val="Сетка таблицы2321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2">
    <w:name w:val="Темный список321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12">
    <w:name w:val="Сетка таблицы162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12">
    <w:name w:val="Сетка таблицы1102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12">
    <w:name w:val="Сетка таблицы28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12">
    <w:name w:val="Сетка таблицы22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2">
    <w:name w:val="Сетка таблицы41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2">
    <w:name w:val="Сетка таблицы5111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Сетка таблицы44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12">
    <w:name w:val="Сетка таблицы54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12">
    <w:name w:val="Сетка таблицы413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2">
    <w:name w:val="Сетка таблицы513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2">
    <w:name w:val="Сетка таблицы63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12">
    <w:name w:val="Сетка таблицы45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12">
    <w:name w:val="Сетка таблицы55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12">
    <w:name w:val="Сетка таблицы414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2">
    <w:name w:val="Сетка таблицы514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2">
    <w:name w:val="Сетка таблицы64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2">
    <w:name w:val="Сетка таблицы113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21">
    <w:name w:val="Нет списка612"/>
    <w:next w:val="a5"/>
    <w:uiPriority w:val="99"/>
    <w:semiHidden/>
    <w:unhideWhenUsed/>
    <w:rsid w:val="006C7728"/>
  </w:style>
  <w:style w:type="numbering" w:customStyle="1" w:styleId="15120">
    <w:name w:val="Нет списка1512"/>
    <w:next w:val="a5"/>
    <w:uiPriority w:val="99"/>
    <w:semiHidden/>
    <w:unhideWhenUsed/>
    <w:rsid w:val="006C7728"/>
  </w:style>
  <w:style w:type="numbering" w:customStyle="1" w:styleId="23120">
    <w:name w:val="Нет списка2312"/>
    <w:next w:val="a5"/>
    <w:uiPriority w:val="99"/>
    <w:semiHidden/>
    <w:unhideWhenUsed/>
    <w:rsid w:val="006C7728"/>
  </w:style>
  <w:style w:type="numbering" w:customStyle="1" w:styleId="113120">
    <w:name w:val="Нет списка11312"/>
    <w:next w:val="a5"/>
    <w:uiPriority w:val="99"/>
    <w:semiHidden/>
    <w:unhideWhenUsed/>
    <w:rsid w:val="006C7728"/>
  </w:style>
  <w:style w:type="numbering" w:customStyle="1" w:styleId="33120">
    <w:name w:val="Нет списка3312"/>
    <w:next w:val="a5"/>
    <w:uiPriority w:val="99"/>
    <w:semiHidden/>
    <w:unhideWhenUsed/>
    <w:rsid w:val="006C7728"/>
  </w:style>
  <w:style w:type="numbering" w:customStyle="1" w:styleId="12312">
    <w:name w:val="Нет списка12312"/>
    <w:next w:val="a5"/>
    <w:uiPriority w:val="99"/>
    <w:semiHidden/>
    <w:unhideWhenUsed/>
    <w:rsid w:val="006C7728"/>
  </w:style>
  <w:style w:type="numbering" w:customStyle="1" w:styleId="42120">
    <w:name w:val="Нет списка4212"/>
    <w:next w:val="a5"/>
    <w:uiPriority w:val="99"/>
    <w:semiHidden/>
    <w:unhideWhenUsed/>
    <w:rsid w:val="006C7728"/>
  </w:style>
  <w:style w:type="numbering" w:customStyle="1" w:styleId="13212">
    <w:name w:val="Нет списка13212"/>
    <w:next w:val="a5"/>
    <w:uiPriority w:val="99"/>
    <w:semiHidden/>
    <w:unhideWhenUsed/>
    <w:rsid w:val="006C7728"/>
  </w:style>
  <w:style w:type="numbering" w:customStyle="1" w:styleId="212120">
    <w:name w:val="Нет списка21212"/>
    <w:next w:val="a5"/>
    <w:uiPriority w:val="99"/>
    <w:semiHidden/>
    <w:unhideWhenUsed/>
    <w:rsid w:val="006C7728"/>
  </w:style>
  <w:style w:type="numbering" w:customStyle="1" w:styleId="111212">
    <w:name w:val="Нет списка111212"/>
    <w:next w:val="a5"/>
    <w:uiPriority w:val="99"/>
    <w:semiHidden/>
    <w:unhideWhenUsed/>
    <w:rsid w:val="006C7728"/>
  </w:style>
  <w:style w:type="numbering" w:customStyle="1" w:styleId="312121">
    <w:name w:val="Нет списка31212"/>
    <w:next w:val="a5"/>
    <w:uiPriority w:val="99"/>
    <w:semiHidden/>
    <w:unhideWhenUsed/>
    <w:rsid w:val="006C7728"/>
  </w:style>
  <w:style w:type="numbering" w:customStyle="1" w:styleId="121212">
    <w:name w:val="Нет списка121212"/>
    <w:next w:val="a5"/>
    <w:uiPriority w:val="99"/>
    <w:semiHidden/>
    <w:unhideWhenUsed/>
    <w:rsid w:val="006C7728"/>
  </w:style>
  <w:style w:type="numbering" w:customStyle="1" w:styleId="51120">
    <w:name w:val="Нет списка5112"/>
    <w:next w:val="a5"/>
    <w:uiPriority w:val="99"/>
    <w:semiHidden/>
    <w:unhideWhenUsed/>
    <w:rsid w:val="006C7728"/>
  </w:style>
  <w:style w:type="numbering" w:customStyle="1" w:styleId="14112">
    <w:name w:val="Нет списка14112"/>
    <w:next w:val="a5"/>
    <w:uiPriority w:val="99"/>
    <w:semiHidden/>
    <w:unhideWhenUsed/>
    <w:rsid w:val="006C7728"/>
  </w:style>
  <w:style w:type="numbering" w:customStyle="1" w:styleId="221120">
    <w:name w:val="Нет списка22112"/>
    <w:next w:val="a5"/>
    <w:uiPriority w:val="99"/>
    <w:semiHidden/>
    <w:unhideWhenUsed/>
    <w:rsid w:val="006C7728"/>
  </w:style>
  <w:style w:type="numbering" w:customStyle="1" w:styleId="112112">
    <w:name w:val="Нет списка112112"/>
    <w:next w:val="a5"/>
    <w:uiPriority w:val="99"/>
    <w:semiHidden/>
    <w:unhideWhenUsed/>
    <w:rsid w:val="006C7728"/>
  </w:style>
  <w:style w:type="numbering" w:customStyle="1" w:styleId="321120">
    <w:name w:val="Нет списка32112"/>
    <w:next w:val="a5"/>
    <w:uiPriority w:val="99"/>
    <w:semiHidden/>
    <w:unhideWhenUsed/>
    <w:rsid w:val="006C7728"/>
  </w:style>
  <w:style w:type="numbering" w:customStyle="1" w:styleId="122112">
    <w:name w:val="Нет списка122112"/>
    <w:next w:val="a5"/>
    <w:uiPriority w:val="99"/>
    <w:semiHidden/>
    <w:unhideWhenUsed/>
    <w:rsid w:val="006C7728"/>
  </w:style>
  <w:style w:type="numbering" w:customStyle="1" w:styleId="411120">
    <w:name w:val="Нет списка41112"/>
    <w:next w:val="a5"/>
    <w:uiPriority w:val="99"/>
    <w:semiHidden/>
    <w:unhideWhenUsed/>
    <w:rsid w:val="006C7728"/>
  </w:style>
  <w:style w:type="numbering" w:customStyle="1" w:styleId="131112">
    <w:name w:val="Нет списка131112"/>
    <w:next w:val="a5"/>
    <w:uiPriority w:val="99"/>
    <w:semiHidden/>
    <w:unhideWhenUsed/>
    <w:rsid w:val="006C7728"/>
  </w:style>
  <w:style w:type="numbering" w:customStyle="1" w:styleId="2111120">
    <w:name w:val="Нет списка211112"/>
    <w:next w:val="a5"/>
    <w:uiPriority w:val="99"/>
    <w:semiHidden/>
    <w:unhideWhenUsed/>
    <w:rsid w:val="006C7728"/>
  </w:style>
  <w:style w:type="numbering" w:customStyle="1" w:styleId="1111212">
    <w:name w:val="Нет списка1111212"/>
    <w:next w:val="a5"/>
    <w:uiPriority w:val="99"/>
    <w:semiHidden/>
    <w:unhideWhenUsed/>
    <w:rsid w:val="006C7728"/>
  </w:style>
  <w:style w:type="numbering" w:customStyle="1" w:styleId="3111121">
    <w:name w:val="Нет списка311112"/>
    <w:next w:val="a5"/>
    <w:uiPriority w:val="99"/>
    <w:semiHidden/>
    <w:unhideWhenUsed/>
    <w:rsid w:val="006C7728"/>
  </w:style>
  <w:style w:type="numbering" w:customStyle="1" w:styleId="1211112">
    <w:name w:val="Нет списка1211112"/>
    <w:next w:val="a5"/>
    <w:uiPriority w:val="99"/>
    <w:semiHidden/>
    <w:unhideWhenUsed/>
    <w:rsid w:val="006C7728"/>
  </w:style>
  <w:style w:type="table" w:customStyle="1" w:styleId="11512">
    <w:name w:val="Сетка таблицы115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2">
    <w:name w:val="Сетка таблицы113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0">
    <w:name w:val="Нет списка712"/>
    <w:next w:val="a5"/>
    <w:uiPriority w:val="99"/>
    <w:semiHidden/>
    <w:unhideWhenUsed/>
    <w:rsid w:val="006C7728"/>
  </w:style>
  <w:style w:type="table" w:customStyle="1" w:styleId="3012">
    <w:name w:val="Сетка таблицы3012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1"/>
    <w:rsid w:val="006C7728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ffffff6">
    <w:name w:val="footnote reference"/>
    <w:basedOn w:val="a3"/>
    <w:uiPriority w:val="99"/>
    <w:unhideWhenUsed/>
    <w:rsid w:val="00BC3ACD"/>
    <w:rPr>
      <w:vertAlign w:val="superscript"/>
    </w:rPr>
  </w:style>
  <w:style w:type="character" w:styleId="afffffff7">
    <w:name w:val="endnote reference"/>
    <w:basedOn w:val="a3"/>
    <w:uiPriority w:val="99"/>
    <w:semiHidden/>
    <w:unhideWhenUsed/>
    <w:rsid w:val="00CC5EC6"/>
    <w:rPr>
      <w:vertAlign w:val="superscript"/>
    </w:rPr>
  </w:style>
  <w:style w:type="paragraph" w:customStyle="1" w:styleId="ConsPlusTitlePage">
    <w:name w:val="ConsPlusTitlePage"/>
    <w:rsid w:val="00CC5E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Абзац списка Знак"/>
    <w:link w:val="ab"/>
    <w:uiPriority w:val="34"/>
    <w:rsid w:val="003220E5"/>
    <w:rPr>
      <w:rFonts w:ascii="Times New Roman" w:eastAsia="Times New Roman" w:hAnsi="Times New Roman" w:cs="Calibri"/>
      <w:sz w:val="28"/>
    </w:rPr>
  </w:style>
  <w:style w:type="character" w:customStyle="1" w:styleId="afffffff8">
    <w:name w:val="Основной текст_"/>
    <w:basedOn w:val="a3"/>
    <w:rsid w:val="003220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d">
    <w:name w:val="Заголовок №2_"/>
    <w:basedOn w:val="a3"/>
    <w:link w:val="2e"/>
    <w:rsid w:val="003220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e">
    <w:name w:val="Заголовок №2"/>
    <w:basedOn w:val="a1"/>
    <w:link w:val="2d"/>
    <w:rsid w:val="003220E5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2024-04-09T20:00:00+00:00</dateaddindb>
    <dateminusta xmlns="081b8c99-5a1b-4ba1-9a3e-0d0cea83319e" xsi:nil="true"/>
    <numik xmlns="af44e648-6311-40f1-ad37-1234555fd9ba">410</numik>
    <kind xmlns="e2080b48-eafa-461e-b501-38555d38caa1">79</kind>
    <num xmlns="af44e648-6311-40f1-ad37-1234555fd9ba">410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"Научно-технологическое развитие Ярославской области" на 2024 – 2030 годы и о признании утратившими силу постановлений Правительства области от 07.07.2023 № 639-п и от 24.08.2023 № 828-п (с изменениями на 14 августа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30, 19.04.2024</publication>
    <redactiondate xmlns="081b8c99-5a1b-4ba1-9a3e-0d0cea83319e">2025-08-13T20:00:00+00:00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410-п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B4E428-F4F6-4480-B71F-73F4A54D5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4.xml><?xml version="1.0" encoding="utf-8"?>
<ds:datastoreItem xmlns:ds="http://schemas.openxmlformats.org/officeDocument/2006/customXml" ds:itemID="{57F56B39-B114-4566-8034-46C43685A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47</TotalTime>
  <Pages>9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Петухова Юлия Сергеевна</cp:lastModifiedBy>
  <cp:revision>17</cp:revision>
  <cp:lastPrinted>2023-05-12T11:31:00Z</cp:lastPrinted>
  <dcterms:created xsi:type="dcterms:W3CDTF">2024-04-10T13:43:00Z</dcterms:created>
  <dcterms:modified xsi:type="dcterms:W3CDTF">2025-10-28T12:46:00Z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34115</vt:lpwstr>
  </property>
  <property fmtid="{D5CDD505-2E9C-101B-9397-08002B2CF9AE}" pid="3" name="SYS_CODE_DIRECTUM">
    <vt:lpwstr>DIRECTUM</vt:lpwstr>
  </property>
  <property fmtid="{D5CDD505-2E9C-101B-9397-08002B2CF9AE}" pid="4" name="Заголовок">
    <vt:lpwstr>[Заголовок]</vt:lpwstr>
  </property>
  <property fmtid="{D5CDD505-2E9C-101B-9397-08002B2CF9AE}" pid="5" name="Наименование">
    <vt:lpwstr>Постановление Правительства ЯО Об утверждении государственной программы Ярославской области «Развитие молодежной политики и патриотическое воспитание в Ярославской области» на 2021 – 2025 годы и признании утратившими силу отдельных постановлений Правитель</vt:lpwstr>
  </property>
  <property fmtid="{D5CDD505-2E9C-101B-9397-08002B2CF9AE}" pid="6" name="Содержание">
    <vt:lpwstr>Об утверждении государственной программы Ярославской области «Развитие молодежной политики и патриотическое воспитание в Ярославской области» на 2021 – 2025 годы и признании утратившими силу отдельных постановлений Правительства области</vt:lpwstr>
  </property>
  <property fmtid="{D5CDD505-2E9C-101B-9397-08002B2CF9AE}" pid="7" name="ContentTypeId">
    <vt:lpwstr>0x0101004652DC89D47FB74683366416A31888CB</vt:lpwstr>
  </property>
</Properties>
</file>